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759C0" w14:textId="77777777" w:rsidR="009E5AC2" w:rsidRPr="00C47F86" w:rsidRDefault="00EF30A7">
      <w:pPr>
        <w:pStyle w:val="1"/>
      </w:pPr>
      <w:r w:rsidRPr="00C47F86">
        <w:rPr>
          <w:rFonts w:hint="eastAsia"/>
        </w:rPr>
        <w:t>１章　数列</w:t>
      </w:r>
      <w:r w:rsidR="0079757C" w:rsidRPr="0079757C">
        <w:rPr>
          <w:rFonts w:hint="eastAsia"/>
          <w:sz w:val="21"/>
          <w:szCs w:val="21"/>
        </w:rPr>
        <w:t xml:space="preserve">　【第1回】</w:t>
      </w:r>
    </w:p>
    <w:p w14:paraId="4AFAE454" w14:textId="77777777" w:rsidR="009E5AC2" w:rsidRPr="00C47F86" w:rsidRDefault="00EF30A7">
      <w:pPr>
        <w:pStyle w:val="2"/>
      </w:pPr>
      <w:r w:rsidRPr="00C47F86">
        <w:t>1.1</w:t>
      </w:r>
      <w:r w:rsidR="00A62593">
        <w:t xml:space="preserve"> </w:t>
      </w:r>
      <w:r w:rsidRPr="00C47F86">
        <w:rPr>
          <w:rFonts w:hint="eastAsia"/>
        </w:rPr>
        <w:t>数列とは</w:t>
      </w:r>
    </w:p>
    <w:p w14:paraId="16165298" w14:textId="77777777" w:rsidR="009E5AC2" w:rsidRPr="00E5618A" w:rsidRDefault="00EF30A7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/>
        </w:rPr>
        <w:t xml:space="preserve">1) </w:t>
      </w:r>
      <w:r w:rsidRPr="00E5618A">
        <w:rPr>
          <w:rFonts w:asciiTheme="majorEastAsia" w:eastAsiaTheme="majorEastAsia" w:hAnsiTheme="majorEastAsia" w:hint="eastAsia"/>
        </w:rPr>
        <w:t>数列の例</w:t>
      </w:r>
    </w:p>
    <w:p w14:paraId="716B5028" w14:textId="77777777" w:rsidR="00C47F86" w:rsidRPr="00C47F86" w:rsidRDefault="00C47F86" w:rsidP="00C47F86">
      <w:pPr>
        <w:rPr>
          <w:szCs w:val="21"/>
        </w:rPr>
      </w:pPr>
      <w:r w:rsidRPr="00C47F86">
        <w:rPr>
          <w:rFonts w:hint="eastAsia"/>
          <w:szCs w:val="21"/>
        </w:rPr>
        <w:t>増加数列，減少数列，それ以外</w:t>
      </w:r>
    </w:p>
    <w:p w14:paraId="3CEEFE8D" w14:textId="77777777" w:rsidR="00C47F86" w:rsidRPr="00C47F86" w:rsidRDefault="00C47F86" w:rsidP="00C47F86">
      <w:pPr>
        <w:rPr>
          <w:szCs w:val="21"/>
        </w:rPr>
      </w:pPr>
      <w:r w:rsidRPr="00C47F86">
        <w:rPr>
          <w:rFonts w:hint="eastAsia"/>
          <w:szCs w:val="21"/>
        </w:rPr>
        <w:t>有限数列，無限数列</w:t>
      </w:r>
    </w:p>
    <w:p w14:paraId="37A82FFB" w14:textId="77777777" w:rsidR="009E5AC2" w:rsidRPr="00C47F86" w:rsidRDefault="00EF30A7" w:rsidP="009A069F">
      <w:pPr>
        <w:ind w:firstLineChars="100" w:firstLine="210"/>
      </w:pPr>
      <w:r w:rsidRPr="00C47F86">
        <w:t xml:space="preserve">1, 3, 5, 7, 9, 11, 13, </w:t>
      </w:r>
      <w:r w:rsidR="007D2CCE">
        <w:rPr>
          <w:rFonts w:hint="eastAsia"/>
        </w:rPr>
        <w:t>････</w:t>
      </w:r>
      <w:r w:rsidR="007D2CCE">
        <w:rPr>
          <w:rFonts w:hint="eastAsia"/>
        </w:rPr>
        <w:tab/>
      </w:r>
      <w:r w:rsidR="00C47F86">
        <w:rPr>
          <w:rFonts w:hint="eastAsia"/>
        </w:rPr>
        <w:t>［増加・減少・それ以外の］数列，［有限・無限］数列</w:t>
      </w:r>
    </w:p>
    <w:p w14:paraId="4A4571F8" w14:textId="77777777" w:rsidR="009E5AC2" w:rsidRPr="00C47F86" w:rsidRDefault="007D2CCE" w:rsidP="009A069F">
      <w:pPr>
        <w:ind w:firstLineChars="100" w:firstLine="210"/>
        <w:rPr>
          <w:szCs w:val="21"/>
        </w:rPr>
      </w:pPr>
      <w:r>
        <w:rPr>
          <w:szCs w:val="21"/>
        </w:rPr>
        <w:t>1024, 512, 256, 128, 64</w:t>
      </w:r>
      <w:r>
        <w:rPr>
          <w:rFonts w:hint="eastAsia"/>
          <w:szCs w:val="21"/>
        </w:rPr>
        <w:tab/>
      </w:r>
      <w:r>
        <w:rPr>
          <w:rFonts w:hint="eastAsia"/>
        </w:rPr>
        <w:t>［増加・減少・それ以外の］数列，［有限・無限］数列</w:t>
      </w:r>
    </w:p>
    <w:p w14:paraId="6532235D" w14:textId="77777777" w:rsidR="009E5AC2" w:rsidRPr="00C47F86" w:rsidRDefault="00EF30A7" w:rsidP="009A069F">
      <w:pPr>
        <w:ind w:firstLineChars="100" w:firstLine="210"/>
        <w:rPr>
          <w:szCs w:val="21"/>
        </w:rPr>
      </w:pPr>
      <w:r w:rsidRPr="00C47F86">
        <w:rPr>
          <w:szCs w:val="21"/>
        </w:rPr>
        <w:t xml:space="preserve">3, 5, 2, 3, 4, 7, 1, 8, </w:t>
      </w:r>
      <w:r w:rsidR="007D2CCE">
        <w:rPr>
          <w:rFonts w:hint="eastAsia"/>
          <w:szCs w:val="21"/>
        </w:rPr>
        <w:t>････</w:t>
      </w:r>
      <w:r w:rsidR="007D2CCE">
        <w:rPr>
          <w:rFonts w:hint="eastAsia"/>
          <w:szCs w:val="21"/>
        </w:rPr>
        <w:tab/>
      </w:r>
      <w:r w:rsidR="007D2CCE">
        <w:rPr>
          <w:rFonts w:hint="eastAsia"/>
        </w:rPr>
        <w:t>［増加・減少・それ以外の］数列，［有限・無限］数列</w:t>
      </w:r>
    </w:p>
    <w:p w14:paraId="4F8392AE" w14:textId="77777777" w:rsidR="00C47F86" w:rsidRPr="009A069F" w:rsidRDefault="00C47F86">
      <w:pPr>
        <w:rPr>
          <w:szCs w:val="21"/>
        </w:rPr>
      </w:pPr>
    </w:p>
    <w:p w14:paraId="059F0CA2" w14:textId="77777777" w:rsidR="00C47F86" w:rsidRDefault="00C47F86" w:rsidP="007D2CCE">
      <w:pPr>
        <w:rPr>
          <w:szCs w:val="21"/>
        </w:rPr>
      </w:pPr>
      <w:r>
        <w:rPr>
          <w:rFonts w:hint="eastAsia"/>
          <w:szCs w:val="21"/>
        </w:rPr>
        <w:t>一般に</w:t>
      </w:r>
    </w:p>
    <w:p w14:paraId="41B45A26" w14:textId="77777777" w:rsidR="007D2CCE" w:rsidRDefault="009A069F" w:rsidP="007D2CCE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E519E" w:rsidRPr="00BE519E">
        <w:rPr>
          <w:position w:val="-12"/>
        </w:rPr>
        <w:object w:dxaOrig="1719" w:dyaOrig="360" w14:anchorId="7630E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4pt;height:18.6pt" o:ole="">
            <v:imagedata r:id="rId8" o:title=""/>
          </v:shape>
          <o:OLEObject Type="Embed" ProgID="Equation.DSMT4" ShapeID="_x0000_i1025" DrawAspect="Content" ObjectID="_1714378770" r:id="rId9"/>
        </w:object>
      </w:r>
    </w:p>
    <w:p w14:paraId="3EF33F98" w14:textId="77777777" w:rsidR="007D2CCE" w:rsidRDefault="007D2CCE" w:rsidP="007D2CCE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E519E" w:rsidRPr="00BE519E">
        <w:rPr>
          <w:position w:val="-12"/>
        </w:rPr>
        <w:object w:dxaOrig="1620" w:dyaOrig="360" w14:anchorId="4D67BAEE">
          <v:shape id="_x0000_i1026" type="#_x0000_t75" style="width:81pt;height:18.6pt" o:ole="">
            <v:imagedata r:id="rId10" o:title=""/>
          </v:shape>
          <o:OLEObject Type="Embed" ProgID="Equation.DSMT4" ShapeID="_x0000_i1026" DrawAspect="Content" ObjectID="_1714378771" r:id="rId11"/>
        </w:object>
      </w:r>
    </w:p>
    <w:p w14:paraId="14DB7141" w14:textId="77777777" w:rsidR="00C47F86" w:rsidRDefault="00C47F86" w:rsidP="00C47F86"/>
    <w:p w14:paraId="41948595" w14:textId="77777777" w:rsidR="009E5AC2" w:rsidRPr="00E5618A" w:rsidRDefault="00EF30A7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2) 等差数列</w:t>
      </w:r>
    </w:p>
    <w:p w14:paraId="79D57D17" w14:textId="77777777" w:rsidR="009E5AC2" w:rsidRPr="00C47F86" w:rsidRDefault="00EF30A7" w:rsidP="00842861">
      <w:pPr>
        <w:ind w:firstLineChars="100" w:firstLine="210"/>
        <w:rPr>
          <w:szCs w:val="21"/>
        </w:rPr>
      </w:pPr>
      <w:r w:rsidRPr="00C47F86">
        <w:rPr>
          <w:szCs w:val="21"/>
        </w:rPr>
        <w:t xml:space="preserve">1, 3, 5, 7, 9, </w:t>
      </w:r>
      <w:r w:rsidRPr="00C47F86">
        <w:rPr>
          <w:rFonts w:hint="eastAsia"/>
          <w:szCs w:val="21"/>
        </w:rPr>
        <w:t>･･････････</w:t>
      </w:r>
      <w:r w:rsidRPr="00C47F86">
        <w:rPr>
          <w:szCs w:val="21"/>
        </w:rPr>
        <w:tab/>
      </w:r>
      <w:r w:rsidRPr="00C47F86">
        <w:rPr>
          <w:rFonts w:hint="eastAsia"/>
          <w:szCs w:val="21"/>
        </w:rPr>
        <w:t>初項</w:t>
      </w:r>
      <w:r w:rsidRPr="00C47F86">
        <w:rPr>
          <w:szCs w:val="21"/>
        </w:rPr>
        <w:t xml:space="preserve">1   </w:t>
      </w:r>
      <w:r w:rsidRPr="00C47F86">
        <w:rPr>
          <w:rFonts w:hint="eastAsia"/>
          <w:szCs w:val="21"/>
        </w:rPr>
        <w:t>公差</w:t>
      </w:r>
      <w:r w:rsidRPr="00C47F86">
        <w:rPr>
          <w:szCs w:val="21"/>
        </w:rPr>
        <w:t>2</w:t>
      </w:r>
    </w:p>
    <w:p w14:paraId="0E2CE501" w14:textId="77777777" w:rsidR="009E5AC2" w:rsidRPr="00C47F86" w:rsidRDefault="00EF30A7" w:rsidP="00842861">
      <w:pPr>
        <w:ind w:firstLineChars="100" w:firstLine="210"/>
        <w:rPr>
          <w:szCs w:val="21"/>
        </w:rPr>
      </w:pPr>
      <w:r w:rsidRPr="00C47F86">
        <w:rPr>
          <w:szCs w:val="21"/>
        </w:rPr>
        <w:t xml:space="preserve">100, 90, 80, 70, </w:t>
      </w:r>
      <w:r w:rsidRPr="00C47F86">
        <w:rPr>
          <w:rFonts w:hint="eastAsia"/>
          <w:szCs w:val="21"/>
        </w:rPr>
        <w:t>･･･････</w:t>
      </w:r>
      <w:r w:rsidRPr="00C47F86">
        <w:rPr>
          <w:szCs w:val="21"/>
        </w:rPr>
        <w:tab/>
      </w:r>
      <w:r w:rsidRPr="00C47F86">
        <w:rPr>
          <w:rFonts w:hint="eastAsia"/>
          <w:szCs w:val="21"/>
        </w:rPr>
        <w:t>初項</w:t>
      </w:r>
      <w:r w:rsidR="00842861">
        <w:rPr>
          <w:rFonts w:hint="eastAsia"/>
          <w:szCs w:val="21"/>
        </w:rPr>
        <w:t>［　　　］</w:t>
      </w:r>
      <w:r w:rsidRPr="00C47F86">
        <w:rPr>
          <w:rFonts w:hint="eastAsia"/>
          <w:szCs w:val="21"/>
        </w:rPr>
        <w:t>公差</w:t>
      </w:r>
      <w:r w:rsidR="00842861">
        <w:rPr>
          <w:rFonts w:hint="eastAsia"/>
          <w:szCs w:val="21"/>
        </w:rPr>
        <w:t>［　　　］</w:t>
      </w:r>
    </w:p>
    <w:p w14:paraId="6B59FE66" w14:textId="77777777" w:rsidR="009E5AC2" w:rsidRPr="00C47F86" w:rsidRDefault="00EF30A7" w:rsidP="00842861">
      <w:pPr>
        <w:ind w:firstLineChars="100" w:firstLine="210"/>
        <w:rPr>
          <w:szCs w:val="21"/>
        </w:rPr>
      </w:pPr>
      <w:r w:rsidRPr="00C47F86">
        <w:rPr>
          <w:rFonts w:hint="eastAsia"/>
          <w:szCs w:val="21"/>
        </w:rPr>
        <w:t>初項</w:t>
      </w:r>
      <w:r w:rsidRPr="00C47F86">
        <w:rPr>
          <w:szCs w:val="21"/>
        </w:rPr>
        <w:t>1.2</w:t>
      </w:r>
      <w:r w:rsidRPr="00C47F86">
        <w:rPr>
          <w:rFonts w:hint="eastAsia"/>
          <w:szCs w:val="21"/>
        </w:rPr>
        <w:t>，公差</w:t>
      </w:r>
      <w:r w:rsidRPr="00C47F86">
        <w:rPr>
          <w:szCs w:val="21"/>
        </w:rPr>
        <w:t>0.2</w:t>
      </w:r>
      <w:r w:rsidRPr="00C47F86">
        <w:rPr>
          <w:rFonts w:hint="eastAsia"/>
          <w:szCs w:val="21"/>
        </w:rPr>
        <w:t>の等差数列</w:t>
      </w:r>
      <w:r w:rsidR="00842861">
        <w:rPr>
          <w:rFonts w:hint="eastAsia"/>
          <w:szCs w:val="21"/>
        </w:rPr>
        <w:tab/>
      </w:r>
      <w:r w:rsidR="00842861">
        <w:rPr>
          <w:rFonts w:hint="eastAsia"/>
          <w:szCs w:val="21"/>
        </w:rPr>
        <w:t>［　　　　　　　　　　　　］</w:t>
      </w:r>
    </w:p>
    <w:p w14:paraId="7681813E" w14:textId="77777777" w:rsidR="00842861" w:rsidRDefault="00EF30A7" w:rsidP="00842861">
      <w:pPr>
        <w:ind w:firstLineChars="100" w:firstLine="210"/>
        <w:rPr>
          <w:szCs w:val="21"/>
        </w:rPr>
      </w:pPr>
      <w:r w:rsidRPr="00C47F86">
        <w:rPr>
          <w:rFonts w:hint="eastAsia"/>
          <w:szCs w:val="21"/>
        </w:rPr>
        <w:t>初項</w:t>
      </w:r>
      <w:r w:rsidR="00842861">
        <w:rPr>
          <w:rFonts w:hint="eastAsia"/>
          <w:szCs w:val="21"/>
        </w:rPr>
        <w:t xml:space="preserve"> </w:t>
      </w:r>
      <w:r w:rsidR="00BE519E" w:rsidRPr="00BE519E">
        <w:rPr>
          <w:position w:val="-6"/>
        </w:rPr>
        <w:object w:dxaOrig="200" w:dyaOrig="220" w14:anchorId="1F7B2823">
          <v:shape id="_x0000_i1027" type="#_x0000_t75" style="width:10.8pt;height:10.8pt" o:ole="">
            <v:imagedata r:id="rId12" o:title=""/>
          </v:shape>
          <o:OLEObject Type="Embed" ProgID="Equation.DSMT4" ShapeID="_x0000_i1027" DrawAspect="Content" ObjectID="_1714378772" r:id="rId13"/>
        </w:object>
      </w:r>
      <w:r w:rsidRPr="00C47F86">
        <w:rPr>
          <w:rFonts w:hint="eastAsia"/>
          <w:szCs w:val="21"/>
        </w:rPr>
        <w:t>，公差</w:t>
      </w:r>
      <w:r w:rsidRPr="00C47F86">
        <w:rPr>
          <w:szCs w:val="21"/>
        </w:rPr>
        <w:t xml:space="preserve"> </w:t>
      </w:r>
      <w:r w:rsidR="00BE519E" w:rsidRPr="00BE519E">
        <w:rPr>
          <w:position w:val="-6"/>
        </w:rPr>
        <w:object w:dxaOrig="220" w:dyaOrig="279" w14:anchorId="52BF7ADD">
          <v:shape id="_x0000_i1028" type="#_x0000_t75" style="width:10.8pt;height:14.4pt" o:ole="">
            <v:imagedata r:id="rId14" o:title=""/>
          </v:shape>
          <o:OLEObject Type="Embed" ProgID="Equation.DSMT4" ShapeID="_x0000_i1028" DrawAspect="Content" ObjectID="_1714378773" r:id="rId15"/>
        </w:object>
      </w:r>
      <w:r w:rsidRPr="00C47F86">
        <w:rPr>
          <w:rFonts w:hint="eastAsia"/>
          <w:szCs w:val="21"/>
        </w:rPr>
        <w:t>の等差数列</w:t>
      </w:r>
      <w:r w:rsidR="00842861">
        <w:rPr>
          <w:rFonts w:hint="eastAsia"/>
          <w:szCs w:val="21"/>
        </w:rPr>
        <w:tab/>
      </w:r>
      <w:r w:rsidR="00842861">
        <w:rPr>
          <w:rFonts w:hint="eastAsia"/>
          <w:szCs w:val="21"/>
        </w:rPr>
        <w:t>［　　　　　　　　　　　　　　　　］</w:t>
      </w:r>
    </w:p>
    <w:p w14:paraId="614820D5" w14:textId="77777777" w:rsidR="009E5AC2" w:rsidRDefault="00EF30A7" w:rsidP="009A069F">
      <w:pPr>
        <w:ind w:firstLineChars="300" w:firstLine="630"/>
        <w:rPr>
          <w:szCs w:val="21"/>
        </w:rPr>
      </w:pPr>
      <w:r w:rsidRPr="00C47F86">
        <w:rPr>
          <w:rFonts w:hint="eastAsia"/>
          <w:szCs w:val="21"/>
        </w:rPr>
        <w:t>一般項</w:t>
      </w:r>
      <w:r w:rsidRPr="00C47F86">
        <w:rPr>
          <w:szCs w:val="21"/>
        </w:rPr>
        <w:t xml:space="preserve"> </w:t>
      </w:r>
      <w:r w:rsidR="00BE519E" w:rsidRPr="00BE519E">
        <w:rPr>
          <w:position w:val="-12"/>
        </w:rPr>
        <w:object w:dxaOrig="480" w:dyaOrig="360" w14:anchorId="16D95A50">
          <v:shape id="_x0000_i1029" type="#_x0000_t75" style="width:24.6pt;height:18.6pt" o:ole="">
            <v:imagedata r:id="rId16" o:title=""/>
          </v:shape>
          <o:OLEObject Type="Embed" ProgID="Equation.DSMT4" ShapeID="_x0000_i1029" DrawAspect="Content" ObjectID="_1714378774" r:id="rId17"/>
        </w:object>
      </w:r>
      <w:r w:rsidR="009A069F">
        <w:rPr>
          <w:rFonts w:hint="eastAsia"/>
          <w:szCs w:val="21"/>
        </w:rPr>
        <w:t>［　　　　　　　　　］</w:t>
      </w:r>
    </w:p>
    <w:p w14:paraId="27206838" w14:textId="77777777" w:rsidR="009A069F" w:rsidRDefault="009A069F" w:rsidP="009A069F">
      <w:pPr>
        <w:ind w:firstLineChars="300" w:firstLine="630"/>
        <w:rPr>
          <w:szCs w:val="21"/>
        </w:rPr>
      </w:pPr>
    </w:p>
    <w:p w14:paraId="214AE1D8" w14:textId="77777777" w:rsidR="009A069F" w:rsidRPr="009A069F" w:rsidRDefault="009A069F" w:rsidP="009A069F">
      <w:pPr>
        <w:ind w:firstLineChars="300" w:firstLine="630"/>
        <w:rPr>
          <w:szCs w:val="21"/>
        </w:rPr>
      </w:pPr>
    </w:p>
    <w:p w14:paraId="50C6E978" w14:textId="77777777" w:rsidR="009E5AC2" w:rsidRPr="00E5618A" w:rsidRDefault="00EF30A7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3) 等比数列</w:t>
      </w:r>
    </w:p>
    <w:p w14:paraId="79F77DCD" w14:textId="77777777" w:rsidR="009E5AC2" w:rsidRPr="00C47F86" w:rsidRDefault="00EF30A7" w:rsidP="009A069F">
      <w:pPr>
        <w:ind w:firstLineChars="100" w:firstLine="210"/>
        <w:rPr>
          <w:szCs w:val="21"/>
        </w:rPr>
      </w:pPr>
      <w:r w:rsidRPr="00C47F86">
        <w:rPr>
          <w:szCs w:val="21"/>
        </w:rPr>
        <w:t xml:space="preserve">1, 2, 4, 8, 16, </w:t>
      </w:r>
      <w:r w:rsidRPr="00C47F86">
        <w:rPr>
          <w:rFonts w:hint="eastAsia"/>
          <w:szCs w:val="21"/>
        </w:rPr>
        <w:t>･････････</w:t>
      </w:r>
      <w:r w:rsidRPr="00C47F86">
        <w:rPr>
          <w:szCs w:val="21"/>
        </w:rPr>
        <w:tab/>
      </w:r>
      <w:r w:rsidRPr="00C47F86">
        <w:rPr>
          <w:rFonts w:hint="eastAsia"/>
          <w:szCs w:val="21"/>
        </w:rPr>
        <w:t>初項</w:t>
      </w:r>
      <w:r w:rsidRPr="00C47F86">
        <w:rPr>
          <w:szCs w:val="21"/>
        </w:rPr>
        <w:t xml:space="preserve">1    </w:t>
      </w:r>
      <w:r w:rsidRPr="00C47F86">
        <w:rPr>
          <w:rFonts w:hint="eastAsia"/>
          <w:szCs w:val="21"/>
        </w:rPr>
        <w:t>公比</w:t>
      </w:r>
      <w:r w:rsidRPr="00C47F86">
        <w:rPr>
          <w:szCs w:val="21"/>
        </w:rPr>
        <w:t>2</w:t>
      </w:r>
    </w:p>
    <w:p w14:paraId="26A2202E" w14:textId="77777777" w:rsidR="009E5AC2" w:rsidRPr="00C47F86" w:rsidRDefault="00EF30A7" w:rsidP="009A069F">
      <w:pPr>
        <w:ind w:firstLineChars="100" w:firstLine="210"/>
        <w:rPr>
          <w:szCs w:val="21"/>
        </w:rPr>
      </w:pPr>
      <w:r w:rsidRPr="00C47F86">
        <w:rPr>
          <w:szCs w:val="21"/>
        </w:rPr>
        <w:t xml:space="preserve">1024, 512, 256, 128, </w:t>
      </w:r>
      <w:r w:rsidRPr="00C47F86">
        <w:rPr>
          <w:rFonts w:hint="eastAsia"/>
          <w:szCs w:val="21"/>
        </w:rPr>
        <w:t>･･･</w:t>
      </w:r>
      <w:r w:rsidRPr="00C47F86">
        <w:rPr>
          <w:szCs w:val="21"/>
        </w:rPr>
        <w:tab/>
      </w:r>
      <w:r w:rsidRPr="00C47F86">
        <w:rPr>
          <w:rFonts w:hint="eastAsia"/>
          <w:szCs w:val="21"/>
        </w:rPr>
        <w:t>初項</w:t>
      </w:r>
      <w:r w:rsidR="009A069F">
        <w:rPr>
          <w:rFonts w:hint="eastAsia"/>
          <w:szCs w:val="21"/>
        </w:rPr>
        <w:t>［　　　］</w:t>
      </w:r>
      <w:r w:rsidRPr="00C47F86">
        <w:rPr>
          <w:rFonts w:hint="eastAsia"/>
          <w:szCs w:val="21"/>
        </w:rPr>
        <w:t>公比</w:t>
      </w:r>
      <w:r w:rsidR="009A069F">
        <w:rPr>
          <w:rFonts w:hint="eastAsia"/>
          <w:szCs w:val="21"/>
        </w:rPr>
        <w:t>［　　　］</w:t>
      </w:r>
    </w:p>
    <w:p w14:paraId="34B93E2F" w14:textId="77777777" w:rsidR="009E5AC2" w:rsidRPr="00C47F86" w:rsidRDefault="00EF30A7" w:rsidP="009A069F">
      <w:pPr>
        <w:ind w:firstLineChars="100" w:firstLine="210"/>
        <w:rPr>
          <w:szCs w:val="21"/>
        </w:rPr>
      </w:pPr>
      <w:r w:rsidRPr="00C47F86">
        <w:rPr>
          <w:rFonts w:hint="eastAsia"/>
          <w:szCs w:val="21"/>
        </w:rPr>
        <w:t>初項</w:t>
      </w:r>
      <w:r w:rsidRPr="00C47F86">
        <w:rPr>
          <w:szCs w:val="21"/>
        </w:rPr>
        <w:t>2</w:t>
      </w:r>
      <w:r w:rsidRPr="00C47F86">
        <w:rPr>
          <w:rFonts w:hint="eastAsia"/>
          <w:szCs w:val="21"/>
        </w:rPr>
        <w:t>，公比</w:t>
      </w:r>
      <w:r w:rsidRPr="00C47F86">
        <w:rPr>
          <w:szCs w:val="21"/>
        </w:rPr>
        <w:t>3</w:t>
      </w:r>
      <w:r w:rsidRPr="00C47F86">
        <w:rPr>
          <w:rFonts w:hint="eastAsia"/>
          <w:szCs w:val="21"/>
        </w:rPr>
        <w:t>の等比数列</w:t>
      </w:r>
      <w:r w:rsidR="009A069F">
        <w:rPr>
          <w:rFonts w:hint="eastAsia"/>
          <w:szCs w:val="21"/>
        </w:rPr>
        <w:tab/>
      </w:r>
      <w:r w:rsidR="009A069F">
        <w:rPr>
          <w:rFonts w:hint="eastAsia"/>
          <w:szCs w:val="21"/>
        </w:rPr>
        <w:t>［　　　　　　　　　　　　　　　　］</w:t>
      </w:r>
    </w:p>
    <w:p w14:paraId="419350C3" w14:textId="77777777" w:rsidR="009E5AC2" w:rsidRPr="00C47F86" w:rsidRDefault="00EF30A7" w:rsidP="009A069F">
      <w:pPr>
        <w:ind w:firstLineChars="100" w:firstLine="210"/>
        <w:rPr>
          <w:szCs w:val="21"/>
        </w:rPr>
      </w:pPr>
      <w:r w:rsidRPr="00C47F86">
        <w:rPr>
          <w:rFonts w:hint="eastAsia"/>
          <w:szCs w:val="21"/>
        </w:rPr>
        <w:t>初項</w:t>
      </w:r>
      <w:r w:rsidRPr="00C47F86">
        <w:rPr>
          <w:szCs w:val="21"/>
        </w:rPr>
        <w:t>1</w:t>
      </w:r>
      <w:r w:rsidRPr="00C47F86">
        <w:rPr>
          <w:rFonts w:hint="eastAsia"/>
          <w:szCs w:val="21"/>
        </w:rPr>
        <w:t>，公比</w:t>
      </w:r>
      <w:r w:rsidRPr="00C47F86">
        <w:rPr>
          <w:szCs w:val="21"/>
        </w:rPr>
        <w:t>1/2</w:t>
      </w:r>
      <w:r w:rsidRPr="00C47F86">
        <w:rPr>
          <w:rFonts w:hint="eastAsia"/>
          <w:szCs w:val="21"/>
        </w:rPr>
        <w:t>の等比数列</w:t>
      </w:r>
      <w:r w:rsidR="009A069F">
        <w:rPr>
          <w:rFonts w:hint="eastAsia"/>
          <w:szCs w:val="21"/>
        </w:rPr>
        <w:tab/>
      </w:r>
      <w:r w:rsidR="009A069F">
        <w:rPr>
          <w:rFonts w:hint="eastAsia"/>
          <w:szCs w:val="21"/>
        </w:rPr>
        <w:t>［　　　　　　　　　　　　　　　　］</w:t>
      </w:r>
    </w:p>
    <w:p w14:paraId="4B8E31D0" w14:textId="77777777" w:rsidR="009A069F" w:rsidRDefault="00EF30A7" w:rsidP="009A069F">
      <w:pPr>
        <w:ind w:firstLineChars="100" w:firstLine="210"/>
        <w:rPr>
          <w:szCs w:val="21"/>
        </w:rPr>
      </w:pPr>
      <w:r w:rsidRPr="00C47F86">
        <w:rPr>
          <w:rFonts w:hint="eastAsia"/>
          <w:szCs w:val="21"/>
        </w:rPr>
        <w:t>初項</w:t>
      </w:r>
      <w:r w:rsidRPr="00C47F86">
        <w:rPr>
          <w:szCs w:val="21"/>
        </w:rPr>
        <w:t xml:space="preserve"> </w:t>
      </w:r>
      <w:r w:rsidR="00BE519E" w:rsidRPr="00BE519E">
        <w:rPr>
          <w:position w:val="-6"/>
          <w:szCs w:val="21"/>
        </w:rPr>
        <w:object w:dxaOrig="200" w:dyaOrig="220" w14:anchorId="2B6A635D">
          <v:shape id="_x0000_i1030" type="#_x0000_t75" style="width:10.8pt;height:10.8pt" o:ole="">
            <v:imagedata r:id="rId18" o:title=""/>
          </v:shape>
          <o:OLEObject Type="Embed" ProgID="Equation.DSMT4" ShapeID="_x0000_i1030" DrawAspect="Content" ObjectID="_1714378775" r:id="rId19"/>
        </w:object>
      </w:r>
      <w:r w:rsidRPr="00C47F86">
        <w:rPr>
          <w:rFonts w:hint="eastAsia"/>
          <w:szCs w:val="21"/>
        </w:rPr>
        <w:t>，公比</w:t>
      </w:r>
      <w:r w:rsidRPr="00C47F86">
        <w:rPr>
          <w:szCs w:val="21"/>
        </w:rPr>
        <w:t xml:space="preserve"> </w:t>
      </w:r>
      <w:r w:rsidR="00BE519E" w:rsidRPr="00BE519E">
        <w:rPr>
          <w:position w:val="-4"/>
          <w:szCs w:val="21"/>
        </w:rPr>
        <w:object w:dxaOrig="180" w:dyaOrig="200" w14:anchorId="2B72B862">
          <v:shape id="_x0000_i1031" type="#_x0000_t75" style="width:9.6pt;height:10.8pt" o:ole="">
            <v:imagedata r:id="rId20" o:title=""/>
          </v:shape>
          <o:OLEObject Type="Embed" ProgID="Equation.DSMT4" ShapeID="_x0000_i1031" DrawAspect="Content" ObjectID="_1714378776" r:id="rId21"/>
        </w:object>
      </w:r>
      <w:r w:rsidRPr="00C47F86">
        <w:rPr>
          <w:rFonts w:hint="eastAsia"/>
          <w:szCs w:val="21"/>
        </w:rPr>
        <w:t>の等比数列</w:t>
      </w:r>
      <w:r w:rsidR="009A069F">
        <w:rPr>
          <w:rFonts w:hint="eastAsia"/>
          <w:szCs w:val="21"/>
        </w:rPr>
        <w:tab/>
      </w:r>
      <w:r w:rsidR="009A069F">
        <w:rPr>
          <w:rFonts w:hint="eastAsia"/>
          <w:szCs w:val="21"/>
        </w:rPr>
        <w:t>［　　　　　　　　　　　　　　　　］</w:t>
      </w:r>
    </w:p>
    <w:p w14:paraId="2919E4C3" w14:textId="77777777" w:rsidR="00C47F86" w:rsidRDefault="00EF30A7" w:rsidP="009A069F">
      <w:pPr>
        <w:ind w:firstLineChars="300" w:firstLine="630"/>
        <w:rPr>
          <w:szCs w:val="21"/>
        </w:rPr>
      </w:pPr>
      <w:r w:rsidRPr="00C47F86">
        <w:rPr>
          <w:rFonts w:hint="eastAsia"/>
          <w:szCs w:val="21"/>
        </w:rPr>
        <w:t>一般項</w:t>
      </w:r>
      <w:r w:rsidRPr="00C47F86">
        <w:rPr>
          <w:szCs w:val="21"/>
        </w:rPr>
        <w:t xml:space="preserve"> </w:t>
      </w:r>
      <w:r w:rsidR="009A069F" w:rsidRPr="00C47F86">
        <w:rPr>
          <w:szCs w:val="21"/>
        </w:rPr>
        <w:t xml:space="preserve"> </w:t>
      </w:r>
      <w:r w:rsidR="00BE519E" w:rsidRPr="00BE519E">
        <w:rPr>
          <w:position w:val="-12"/>
        </w:rPr>
        <w:object w:dxaOrig="480" w:dyaOrig="360" w14:anchorId="6B185A05">
          <v:shape id="_x0000_i1032" type="#_x0000_t75" style="width:24.6pt;height:18.6pt" o:ole="">
            <v:imagedata r:id="rId22" o:title=""/>
          </v:shape>
          <o:OLEObject Type="Embed" ProgID="Equation.DSMT4" ShapeID="_x0000_i1032" DrawAspect="Content" ObjectID="_1714378777" r:id="rId23"/>
        </w:object>
      </w:r>
      <w:r w:rsidR="009A069F">
        <w:rPr>
          <w:rFonts w:hint="eastAsia"/>
          <w:szCs w:val="21"/>
        </w:rPr>
        <w:t>［　　　　　　　　　］</w:t>
      </w:r>
    </w:p>
    <w:p w14:paraId="6169CB67" w14:textId="77777777" w:rsidR="00C47F86" w:rsidRDefault="00C47F86">
      <w:pPr>
        <w:rPr>
          <w:szCs w:val="21"/>
        </w:rPr>
      </w:pPr>
    </w:p>
    <w:p w14:paraId="32AD21F5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szCs w:val="21"/>
        </w:rPr>
        <w:br w:type="page"/>
      </w:r>
    </w:p>
    <w:p w14:paraId="36FC914A" w14:textId="77777777" w:rsidR="00E92F8B" w:rsidRPr="00E92F8B" w:rsidRDefault="00E92F8B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  <w:szCs w:val="21"/>
        </w:rPr>
      </w:pPr>
      <w:r w:rsidRPr="00E92F8B">
        <w:rPr>
          <w:rFonts w:asciiTheme="majorEastAsia" w:eastAsiaTheme="majorEastAsia" w:hAnsiTheme="majorEastAsia" w:hint="eastAsia"/>
          <w:szCs w:val="21"/>
        </w:rPr>
        <w:lastRenderedPageBreak/>
        <w:t>演習</w:t>
      </w:r>
    </w:p>
    <w:p w14:paraId="125EA332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１）以下の等差数列の初項と公差を求めよ。</w:t>
      </w:r>
    </w:p>
    <w:p w14:paraId="53A76A70" w14:textId="77777777" w:rsidR="00E92F8B" w:rsidRP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58AB2A25" w14:textId="77777777" w:rsidR="00E92F8B" w:rsidRDefault="00E92F8B" w:rsidP="00B3338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5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 xml:space="preserve"> 8</w:t>
      </w:r>
      <w:r w:rsidRPr="00C47F86">
        <w:rPr>
          <w:szCs w:val="21"/>
        </w:rPr>
        <w:t xml:space="preserve">, </w:t>
      </w:r>
      <w:r>
        <w:rPr>
          <w:rFonts w:hint="eastAsia"/>
          <w:szCs w:val="21"/>
        </w:rPr>
        <w:t xml:space="preserve"> 11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 xml:space="preserve"> 14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 xml:space="preserve"> 17</w:t>
      </w:r>
      <w:r w:rsidRPr="00C47F86">
        <w:rPr>
          <w:szCs w:val="21"/>
        </w:rPr>
        <w:t>,</w:t>
      </w:r>
      <w:r>
        <w:rPr>
          <w:rFonts w:hint="eastAsia"/>
          <w:szCs w:val="21"/>
        </w:rPr>
        <w:t xml:space="preserve"> </w:t>
      </w:r>
      <w:r w:rsidRPr="00C47F86">
        <w:rPr>
          <w:szCs w:val="21"/>
        </w:rPr>
        <w:t xml:space="preserve"> </w:t>
      </w:r>
      <w:r>
        <w:rPr>
          <w:rFonts w:hint="eastAsia"/>
          <w:szCs w:val="21"/>
        </w:rPr>
        <w:t>･････</w:t>
      </w:r>
      <w:r w:rsidRPr="00C47F86">
        <w:rPr>
          <w:szCs w:val="21"/>
        </w:rPr>
        <w:tab/>
      </w:r>
      <w:r w:rsidRPr="00C47F86">
        <w:rPr>
          <w:rFonts w:hint="eastAsia"/>
          <w:szCs w:val="21"/>
        </w:rPr>
        <w:t>初項</w:t>
      </w:r>
      <w:r>
        <w:rPr>
          <w:rFonts w:hint="eastAsia"/>
          <w:szCs w:val="21"/>
        </w:rPr>
        <w:t xml:space="preserve">［　　　］　</w:t>
      </w:r>
      <w:r w:rsidRPr="00C47F86">
        <w:rPr>
          <w:rFonts w:hint="eastAsia"/>
          <w:szCs w:val="21"/>
        </w:rPr>
        <w:t>公差</w:t>
      </w:r>
      <w:r>
        <w:rPr>
          <w:rFonts w:hint="eastAsia"/>
          <w:szCs w:val="21"/>
        </w:rPr>
        <w:t>［　　　］</w:t>
      </w:r>
    </w:p>
    <w:p w14:paraId="397CB704" w14:textId="77777777" w:rsidR="00E92F8B" w:rsidRPr="00B33384" w:rsidRDefault="00E92F8B" w:rsidP="00E92F8B">
      <w:pPr>
        <w:ind w:firstLineChars="100" w:firstLine="210"/>
        <w:rPr>
          <w:szCs w:val="21"/>
        </w:rPr>
      </w:pPr>
    </w:p>
    <w:p w14:paraId="0085EBAD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２）</w:t>
      </w:r>
      <w:r w:rsidR="00B33384">
        <w:rPr>
          <w:rFonts w:hint="eastAsia"/>
          <w:szCs w:val="21"/>
        </w:rPr>
        <w:t>初項</w:t>
      </w:r>
      <w:r w:rsidR="00B33384">
        <w:rPr>
          <w:rFonts w:hint="eastAsia"/>
          <w:szCs w:val="21"/>
        </w:rPr>
        <w:t xml:space="preserve"> 90</w:t>
      </w:r>
      <w:r w:rsidR="00B33384">
        <w:rPr>
          <w:rFonts w:hint="eastAsia"/>
          <w:szCs w:val="21"/>
        </w:rPr>
        <w:t>、公差</w:t>
      </w:r>
      <w:r w:rsidR="00B33384">
        <w:rPr>
          <w:rFonts w:hint="eastAsia"/>
          <w:szCs w:val="21"/>
        </w:rPr>
        <w:t xml:space="preserve"> -10 </w:t>
      </w:r>
      <w:r w:rsidR="00B33384">
        <w:rPr>
          <w:rFonts w:hint="eastAsia"/>
          <w:szCs w:val="21"/>
        </w:rPr>
        <w:t>の等差数列の初項から</w:t>
      </w:r>
      <w:r w:rsidR="00B33384">
        <w:rPr>
          <w:rFonts w:hint="eastAsia"/>
          <w:szCs w:val="21"/>
        </w:rPr>
        <w:t>4</w:t>
      </w:r>
      <w:r w:rsidR="00B33384">
        <w:rPr>
          <w:rFonts w:hint="eastAsia"/>
          <w:szCs w:val="21"/>
        </w:rPr>
        <w:t>項目までを書け。</w:t>
      </w:r>
    </w:p>
    <w:p w14:paraId="2CAEE972" w14:textId="77777777" w:rsidR="00B33384" w:rsidRDefault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4D3E8A97" w14:textId="77777777" w:rsidR="00B33384" w:rsidRDefault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　　［　　　］，［　　　］，［　　　］、［　　　］</w:t>
      </w:r>
    </w:p>
    <w:p w14:paraId="73578F78" w14:textId="77777777" w:rsidR="00B33384" w:rsidRPr="00B33384" w:rsidRDefault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0127D134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6F916CDD" w14:textId="77777777" w:rsidR="00E92F8B" w:rsidRPr="00E92F8B" w:rsidRDefault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３</w:t>
      </w:r>
      <w:r w:rsidR="00E92F8B">
        <w:rPr>
          <w:rFonts w:hint="eastAsia"/>
          <w:szCs w:val="21"/>
        </w:rPr>
        <w:t>）以下の等比数列の初項と公比を求めよ。</w:t>
      </w:r>
    </w:p>
    <w:p w14:paraId="390A443C" w14:textId="77777777" w:rsidR="00E92F8B" w:rsidRPr="00B33384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59E89108" w14:textId="77777777" w:rsidR="00E92F8B" w:rsidRPr="00C47F86" w:rsidRDefault="00E92F8B" w:rsidP="00B33384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 xml:space="preserve"> 1/3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 xml:space="preserve"> 1/9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</w:t>
      </w:r>
      <w:r>
        <w:rPr>
          <w:rFonts w:hint="eastAsia"/>
          <w:szCs w:val="21"/>
        </w:rPr>
        <w:t>/27</w:t>
      </w:r>
      <w:r w:rsidRPr="00C47F86">
        <w:rPr>
          <w:szCs w:val="21"/>
        </w:rPr>
        <w:t xml:space="preserve">, </w:t>
      </w:r>
      <w:r w:rsidR="00B33384">
        <w:rPr>
          <w:rFonts w:hint="eastAsia"/>
          <w:szCs w:val="21"/>
        </w:rPr>
        <w:t xml:space="preserve"> 1/81,  </w:t>
      </w:r>
      <w:r w:rsidRPr="00C47F86">
        <w:rPr>
          <w:rFonts w:hint="eastAsia"/>
          <w:szCs w:val="21"/>
        </w:rPr>
        <w:t>･･･</w:t>
      </w:r>
      <w:r w:rsidR="00B33384" w:rsidRPr="00C47F86">
        <w:rPr>
          <w:rFonts w:hint="eastAsia"/>
          <w:szCs w:val="21"/>
        </w:rPr>
        <w:t>･･</w:t>
      </w:r>
      <w:r w:rsidR="00B33384">
        <w:rPr>
          <w:rFonts w:hint="eastAsia"/>
          <w:szCs w:val="21"/>
        </w:rPr>
        <w:tab/>
      </w:r>
      <w:r w:rsidRPr="00C47F86">
        <w:rPr>
          <w:rFonts w:hint="eastAsia"/>
          <w:szCs w:val="21"/>
        </w:rPr>
        <w:t>初項</w:t>
      </w:r>
      <w:r>
        <w:rPr>
          <w:rFonts w:hint="eastAsia"/>
          <w:szCs w:val="21"/>
        </w:rPr>
        <w:t>［　　　］</w:t>
      </w:r>
      <w:r w:rsidRPr="00C47F86">
        <w:rPr>
          <w:rFonts w:hint="eastAsia"/>
          <w:szCs w:val="21"/>
        </w:rPr>
        <w:t>公比</w:t>
      </w:r>
      <w:r>
        <w:rPr>
          <w:rFonts w:hint="eastAsia"/>
          <w:szCs w:val="21"/>
        </w:rPr>
        <w:t>［　　　］</w:t>
      </w:r>
    </w:p>
    <w:p w14:paraId="4A10B493" w14:textId="77777777" w:rsidR="00E92F8B" w:rsidRPr="00B33384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7DEC4EFB" w14:textId="77777777" w:rsidR="00B33384" w:rsidRDefault="00B33384" w:rsidP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>４）初項</w:t>
      </w:r>
      <w:r>
        <w:rPr>
          <w:rFonts w:hint="eastAsia"/>
          <w:szCs w:val="21"/>
        </w:rPr>
        <w:t xml:space="preserve"> 8</w:t>
      </w:r>
      <w:r>
        <w:rPr>
          <w:rFonts w:hint="eastAsia"/>
          <w:szCs w:val="21"/>
        </w:rPr>
        <w:t>、公比</w:t>
      </w:r>
      <w:r>
        <w:rPr>
          <w:rFonts w:hint="eastAsia"/>
          <w:szCs w:val="21"/>
        </w:rPr>
        <w:t xml:space="preserve"> 3 </w:t>
      </w:r>
      <w:r>
        <w:rPr>
          <w:rFonts w:hint="eastAsia"/>
          <w:szCs w:val="21"/>
        </w:rPr>
        <w:t>の等比数列の初項から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項目までを書け。</w:t>
      </w:r>
    </w:p>
    <w:p w14:paraId="6D9EDC61" w14:textId="77777777" w:rsidR="00B33384" w:rsidRDefault="00B33384" w:rsidP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02797658" w14:textId="77777777" w:rsidR="00B33384" w:rsidRDefault="00B33384" w:rsidP="00B33384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rFonts w:hint="eastAsia"/>
          <w:szCs w:val="21"/>
        </w:rPr>
        <w:t xml:space="preserve">　　［　　　］，［　　　］，［　　　］、［　　　］</w:t>
      </w:r>
    </w:p>
    <w:p w14:paraId="08BDC040" w14:textId="77777777" w:rsidR="00E92F8B" w:rsidRPr="00B33384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72850628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744A121F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</w:p>
    <w:p w14:paraId="58A62C04" w14:textId="77777777" w:rsidR="00E92F8B" w:rsidRDefault="00E92F8B">
      <w:pPr>
        <w:widowControl/>
        <w:adjustRightInd/>
        <w:spacing w:line="240" w:lineRule="auto"/>
        <w:jc w:val="left"/>
        <w:textAlignment w:val="auto"/>
        <w:rPr>
          <w:szCs w:val="21"/>
        </w:rPr>
      </w:pPr>
      <w:r>
        <w:rPr>
          <w:szCs w:val="21"/>
        </w:rPr>
        <w:br w:type="page"/>
      </w:r>
    </w:p>
    <w:p w14:paraId="79F37FEC" w14:textId="77777777" w:rsidR="009E5AC2" w:rsidRPr="0079757C" w:rsidRDefault="00EF30A7">
      <w:pPr>
        <w:pStyle w:val="2"/>
        <w:rPr>
          <w:sz w:val="21"/>
          <w:szCs w:val="21"/>
        </w:rPr>
      </w:pPr>
      <w:r>
        <w:lastRenderedPageBreak/>
        <w:t>1.2</w:t>
      </w:r>
      <w:r w:rsidR="009A069F">
        <w:rPr>
          <w:rFonts w:hint="eastAsia"/>
        </w:rPr>
        <w:t xml:space="preserve"> </w:t>
      </w:r>
      <w:r>
        <w:rPr>
          <w:rFonts w:hint="eastAsia"/>
        </w:rPr>
        <w:t>Σ記号の使用法</w:t>
      </w:r>
      <w:r w:rsidR="0079757C">
        <w:rPr>
          <w:rFonts w:hint="eastAsia"/>
          <w:sz w:val="21"/>
          <w:szCs w:val="21"/>
        </w:rPr>
        <w:t xml:space="preserve">　【第２回】</w:t>
      </w:r>
    </w:p>
    <w:p w14:paraId="0D7F8536" w14:textId="77777777" w:rsidR="009E5AC2" w:rsidRPr="009A069F" w:rsidRDefault="00EF30A7" w:rsidP="009A069F">
      <w:pPr>
        <w:rPr>
          <w:rFonts w:asciiTheme="majorEastAsia" w:eastAsiaTheme="majorEastAsia" w:hAnsiTheme="majorEastAsia"/>
        </w:rPr>
      </w:pPr>
      <w:r w:rsidRPr="009A069F">
        <w:rPr>
          <w:rFonts w:asciiTheme="majorEastAsia" w:eastAsiaTheme="majorEastAsia" w:hAnsiTheme="majorEastAsia" w:hint="eastAsia"/>
        </w:rPr>
        <w:t>使用例</w:t>
      </w:r>
    </w:p>
    <w:p w14:paraId="7026217C" w14:textId="77777777" w:rsidR="003E49E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3360" w:dyaOrig="680" w14:anchorId="20426A87">
          <v:shape id="_x0000_i1033" type="#_x0000_t75" style="width:168.6pt;height:33.6pt" o:ole="">
            <v:imagedata r:id="rId24" o:title=""/>
          </v:shape>
          <o:OLEObject Type="Embed" ProgID="Equation.DSMT4" ShapeID="_x0000_i1033" DrawAspect="Content" ObjectID="_1714378778" r:id="rId25"/>
        </w:object>
      </w:r>
    </w:p>
    <w:p w14:paraId="01DF8D15" w14:textId="77777777" w:rsidR="003E49EA" w:rsidRPr="003E49EA" w:rsidRDefault="003E49EA" w:rsidP="003E49EA">
      <w:pPr>
        <w:ind w:leftChars="67" w:left="141"/>
      </w:pPr>
    </w:p>
    <w:p w14:paraId="78341BFE" w14:textId="77777777" w:rsidR="003E49E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12"/>
        </w:rPr>
        <w:object w:dxaOrig="2180" w:dyaOrig="360" w14:anchorId="2EFD887F">
          <v:shape id="_x0000_i1034" type="#_x0000_t75" style="width:108pt;height:18.6pt" o:ole="">
            <v:imagedata r:id="rId26" o:title=""/>
          </v:shape>
          <o:OLEObject Type="Embed" ProgID="Equation.DSMT4" ShapeID="_x0000_i1034" DrawAspect="Content" ObjectID="_1714378779" r:id="rId27"/>
        </w:object>
      </w:r>
    </w:p>
    <w:p w14:paraId="0222D66A" w14:textId="77777777" w:rsidR="001758D6" w:rsidRDefault="001758D6" w:rsidP="003E49EA">
      <w:pPr>
        <w:ind w:leftChars="67" w:left="141"/>
      </w:pPr>
    </w:p>
    <w:p w14:paraId="0D8863B9" w14:textId="77777777" w:rsidR="003E49EA" w:rsidRPr="003E49E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12"/>
        </w:rPr>
        <w:object w:dxaOrig="2160" w:dyaOrig="360" w14:anchorId="4F6A469A">
          <v:shape id="_x0000_i1035" type="#_x0000_t75" style="width:108pt;height:18.6pt" o:ole="">
            <v:imagedata r:id="rId28" o:title=""/>
          </v:shape>
          <o:OLEObject Type="Embed" ProgID="Equation.DSMT4" ShapeID="_x0000_i1035" DrawAspect="Content" ObjectID="_1714378780" r:id="rId29"/>
        </w:object>
      </w:r>
    </w:p>
    <w:p w14:paraId="44666110" w14:textId="77777777" w:rsidR="003E49EA" w:rsidRDefault="003E49EA" w:rsidP="003E49EA">
      <w:pPr>
        <w:ind w:leftChars="67" w:left="141"/>
      </w:pPr>
    </w:p>
    <w:p w14:paraId="26A67DC7" w14:textId="77777777" w:rsidR="003E49E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680" w:dyaOrig="680" w14:anchorId="3B237350">
          <v:shape id="_x0000_i1036" type="#_x0000_t75" style="width:33.6pt;height:33.6pt" o:ole="">
            <v:imagedata r:id="rId30" o:title=""/>
          </v:shape>
          <o:OLEObject Type="Embed" ProgID="Equation.DSMT4" ShapeID="_x0000_i1036" DrawAspect="Content" ObjectID="_1714378781" r:id="rId31"/>
        </w:object>
      </w:r>
    </w:p>
    <w:p w14:paraId="5C340266" w14:textId="77777777" w:rsidR="003E49EA" w:rsidRDefault="003E49EA" w:rsidP="003E49EA">
      <w:pPr>
        <w:ind w:leftChars="67" w:left="141"/>
      </w:pPr>
    </w:p>
    <w:p w14:paraId="524CEB5B" w14:textId="77777777" w:rsidR="003E49EA" w:rsidRPr="003E49E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740" w:dyaOrig="680" w14:anchorId="5A0B9715">
          <v:shape id="_x0000_i1037" type="#_x0000_t75" style="width:36.6pt;height:33.6pt" o:ole="">
            <v:imagedata r:id="rId32" o:title=""/>
          </v:shape>
          <o:OLEObject Type="Embed" ProgID="Equation.DSMT4" ShapeID="_x0000_i1037" DrawAspect="Content" ObjectID="_1714378782" r:id="rId33"/>
        </w:object>
      </w:r>
    </w:p>
    <w:p w14:paraId="6BEDD5E7" w14:textId="77777777" w:rsidR="009E5AC2" w:rsidRDefault="009E5AC2"/>
    <w:p w14:paraId="1E33E293" w14:textId="77777777" w:rsidR="006E0EAB" w:rsidRPr="003E49E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840" w:dyaOrig="680" w14:anchorId="09AFE45D">
          <v:shape id="_x0000_i1038" type="#_x0000_t75" style="width:42pt;height:33.6pt" o:ole="">
            <v:imagedata r:id="rId34" o:title=""/>
          </v:shape>
          <o:OLEObject Type="Embed" ProgID="Equation.DSMT4" ShapeID="_x0000_i1038" DrawAspect="Content" ObjectID="_1714378783" r:id="rId35"/>
        </w:object>
      </w:r>
    </w:p>
    <w:p w14:paraId="4787EB5B" w14:textId="77777777" w:rsidR="00E92F8B" w:rsidRDefault="00E92F8B" w:rsidP="00A467BC">
      <w:pPr>
        <w:ind w:leftChars="67" w:left="141"/>
      </w:pPr>
    </w:p>
    <w:p w14:paraId="445CE69D" w14:textId="77777777" w:rsidR="0079757C" w:rsidRPr="0079757C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639" w:dyaOrig="680" w14:anchorId="3BD86E32">
          <v:shape id="_x0000_i1039" type="#_x0000_t75" style="width:31.8pt;height:33.6pt" o:ole="">
            <v:imagedata r:id="rId36" o:title=""/>
          </v:shape>
          <o:OLEObject Type="Embed" ProgID="Equation.DSMT4" ShapeID="_x0000_i1039" DrawAspect="Content" ObjectID="_1714378784" r:id="rId37"/>
        </w:object>
      </w:r>
    </w:p>
    <w:p w14:paraId="3B07E5BC" w14:textId="77777777" w:rsidR="0079757C" w:rsidRDefault="0079757C" w:rsidP="0079757C">
      <w:pPr>
        <w:ind w:leftChars="67" w:left="141"/>
      </w:pPr>
    </w:p>
    <w:p w14:paraId="390528D3" w14:textId="77777777" w:rsidR="00A74314" w:rsidRPr="0079757C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580" w:dyaOrig="680" w14:anchorId="790846A8">
          <v:shape id="_x0000_i1040" type="#_x0000_t75" style="width:29.4pt;height:33.6pt" o:ole="">
            <v:imagedata r:id="rId38" o:title=""/>
          </v:shape>
          <o:OLEObject Type="Embed" ProgID="Equation.DSMT4" ShapeID="_x0000_i1040" DrawAspect="Content" ObjectID="_1714378785" r:id="rId39"/>
        </w:object>
      </w:r>
    </w:p>
    <w:p w14:paraId="15FC0417" w14:textId="77777777" w:rsidR="00A74314" w:rsidRDefault="00A74314" w:rsidP="0079757C">
      <w:pPr>
        <w:ind w:leftChars="67" w:left="141"/>
      </w:pPr>
    </w:p>
    <w:p w14:paraId="0035AD3E" w14:textId="77777777" w:rsidR="002851DA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980" w:dyaOrig="680" w14:anchorId="4D8B9AB5">
          <v:shape id="_x0000_i1041" type="#_x0000_t75" style="width:48.6pt;height:33.6pt" o:ole="">
            <v:imagedata r:id="rId40" o:title=""/>
          </v:shape>
          <o:OLEObject Type="Embed" ProgID="Equation.DSMT4" ShapeID="_x0000_i1041" DrawAspect="Content" ObjectID="_1714378786" r:id="rId41"/>
        </w:object>
      </w:r>
    </w:p>
    <w:p w14:paraId="2643D08F" w14:textId="77777777" w:rsidR="0079757C" w:rsidRDefault="0079757C" w:rsidP="0079757C">
      <w:pPr>
        <w:ind w:leftChars="67" w:left="141"/>
      </w:pPr>
    </w:p>
    <w:p w14:paraId="12A4B7CC" w14:textId="77777777" w:rsidR="0079757C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1060" w:dyaOrig="680" w14:anchorId="7FBAFF5F">
          <v:shape id="_x0000_i1042" type="#_x0000_t75" style="width:53.4pt;height:33.6pt" o:ole="">
            <v:imagedata r:id="rId42" o:title=""/>
          </v:shape>
          <o:OLEObject Type="Embed" ProgID="Equation.DSMT4" ShapeID="_x0000_i1042" DrawAspect="Content" ObjectID="_1714378787" r:id="rId43"/>
        </w:object>
      </w:r>
    </w:p>
    <w:p w14:paraId="542BD7AA" w14:textId="77777777" w:rsidR="0079757C" w:rsidRDefault="0079757C" w:rsidP="0079757C">
      <w:pPr>
        <w:ind w:leftChars="67" w:left="141"/>
      </w:pPr>
    </w:p>
    <w:p w14:paraId="30FD6455" w14:textId="77777777" w:rsidR="0079757C" w:rsidRPr="0079757C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940" w:dyaOrig="680" w14:anchorId="43E3D5C0">
          <v:shape id="_x0000_i1043" type="#_x0000_t75" style="width:46.8pt;height:33.6pt" o:ole="">
            <v:imagedata r:id="rId44" o:title=""/>
          </v:shape>
          <o:OLEObject Type="Embed" ProgID="Equation.DSMT4" ShapeID="_x0000_i1043" DrawAspect="Content" ObjectID="_1714378788" r:id="rId45"/>
        </w:object>
      </w:r>
    </w:p>
    <w:p w14:paraId="03FEE6FA" w14:textId="77777777" w:rsidR="00BE519E" w:rsidRDefault="00BE519E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64EFACFB" w14:textId="77777777" w:rsidR="00B400A4" w:rsidRPr="00820C89" w:rsidRDefault="00B400A4" w:rsidP="00B400A4">
      <w:pPr>
        <w:rPr>
          <w:rFonts w:asciiTheme="majorEastAsia" w:eastAsiaTheme="majorEastAsia" w:hAnsiTheme="majorEastAsia"/>
        </w:rPr>
      </w:pPr>
      <w:r w:rsidRPr="00820C89">
        <w:rPr>
          <w:rFonts w:asciiTheme="majorEastAsia" w:eastAsiaTheme="majorEastAsia" w:hAnsiTheme="majorEastAsia" w:hint="eastAsia"/>
        </w:rPr>
        <w:lastRenderedPageBreak/>
        <w:t>公式</w:t>
      </w:r>
    </w:p>
    <w:p w14:paraId="59CC00CF" w14:textId="77777777" w:rsidR="003D2610" w:rsidRPr="003D2610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1340" w:dyaOrig="680" w14:anchorId="168BF281">
          <v:shape id="_x0000_i1044" type="#_x0000_t75" style="width:67.8pt;height:33.6pt" o:ole="">
            <v:imagedata r:id="rId46" o:title=""/>
          </v:shape>
          <o:OLEObject Type="Embed" ProgID="Equation.DSMT4" ShapeID="_x0000_i1044" DrawAspect="Content" ObjectID="_1714378789" r:id="rId47"/>
        </w:object>
      </w:r>
    </w:p>
    <w:p w14:paraId="0247E70F" w14:textId="77777777" w:rsidR="003D2610" w:rsidRDefault="003D2610" w:rsidP="003D2610">
      <w:pPr>
        <w:ind w:leftChars="67" w:left="141"/>
      </w:pPr>
    </w:p>
    <w:p w14:paraId="1B77E678" w14:textId="77777777" w:rsidR="003D2610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28"/>
        </w:rPr>
        <w:object w:dxaOrig="2380" w:dyaOrig="680" w14:anchorId="11E30AD8">
          <v:shape id="_x0000_i1045" type="#_x0000_t75" style="width:118.8pt;height:33.6pt" o:ole="">
            <v:imagedata r:id="rId48" o:title=""/>
          </v:shape>
          <o:OLEObject Type="Embed" ProgID="Equation.DSMT4" ShapeID="_x0000_i1045" DrawAspect="Content" ObjectID="_1714378790" r:id="rId49"/>
        </w:object>
      </w:r>
    </w:p>
    <w:p w14:paraId="61D15007" w14:textId="77777777" w:rsidR="003D2610" w:rsidRDefault="003D2610" w:rsidP="00B400A4">
      <w:pPr>
        <w:ind w:leftChars="67" w:left="141"/>
        <w:rPr>
          <w:rFonts w:asciiTheme="majorEastAsia" w:eastAsiaTheme="majorEastAsia" w:hAnsiTheme="majorEastAsia"/>
        </w:rPr>
      </w:pPr>
    </w:p>
    <w:p w14:paraId="35F8037F" w14:textId="77777777" w:rsidR="00B400A4" w:rsidRPr="003D2610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32"/>
        </w:rPr>
        <w:object w:dxaOrig="1760" w:dyaOrig="720" w14:anchorId="4E23BAFD">
          <v:shape id="_x0000_i1046" type="#_x0000_t75" style="width:88.2pt;height:36pt" o:ole="">
            <v:imagedata r:id="rId50" o:title=""/>
          </v:shape>
          <o:OLEObject Type="Embed" ProgID="Equation.DSMT4" ShapeID="_x0000_i1046" DrawAspect="Content" ObjectID="_1714378791" r:id="rId51"/>
        </w:object>
      </w:r>
    </w:p>
    <w:p w14:paraId="06AAE8A5" w14:textId="77777777" w:rsidR="003D2610" w:rsidRDefault="003D2610" w:rsidP="00B400A4">
      <w:pPr>
        <w:ind w:leftChars="67" w:left="141"/>
      </w:pPr>
    </w:p>
    <w:p w14:paraId="65ABBCAF" w14:textId="77777777" w:rsidR="00B400A4" w:rsidRDefault="00BE519E" w:rsidP="00BE519E">
      <w:pPr>
        <w:pStyle w:val="MTDisplayEquation"/>
        <w:ind w:leftChars="0" w:left="0" w:firstLineChars="100" w:firstLine="210"/>
      </w:pPr>
      <w:r w:rsidRPr="00BE519E">
        <w:rPr>
          <w:position w:val="-32"/>
        </w:rPr>
        <w:object w:dxaOrig="2420" w:dyaOrig="720" w14:anchorId="4BC9506E">
          <v:shape id="_x0000_i1047" type="#_x0000_t75" style="width:120.6pt;height:36pt" o:ole="">
            <v:imagedata r:id="rId52" o:title=""/>
          </v:shape>
          <o:OLEObject Type="Embed" ProgID="Equation.DSMT4" ShapeID="_x0000_i1047" DrawAspect="Content" ObjectID="_1714378792" r:id="rId53"/>
        </w:object>
      </w:r>
    </w:p>
    <w:p w14:paraId="08726F01" w14:textId="77777777" w:rsidR="003D2610" w:rsidRDefault="003D2610" w:rsidP="00B33384">
      <w:pPr>
        <w:rPr>
          <w:rFonts w:asciiTheme="majorEastAsia" w:eastAsiaTheme="majorEastAsia" w:hAnsiTheme="majorEastAsia"/>
        </w:rPr>
      </w:pPr>
    </w:p>
    <w:p w14:paraId="29191C48" w14:textId="77777777" w:rsidR="008A4746" w:rsidRPr="008A4746" w:rsidRDefault="008A4746" w:rsidP="00B33384">
      <w:pPr>
        <w:rPr>
          <w:rFonts w:asciiTheme="majorEastAsia" w:eastAsiaTheme="majorEastAsia" w:hAnsiTheme="majorEastAsia"/>
        </w:rPr>
      </w:pPr>
      <w:r w:rsidRPr="008A4746">
        <w:rPr>
          <w:rFonts w:asciiTheme="majorEastAsia" w:eastAsiaTheme="majorEastAsia" w:hAnsiTheme="majorEastAsia" w:hint="eastAsia"/>
        </w:rPr>
        <w:t>演習</w:t>
      </w:r>
    </w:p>
    <w:p w14:paraId="435EC25C" w14:textId="77777777" w:rsidR="00285C61" w:rsidRDefault="00285C61" w:rsidP="00285C61">
      <w:pPr>
        <w:snapToGrid w:val="0"/>
      </w:pPr>
      <w:r>
        <w:rPr>
          <w:rFonts w:hint="eastAsia"/>
        </w:rPr>
        <w:t>以下のΣ記号の式を書き下せ。</w:t>
      </w:r>
    </w:p>
    <w:p w14:paraId="255312D9" w14:textId="77777777" w:rsidR="00285C61" w:rsidRDefault="00285C61" w:rsidP="00285C61">
      <w:pPr>
        <w:pStyle w:val="MTDisplayEquation"/>
        <w:snapToGrid w:val="0"/>
        <w:ind w:leftChars="0" w:left="0"/>
      </w:pPr>
      <w:r>
        <w:rPr>
          <w:rFonts w:hint="eastAsia"/>
        </w:rPr>
        <w:t>１）</w:t>
      </w:r>
      <w:r w:rsidRPr="00BE519E">
        <w:rPr>
          <w:position w:val="-28"/>
        </w:rPr>
        <w:object w:dxaOrig="680" w:dyaOrig="680" w14:anchorId="051F619C">
          <v:shape id="_x0000_i1048" type="#_x0000_t75" style="width:33.6pt;height:33.6pt" o:ole="">
            <v:imagedata r:id="rId54" o:title=""/>
          </v:shape>
          <o:OLEObject Type="Embed" ProgID="Equation.DSMT4" ShapeID="_x0000_i1048" DrawAspect="Content" ObjectID="_1714378793" r:id="rId55"/>
        </w:object>
      </w:r>
    </w:p>
    <w:p w14:paraId="7F06D6FC" w14:textId="77777777" w:rsidR="00285C61" w:rsidRDefault="00285C61" w:rsidP="00285C61">
      <w:pPr>
        <w:pStyle w:val="MTDisplayEquation"/>
        <w:snapToGrid w:val="0"/>
        <w:ind w:leftChars="0" w:left="0"/>
      </w:pPr>
    </w:p>
    <w:p w14:paraId="44727EAD" w14:textId="77777777" w:rsidR="00285C61" w:rsidRDefault="00285C61" w:rsidP="00285C61">
      <w:pPr>
        <w:pStyle w:val="MTDisplayEquation"/>
        <w:snapToGrid w:val="0"/>
        <w:ind w:leftChars="0" w:left="0"/>
      </w:pPr>
      <w:r>
        <w:rPr>
          <w:rFonts w:hint="eastAsia"/>
        </w:rPr>
        <w:t>２）</w:t>
      </w:r>
      <w:r w:rsidRPr="00BE519E">
        <w:rPr>
          <w:position w:val="-28"/>
        </w:rPr>
        <w:object w:dxaOrig="940" w:dyaOrig="680" w14:anchorId="1FF04264">
          <v:shape id="_x0000_i1049" type="#_x0000_t75" style="width:46.8pt;height:33.6pt" o:ole="">
            <v:imagedata r:id="rId56" o:title=""/>
          </v:shape>
          <o:OLEObject Type="Embed" ProgID="Equation.DSMT4" ShapeID="_x0000_i1049" DrawAspect="Content" ObjectID="_1714378794" r:id="rId57"/>
        </w:object>
      </w:r>
    </w:p>
    <w:p w14:paraId="777299DF" w14:textId="77777777" w:rsidR="00285C61" w:rsidRDefault="00285C61" w:rsidP="00285C61">
      <w:pPr>
        <w:snapToGrid w:val="0"/>
      </w:pPr>
    </w:p>
    <w:p w14:paraId="0285F6DA" w14:textId="77777777" w:rsidR="00285C61" w:rsidRDefault="00285C61" w:rsidP="00285C61">
      <w:pPr>
        <w:snapToGrid w:val="0"/>
      </w:pPr>
      <w:r>
        <w:rPr>
          <w:rFonts w:hint="eastAsia"/>
        </w:rPr>
        <w:t>以下の数列をΣ記号で表せ。</w:t>
      </w:r>
    </w:p>
    <w:p w14:paraId="685BBFF7" w14:textId="77777777" w:rsidR="00285C61" w:rsidRDefault="00285C61" w:rsidP="00285C61">
      <w:pPr>
        <w:pStyle w:val="MTDisplayEquation"/>
        <w:snapToGrid w:val="0"/>
        <w:ind w:leftChars="0" w:left="0"/>
      </w:pPr>
    </w:p>
    <w:p w14:paraId="22E05E78" w14:textId="77777777" w:rsidR="00285C61" w:rsidRPr="008A4746" w:rsidRDefault="00285C61" w:rsidP="00285C61">
      <w:pPr>
        <w:pStyle w:val="MTDisplayEquation"/>
        <w:snapToGrid w:val="0"/>
        <w:ind w:leftChars="0" w:left="0"/>
      </w:pPr>
      <w:r>
        <w:rPr>
          <w:rFonts w:hint="eastAsia"/>
        </w:rPr>
        <w:t>３）</w:t>
      </w:r>
      <w:r w:rsidRPr="00BE519E">
        <w:rPr>
          <w:position w:val="-12"/>
        </w:rPr>
        <w:object w:dxaOrig="2240" w:dyaOrig="360" w14:anchorId="5F2FA9F4">
          <v:shape id="_x0000_i1050" type="#_x0000_t75" style="width:111.6pt;height:19.2pt" o:ole="">
            <v:imagedata r:id="rId58" o:title=""/>
          </v:shape>
          <o:OLEObject Type="Embed" ProgID="Equation.DSMT4" ShapeID="_x0000_i1050" DrawAspect="Content" ObjectID="_1714378795" r:id="rId59"/>
        </w:object>
      </w:r>
    </w:p>
    <w:p w14:paraId="1494F61E" w14:textId="77777777" w:rsidR="00285C61" w:rsidRDefault="00285C61" w:rsidP="00285C61">
      <w:pPr>
        <w:pStyle w:val="MTDisplayEquation"/>
        <w:snapToGrid w:val="0"/>
        <w:ind w:leftChars="0" w:left="0"/>
      </w:pPr>
    </w:p>
    <w:p w14:paraId="31B28C2E" w14:textId="77777777" w:rsidR="00285C61" w:rsidRPr="008A4746" w:rsidRDefault="00285C61" w:rsidP="00285C61">
      <w:pPr>
        <w:pStyle w:val="MTDisplayEquation"/>
        <w:snapToGrid w:val="0"/>
        <w:ind w:leftChars="0" w:left="0"/>
      </w:pPr>
      <w:r>
        <w:rPr>
          <w:rFonts w:hint="eastAsia"/>
        </w:rPr>
        <w:t>４）</w:t>
      </w:r>
      <w:r w:rsidRPr="00BE519E">
        <w:rPr>
          <w:position w:val="-6"/>
        </w:rPr>
        <w:object w:dxaOrig="2260" w:dyaOrig="279" w14:anchorId="4297D540">
          <v:shape id="_x0000_i1051" type="#_x0000_t75" style="width:113.4pt;height:14.4pt" o:ole="">
            <v:imagedata r:id="rId60" o:title=""/>
          </v:shape>
          <o:OLEObject Type="Embed" ProgID="Equation.DSMT4" ShapeID="_x0000_i1051" DrawAspect="Content" ObjectID="_1714378796" r:id="rId61"/>
        </w:object>
      </w:r>
    </w:p>
    <w:p w14:paraId="29B88BCA" w14:textId="77777777" w:rsidR="00285C61" w:rsidRDefault="00285C61">
      <w:pPr>
        <w:widowControl/>
        <w:adjustRightInd/>
        <w:spacing w:line="240" w:lineRule="auto"/>
        <w:jc w:val="left"/>
        <w:textAlignment w:val="auto"/>
      </w:pPr>
    </w:p>
    <w:p w14:paraId="27D79E60" w14:textId="77777777" w:rsidR="00B33384" w:rsidRDefault="00B33384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2"/>
          <w:szCs w:val="22"/>
        </w:rPr>
      </w:pPr>
      <w:r>
        <w:br w:type="page"/>
      </w:r>
    </w:p>
    <w:p w14:paraId="15E38220" w14:textId="77777777" w:rsidR="009E5AC2" w:rsidRPr="00587BBC" w:rsidRDefault="00EF30A7">
      <w:pPr>
        <w:pStyle w:val="2"/>
        <w:rPr>
          <w:sz w:val="21"/>
          <w:szCs w:val="21"/>
        </w:rPr>
      </w:pPr>
      <w:r>
        <w:lastRenderedPageBreak/>
        <w:t>1.3</w:t>
      </w:r>
      <w:r w:rsidR="00A62593">
        <w:t xml:space="preserve"> </w:t>
      </w:r>
      <w:r>
        <w:rPr>
          <w:rFonts w:hint="eastAsia"/>
        </w:rPr>
        <w:t>数列の和の計算</w:t>
      </w:r>
      <w:r w:rsidR="00587BBC" w:rsidRPr="00587BBC">
        <w:rPr>
          <w:rFonts w:hint="eastAsia"/>
          <w:sz w:val="21"/>
          <w:szCs w:val="21"/>
        </w:rPr>
        <w:t xml:space="preserve">　【</w:t>
      </w:r>
      <w:r w:rsidR="00587BBC">
        <w:rPr>
          <w:rFonts w:hint="eastAsia"/>
          <w:sz w:val="21"/>
          <w:szCs w:val="21"/>
        </w:rPr>
        <w:t>第３回】</w:t>
      </w:r>
    </w:p>
    <w:p w14:paraId="5403B068" w14:textId="77777777" w:rsidR="009E5AC2" w:rsidRPr="00E5618A" w:rsidRDefault="00E937DC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１）</w:t>
      </w:r>
      <w:r w:rsidR="00EF30A7" w:rsidRPr="00E5618A">
        <w:rPr>
          <w:rFonts w:asciiTheme="majorEastAsia" w:eastAsiaTheme="majorEastAsia" w:hAnsiTheme="majorEastAsia" w:hint="eastAsia"/>
        </w:rPr>
        <w:t>等差数列の和</w:t>
      </w:r>
    </w:p>
    <w:p w14:paraId="2C937B1F" w14:textId="77777777" w:rsidR="009E5AC2" w:rsidRDefault="003173C1">
      <w:r>
        <w:rPr>
          <w:rFonts w:asciiTheme="majorEastAsia" w:eastAsiaTheme="majorEastAsia" w:hAnsiTheme="majorEastAsia" w:hint="eastAsia"/>
        </w:rPr>
        <w:t xml:space="preserve">例　</w:t>
      </w:r>
      <w:r w:rsidR="00EF30A7">
        <w:rPr>
          <w:rFonts w:hint="eastAsia"/>
        </w:rPr>
        <w:t>以下の和を求めよ。</w:t>
      </w:r>
    </w:p>
    <w:p w14:paraId="30E718F9" w14:textId="77777777" w:rsidR="004A1466" w:rsidRDefault="005220AA">
      <w:r>
        <w:rPr>
          <w:rFonts w:hint="eastAsia"/>
        </w:rPr>
        <w:t>１）</w:t>
      </w:r>
      <w:r w:rsidR="00B75AFF">
        <w:rPr>
          <w:rFonts w:hint="eastAsia"/>
        </w:rPr>
        <w:t xml:space="preserve">　</w:t>
      </w:r>
      <w:r w:rsidR="00BE519E" w:rsidRPr="00BE519E">
        <w:rPr>
          <w:position w:val="-6"/>
        </w:rPr>
        <w:object w:dxaOrig="3000" w:dyaOrig="279" w14:anchorId="55DCC965">
          <v:shape id="_x0000_i1052" type="#_x0000_t75" style="width:150pt;height:14.4pt" o:ole="">
            <v:imagedata r:id="rId62" o:title=""/>
          </v:shape>
          <o:OLEObject Type="Embed" ProgID="Equation.DSMT4" ShapeID="_x0000_i1052" DrawAspect="Content" ObjectID="_1714378797" r:id="rId63"/>
        </w:object>
      </w:r>
      <w:r w:rsidR="003173C1">
        <w:rPr>
          <w:rFonts w:hint="eastAsia"/>
        </w:rPr>
        <w:tab/>
      </w:r>
      <w:r w:rsidR="003173C1">
        <w:rPr>
          <w:rFonts w:hint="eastAsia"/>
        </w:rPr>
        <w:tab/>
      </w:r>
      <w:r w:rsidR="003D607C">
        <w:rPr>
          <w:rFonts w:hint="eastAsia"/>
        </w:rPr>
        <w:t>間隔</w:t>
      </w:r>
      <w:r w:rsidR="00B75AFF">
        <w:rPr>
          <w:rFonts w:hint="eastAsia"/>
        </w:rPr>
        <w:t>の数</w:t>
      </w:r>
    </w:p>
    <w:p w14:paraId="2CB5D197" w14:textId="77777777" w:rsidR="005220AA" w:rsidRDefault="003D607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項の数</w:t>
      </w:r>
    </w:p>
    <w:p w14:paraId="56364C1F" w14:textId="77777777" w:rsidR="005220AA" w:rsidRDefault="005220AA"/>
    <w:p w14:paraId="7C1318ED" w14:textId="77777777" w:rsidR="004A1466" w:rsidRDefault="004A1466"/>
    <w:p w14:paraId="03B029DF" w14:textId="77777777" w:rsidR="001477A5" w:rsidRDefault="001477A5" w:rsidP="001477A5">
      <w:pPr>
        <w:rPr>
          <w:rFonts w:asciiTheme="minorEastAsia" w:eastAsiaTheme="minorEastAsia" w:hAnsiTheme="minorEastAsia"/>
        </w:rPr>
      </w:pPr>
    </w:p>
    <w:p w14:paraId="18430789" w14:textId="77777777" w:rsidR="001477A5" w:rsidRDefault="001477A5" w:rsidP="001477A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答</w:t>
      </w:r>
      <w:r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5E84DD19" w14:textId="77777777" w:rsidR="005220AA" w:rsidRDefault="005220AA"/>
    <w:p w14:paraId="2A22E91E" w14:textId="77777777" w:rsidR="005220AA" w:rsidRDefault="005220AA">
      <w:r>
        <w:rPr>
          <w:rFonts w:hint="eastAsia"/>
        </w:rPr>
        <w:t>２）</w:t>
      </w:r>
      <w:r w:rsidR="00B75AFF">
        <w:rPr>
          <w:rFonts w:hint="eastAsia"/>
        </w:rPr>
        <w:t xml:space="preserve">　</w:t>
      </w:r>
      <w:r w:rsidR="00BE519E" w:rsidRPr="00BE519E">
        <w:rPr>
          <w:position w:val="-6"/>
        </w:rPr>
        <w:object w:dxaOrig="2900" w:dyaOrig="279" w14:anchorId="12271D08">
          <v:shape id="_x0000_i1053" type="#_x0000_t75" style="width:144.6pt;height:14.4pt" o:ole="">
            <v:imagedata r:id="rId64" o:title=""/>
          </v:shape>
          <o:OLEObject Type="Embed" ProgID="Equation.DSMT4" ShapeID="_x0000_i1053" DrawAspect="Content" ObjectID="_1714378798" r:id="rId65"/>
        </w:object>
      </w:r>
      <w:r w:rsidR="003173C1">
        <w:rPr>
          <w:rFonts w:hint="eastAsia"/>
        </w:rPr>
        <w:tab/>
      </w:r>
      <w:r w:rsidR="003173C1">
        <w:rPr>
          <w:rFonts w:hint="eastAsia"/>
        </w:rPr>
        <w:tab/>
      </w:r>
      <w:r w:rsidR="003D607C">
        <w:rPr>
          <w:rFonts w:hint="eastAsia"/>
        </w:rPr>
        <w:t>間隔</w:t>
      </w:r>
      <w:r w:rsidR="00B75AFF">
        <w:rPr>
          <w:rFonts w:hint="eastAsia"/>
        </w:rPr>
        <w:t>の数</w:t>
      </w:r>
    </w:p>
    <w:p w14:paraId="1855DFFE" w14:textId="77777777" w:rsidR="005220AA" w:rsidRDefault="003D607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項の数</w:t>
      </w:r>
    </w:p>
    <w:p w14:paraId="317EE0AD" w14:textId="77777777" w:rsidR="005220AA" w:rsidRDefault="005220AA"/>
    <w:p w14:paraId="6B7E18AC" w14:textId="77777777" w:rsidR="005220AA" w:rsidRDefault="005220AA"/>
    <w:p w14:paraId="5F8577CB" w14:textId="77777777" w:rsidR="005220AA" w:rsidRDefault="005220AA"/>
    <w:p w14:paraId="1E518396" w14:textId="77777777" w:rsidR="001477A5" w:rsidRDefault="001477A5" w:rsidP="001477A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答</w:t>
      </w:r>
      <w:r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3831C6FE" w14:textId="77777777" w:rsidR="001477A5" w:rsidRDefault="001477A5"/>
    <w:p w14:paraId="68ABCC46" w14:textId="77777777" w:rsidR="009E5AC2" w:rsidRPr="00E5618A" w:rsidRDefault="00E937DC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２）</w:t>
      </w:r>
      <w:r w:rsidR="00EF30A7" w:rsidRPr="00E5618A">
        <w:rPr>
          <w:rFonts w:asciiTheme="majorEastAsia" w:eastAsiaTheme="majorEastAsia" w:hAnsiTheme="majorEastAsia" w:hint="eastAsia"/>
        </w:rPr>
        <w:t>等比数列の和</w:t>
      </w:r>
    </w:p>
    <w:p w14:paraId="21C876A5" w14:textId="77777777" w:rsidR="009E5AC2" w:rsidRPr="003173C1" w:rsidRDefault="003173C1" w:rsidP="006A0F5F">
      <w:pPr>
        <w:rPr>
          <w:rFonts w:asciiTheme="minorEastAsia" w:eastAsiaTheme="minorEastAsia" w:hAnsiTheme="minorEastAsia"/>
        </w:rPr>
      </w:pPr>
      <w:r>
        <w:rPr>
          <w:rFonts w:asciiTheme="majorEastAsia" w:eastAsiaTheme="majorEastAsia" w:hAnsiTheme="majorEastAsia" w:hint="eastAsia"/>
        </w:rPr>
        <w:t>例</w:t>
      </w:r>
      <w:r>
        <w:rPr>
          <w:rFonts w:asciiTheme="minorEastAsia" w:eastAsiaTheme="minorEastAsia" w:hAnsiTheme="minorEastAsia" w:hint="eastAsia"/>
        </w:rPr>
        <w:t xml:space="preserve">　以下の和を求めよ。</w:t>
      </w:r>
    </w:p>
    <w:p w14:paraId="227C49EC" w14:textId="77777777" w:rsidR="006A0F5F" w:rsidRPr="00A03394" w:rsidRDefault="006A0F5F" w:rsidP="006A0F5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１）</w:t>
      </w:r>
      <w:r w:rsidR="00B75AFF">
        <w:rPr>
          <w:rFonts w:asciiTheme="minorEastAsia" w:eastAsiaTheme="minorEastAsia" w:hAnsiTheme="minorEastAsia" w:hint="eastAsia"/>
        </w:rPr>
        <w:t xml:space="preserve">　</w:t>
      </w:r>
      <w:r w:rsidR="00BE519E" w:rsidRPr="00BE519E">
        <w:rPr>
          <w:position w:val="-6"/>
        </w:rPr>
        <w:object w:dxaOrig="2740" w:dyaOrig="279" w14:anchorId="0191809F">
          <v:shape id="_x0000_i1054" type="#_x0000_t75" style="width:137.4pt;height:14.4pt" o:ole="">
            <v:imagedata r:id="rId66" o:title=""/>
          </v:shape>
          <o:OLEObject Type="Embed" ProgID="Equation.DSMT4" ShapeID="_x0000_i1054" DrawAspect="Content" ObjectID="_1714378799" r:id="rId67"/>
        </w:object>
      </w:r>
    </w:p>
    <w:p w14:paraId="152C9C22" w14:textId="77777777" w:rsidR="006A0F5F" w:rsidRDefault="006A0F5F" w:rsidP="006A0F5F">
      <w:pPr>
        <w:rPr>
          <w:rFonts w:asciiTheme="minorEastAsia" w:eastAsiaTheme="minorEastAsia" w:hAnsiTheme="minorEastAsia"/>
        </w:rPr>
      </w:pPr>
    </w:p>
    <w:p w14:paraId="6B6E7D12" w14:textId="77777777" w:rsidR="003173C1" w:rsidRDefault="003173C1" w:rsidP="006A0F5F">
      <w:pPr>
        <w:rPr>
          <w:rFonts w:asciiTheme="minorEastAsia" w:eastAsiaTheme="minorEastAsia" w:hAnsiTheme="minorEastAsia"/>
        </w:rPr>
      </w:pPr>
    </w:p>
    <w:p w14:paraId="08C108A3" w14:textId="77777777" w:rsidR="006A0F5F" w:rsidRDefault="006A0F5F" w:rsidP="006A0F5F">
      <w:pPr>
        <w:rPr>
          <w:rFonts w:asciiTheme="minorEastAsia" w:eastAsiaTheme="minorEastAsia" w:hAnsiTheme="minorEastAsia"/>
        </w:rPr>
      </w:pPr>
    </w:p>
    <w:p w14:paraId="70751AAC" w14:textId="77777777" w:rsidR="00B75AFF" w:rsidRDefault="00B75AFF" w:rsidP="006A0F5F">
      <w:pPr>
        <w:rPr>
          <w:rFonts w:asciiTheme="minorEastAsia" w:eastAsiaTheme="minorEastAsia" w:hAnsiTheme="minorEastAsia"/>
        </w:rPr>
      </w:pPr>
    </w:p>
    <w:p w14:paraId="578D20EF" w14:textId="77777777" w:rsidR="001477A5" w:rsidRDefault="001477A5" w:rsidP="001477A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答</w:t>
      </w:r>
      <w:r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5C3552C1" w14:textId="77777777" w:rsidR="006A0F5F" w:rsidRPr="006A0F5F" w:rsidRDefault="006A0F5F" w:rsidP="006A0F5F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２）</w:t>
      </w:r>
      <w:r w:rsidR="00B75AFF">
        <w:rPr>
          <w:rFonts w:asciiTheme="minorEastAsia" w:eastAsiaTheme="minorEastAsia" w:hAnsiTheme="minorEastAsia" w:hint="eastAsia"/>
        </w:rPr>
        <w:t xml:space="preserve">　</w:t>
      </w:r>
      <w:r w:rsidR="00BE519E" w:rsidRPr="00BE519E">
        <w:rPr>
          <w:position w:val="-14"/>
        </w:rPr>
        <w:object w:dxaOrig="3640" w:dyaOrig="440" w14:anchorId="45FFF687">
          <v:shape id="_x0000_i1055" type="#_x0000_t75" style="width:182.4pt;height:21.6pt" o:ole="">
            <v:imagedata r:id="rId68" o:title=""/>
          </v:shape>
          <o:OLEObject Type="Embed" ProgID="Equation.DSMT4" ShapeID="_x0000_i1055" DrawAspect="Content" ObjectID="_1714378800" r:id="rId69"/>
        </w:object>
      </w:r>
    </w:p>
    <w:p w14:paraId="04B49F77" w14:textId="77777777" w:rsidR="006A0F5F" w:rsidRDefault="006A0F5F" w:rsidP="006A0F5F">
      <w:pPr>
        <w:rPr>
          <w:rFonts w:asciiTheme="minorEastAsia" w:eastAsiaTheme="minorEastAsia" w:hAnsiTheme="minorEastAsia"/>
        </w:rPr>
      </w:pPr>
    </w:p>
    <w:p w14:paraId="20565A8B" w14:textId="77777777" w:rsidR="003173C1" w:rsidRPr="006A0F5F" w:rsidRDefault="003173C1" w:rsidP="006A0F5F">
      <w:pPr>
        <w:rPr>
          <w:rFonts w:asciiTheme="minorEastAsia" w:eastAsiaTheme="minorEastAsia" w:hAnsiTheme="minorEastAsia"/>
        </w:rPr>
      </w:pPr>
    </w:p>
    <w:p w14:paraId="2BDC56D2" w14:textId="77777777" w:rsidR="005220AA" w:rsidRDefault="005220AA"/>
    <w:p w14:paraId="3EFB8557" w14:textId="77777777" w:rsidR="001477A5" w:rsidRDefault="001477A5" w:rsidP="001477A5">
      <w:pPr>
        <w:rPr>
          <w:rFonts w:asciiTheme="minorEastAsia" w:eastAsiaTheme="minorEastAsia" w:hAnsiTheme="minorEastAsia"/>
        </w:rPr>
      </w:pPr>
    </w:p>
    <w:p w14:paraId="52372648" w14:textId="77777777" w:rsidR="001477A5" w:rsidRDefault="001477A5" w:rsidP="001477A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答</w:t>
      </w:r>
      <w:r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28C48388" w14:textId="77777777" w:rsidR="003173C1" w:rsidRDefault="003173C1">
      <w:pPr>
        <w:widowControl/>
        <w:adjustRightInd/>
        <w:spacing w:line="240" w:lineRule="auto"/>
        <w:jc w:val="left"/>
        <w:textAlignment w:val="auto"/>
      </w:pPr>
    </w:p>
    <w:p w14:paraId="15F6B70D" w14:textId="77777777" w:rsidR="00FF0E5C" w:rsidRDefault="00FF0E5C">
      <w:r>
        <w:rPr>
          <w:rFonts w:hint="eastAsia"/>
        </w:rPr>
        <w:lastRenderedPageBreak/>
        <w:t>３）</w:t>
      </w:r>
      <w:r w:rsidR="00B75AFF">
        <w:rPr>
          <w:rFonts w:hint="eastAsia"/>
        </w:rPr>
        <w:t xml:space="preserve">　</w:t>
      </w:r>
      <w:r w:rsidR="00BE519E" w:rsidRPr="00BE519E">
        <w:rPr>
          <w:position w:val="-14"/>
        </w:rPr>
        <w:object w:dxaOrig="3460" w:dyaOrig="440" w14:anchorId="07A17DAD">
          <v:shape id="_x0000_i1056" type="#_x0000_t75" style="width:173.4pt;height:21.6pt" o:ole="">
            <v:imagedata r:id="rId70" o:title=""/>
          </v:shape>
          <o:OLEObject Type="Embed" ProgID="Equation.DSMT4" ShapeID="_x0000_i1056" DrawAspect="Content" ObjectID="_1714378801" r:id="rId71"/>
        </w:object>
      </w:r>
    </w:p>
    <w:p w14:paraId="34D91B81" w14:textId="77777777" w:rsidR="00FF0E5C" w:rsidRDefault="00FF0E5C"/>
    <w:p w14:paraId="0800FD08" w14:textId="77777777" w:rsidR="00FF0E5C" w:rsidRDefault="00FF0E5C"/>
    <w:p w14:paraId="28F7D53A" w14:textId="77777777" w:rsidR="00FF0E5C" w:rsidRDefault="00FF0E5C"/>
    <w:p w14:paraId="46BBEA30" w14:textId="77777777" w:rsidR="003173C1" w:rsidRDefault="003173C1"/>
    <w:p w14:paraId="3213FE4B" w14:textId="77777777" w:rsidR="001477A5" w:rsidRDefault="001477A5" w:rsidP="001477A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答</w:t>
      </w:r>
      <w:r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440F4854" w14:textId="77777777" w:rsidR="003173C1" w:rsidRDefault="003173C1"/>
    <w:p w14:paraId="1956AA7D" w14:textId="77777777" w:rsidR="00B75AFF" w:rsidRDefault="00B75AFF"/>
    <w:p w14:paraId="2CD74D6F" w14:textId="77777777" w:rsidR="003173C1" w:rsidRDefault="003173C1">
      <w:r w:rsidRPr="003173C1">
        <w:rPr>
          <w:rFonts w:asciiTheme="majorEastAsia" w:eastAsiaTheme="majorEastAsia" w:hAnsiTheme="majorEastAsia" w:hint="eastAsia"/>
        </w:rPr>
        <w:t>演習</w:t>
      </w:r>
      <w:r>
        <w:rPr>
          <w:rFonts w:hint="eastAsia"/>
        </w:rPr>
        <w:t xml:space="preserve">　以下の和を求めよ。</w:t>
      </w:r>
    </w:p>
    <w:p w14:paraId="5AC274DD" w14:textId="77777777" w:rsidR="003173C1" w:rsidRDefault="003173C1" w:rsidP="003173C1">
      <w:r>
        <w:rPr>
          <w:rFonts w:hint="eastAsia"/>
        </w:rPr>
        <w:t>１）</w:t>
      </w:r>
      <w:r w:rsidR="00B75AFF">
        <w:rPr>
          <w:rFonts w:hint="eastAsia"/>
        </w:rPr>
        <w:t xml:space="preserve">　</w:t>
      </w:r>
      <w:r w:rsidR="00BE519E" w:rsidRPr="00BE519E">
        <w:rPr>
          <w:position w:val="-6"/>
        </w:rPr>
        <w:object w:dxaOrig="2940" w:dyaOrig="279" w14:anchorId="595F129D">
          <v:shape id="_x0000_i1057" type="#_x0000_t75" style="width:147pt;height:14.4pt" o:ole="">
            <v:imagedata r:id="rId72" o:title=""/>
          </v:shape>
          <o:OLEObject Type="Embed" ProgID="Equation.DSMT4" ShapeID="_x0000_i1057" DrawAspect="Content" ObjectID="_1714378802" r:id="rId73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="003D607C">
        <w:rPr>
          <w:rFonts w:hint="eastAsia"/>
        </w:rPr>
        <w:t>間隔</w:t>
      </w:r>
      <w:r w:rsidR="00B75AFF">
        <w:rPr>
          <w:rFonts w:hint="eastAsia"/>
        </w:rPr>
        <w:t>の数</w:t>
      </w:r>
    </w:p>
    <w:p w14:paraId="710A1E72" w14:textId="77777777" w:rsidR="003173C1" w:rsidRDefault="003D607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項の数</w:t>
      </w:r>
    </w:p>
    <w:p w14:paraId="2C3EE54A" w14:textId="77777777" w:rsidR="003173C1" w:rsidRDefault="003173C1"/>
    <w:p w14:paraId="03EF14B0" w14:textId="77777777" w:rsidR="003173C1" w:rsidRDefault="003173C1"/>
    <w:p w14:paraId="05F95E63" w14:textId="77777777" w:rsidR="00F843A7" w:rsidRDefault="00F843A7"/>
    <w:p w14:paraId="4AA6A327" w14:textId="77777777" w:rsidR="003173C1" w:rsidRDefault="003173C1" w:rsidP="003173C1">
      <w:pPr>
        <w:rPr>
          <w:rFonts w:asciiTheme="minorEastAsia" w:eastAsiaTheme="minorEastAsia" w:hAnsiTheme="minorEastAsia"/>
        </w:rPr>
      </w:pPr>
    </w:p>
    <w:p w14:paraId="75CDE8EE" w14:textId="77777777" w:rsidR="003173C1" w:rsidRDefault="003173C1" w:rsidP="003173C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 w:rsidR="001477A5">
        <w:rPr>
          <w:rFonts w:asciiTheme="minorEastAsia" w:eastAsiaTheme="minorEastAsia" w:hAnsiTheme="minorEastAsia" w:hint="eastAsia"/>
        </w:rPr>
        <w:t>答</w:t>
      </w:r>
      <w:r w:rsidR="001477A5"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776DE386" w14:textId="77777777" w:rsidR="003173C1" w:rsidRDefault="003173C1" w:rsidP="003173C1">
      <w:pPr>
        <w:rPr>
          <w:rFonts w:asciiTheme="minorEastAsia" w:eastAsiaTheme="minorEastAsia" w:hAnsiTheme="minorEastAsia"/>
        </w:rPr>
      </w:pPr>
    </w:p>
    <w:p w14:paraId="4DBE8FA1" w14:textId="77777777" w:rsidR="003173C1" w:rsidRPr="006A0F5F" w:rsidRDefault="003173C1" w:rsidP="003173C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２）</w:t>
      </w:r>
      <w:r w:rsidR="00B75AFF">
        <w:rPr>
          <w:rFonts w:asciiTheme="minorEastAsia" w:eastAsiaTheme="minorEastAsia" w:hAnsiTheme="minorEastAsia" w:hint="eastAsia"/>
        </w:rPr>
        <w:t xml:space="preserve">　</w:t>
      </w:r>
      <w:r w:rsidR="00BE519E" w:rsidRPr="00BE519E">
        <w:rPr>
          <w:position w:val="-14"/>
        </w:rPr>
        <w:object w:dxaOrig="3600" w:dyaOrig="440" w14:anchorId="2F59F6CA">
          <v:shape id="_x0000_i1058" type="#_x0000_t75" style="width:180pt;height:21.6pt" o:ole="">
            <v:imagedata r:id="rId74" o:title=""/>
          </v:shape>
          <o:OLEObject Type="Embed" ProgID="Equation.DSMT4" ShapeID="_x0000_i1058" DrawAspect="Content" ObjectID="_1714378803" r:id="rId75"/>
        </w:object>
      </w:r>
    </w:p>
    <w:p w14:paraId="2298E862" w14:textId="77777777" w:rsidR="001477A5" w:rsidRDefault="001477A5" w:rsidP="001477A5">
      <w:pPr>
        <w:widowControl/>
        <w:adjustRightInd/>
        <w:jc w:val="left"/>
        <w:textAlignment w:val="auto"/>
      </w:pPr>
    </w:p>
    <w:p w14:paraId="5F17C9B9" w14:textId="77777777" w:rsidR="001477A5" w:rsidRDefault="001477A5" w:rsidP="001477A5">
      <w:pPr>
        <w:widowControl/>
        <w:adjustRightInd/>
        <w:jc w:val="left"/>
        <w:textAlignment w:val="auto"/>
      </w:pPr>
    </w:p>
    <w:p w14:paraId="2EA29B0B" w14:textId="77777777" w:rsidR="001477A5" w:rsidRDefault="001477A5" w:rsidP="001477A5">
      <w:pPr>
        <w:widowControl/>
        <w:adjustRightInd/>
        <w:jc w:val="left"/>
        <w:textAlignment w:val="auto"/>
      </w:pPr>
    </w:p>
    <w:p w14:paraId="2F22D0DC" w14:textId="77777777" w:rsidR="001477A5" w:rsidRDefault="001477A5" w:rsidP="001477A5">
      <w:pPr>
        <w:widowControl/>
        <w:adjustRightInd/>
        <w:jc w:val="left"/>
        <w:textAlignment w:val="auto"/>
      </w:pPr>
    </w:p>
    <w:p w14:paraId="65B355EC" w14:textId="77777777" w:rsidR="001477A5" w:rsidRDefault="001477A5" w:rsidP="001477A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答</w:t>
      </w:r>
      <w:r w:rsidRPr="001477A5">
        <w:rPr>
          <w:rFonts w:asciiTheme="minorEastAsia" w:eastAsiaTheme="minorEastAsia" w:hAnsiTheme="minorEastAsia" w:hint="eastAsia"/>
          <w:u w:val="single"/>
        </w:rPr>
        <w:t xml:space="preserve">　　　　　　</w:t>
      </w:r>
    </w:p>
    <w:p w14:paraId="2BF41BF2" w14:textId="77777777" w:rsidR="001477A5" w:rsidRDefault="001477A5" w:rsidP="001477A5">
      <w:pPr>
        <w:widowControl/>
        <w:adjustRightInd/>
        <w:jc w:val="left"/>
        <w:textAlignment w:val="auto"/>
      </w:pPr>
    </w:p>
    <w:p w14:paraId="4EE0EB41" w14:textId="77777777" w:rsidR="001477A5" w:rsidRDefault="001477A5" w:rsidP="001477A5">
      <w:pPr>
        <w:widowControl/>
        <w:adjustRightInd/>
        <w:jc w:val="left"/>
        <w:textAlignment w:val="auto"/>
      </w:pPr>
    </w:p>
    <w:p w14:paraId="25ADFC60" w14:textId="77777777" w:rsidR="00FF0E5C" w:rsidRDefault="00FF0E5C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4"/>
          <w:szCs w:val="24"/>
        </w:rPr>
      </w:pPr>
      <w:r>
        <w:br w:type="page"/>
      </w:r>
    </w:p>
    <w:p w14:paraId="1EB7A799" w14:textId="77777777" w:rsidR="009E5AC2" w:rsidRDefault="00AB0B63">
      <w:pPr>
        <w:pStyle w:val="1"/>
      </w:pPr>
      <w:r>
        <w:rPr>
          <w:rFonts w:hint="eastAsia"/>
        </w:rPr>
        <w:lastRenderedPageBreak/>
        <w:t xml:space="preserve">２章　</w:t>
      </w:r>
      <w:r w:rsidR="00EF30A7">
        <w:rPr>
          <w:rFonts w:hint="eastAsia"/>
        </w:rPr>
        <w:t>行列</w:t>
      </w:r>
      <w:r w:rsidRPr="00AB0B63">
        <w:rPr>
          <w:rFonts w:hint="eastAsia"/>
          <w:sz w:val="21"/>
          <w:szCs w:val="21"/>
        </w:rPr>
        <w:t xml:space="preserve">　【第４回】</w:t>
      </w:r>
    </w:p>
    <w:p w14:paraId="06A55F51" w14:textId="77777777" w:rsidR="009E5AC2" w:rsidRDefault="00EF30A7">
      <w:pPr>
        <w:pStyle w:val="2"/>
      </w:pPr>
      <w:r>
        <w:t>2.1</w:t>
      </w:r>
      <w:r w:rsidR="00645003">
        <w:rPr>
          <w:rFonts w:hint="eastAsia"/>
        </w:rPr>
        <w:t xml:space="preserve"> </w:t>
      </w:r>
      <w:r>
        <w:rPr>
          <w:rFonts w:hint="eastAsia"/>
        </w:rPr>
        <w:t>行列とは</w:t>
      </w:r>
    </w:p>
    <w:p w14:paraId="11466BE3" w14:textId="77777777" w:rsidR="00F42BFB" w:rsidRPr="00F42BFB" w:rsidRDefault="00F07871" w:rsidP="00F42BFB">
      <w:pPr>
        <w:ind w:leftChars="67" w:left="141"/>
      </w:pPr>
      <w:r w:rsidRPr="00F07871">
        <w:rPr>
          <w:position w:val="-30"/>
        </w:rPr>
        <w:object w:dxaOrig="760" w:dyaOrig="720" w14:anchorId="295D707C">
          <v:shape id="_x0000_i1059" type="#_x0000_t75" style="width:38.4pt;height:36pt" o:ole="">
            <v:imagedata r:id="rId76" o:title=""/>
          </v:shape>
          <o:OLEObject Type="Embed" ProgID="Equation.DSMT4" ShapeID="_x0000_i1059" DrawAspect="Content" ObjectID="_1714378804" r:id="rId77"/>
        </w:object>
      </w:r>
      <w:r w:rsidR="00645003">
        <w:rPr>
          <w:rFonts w:hint="eastAsia"/>
        </w:rPr>
        <w:t xml:space="preserve">　</w:t>
      </w:r>
      <w:r w:rsidR="00D7631D">
        <w:rPr>
          <w:rFonts w:hint="eastAsia"/>
        </w:rPr>
        <w:t xml:space="preserve">　</w:t>
      </w:r>
      <w:r w:rsidR="00645003">
        <w:rPr>
          <w:rFonts w:hint="eastAsia"/>
        </w:rPr>
        <w:t xml:space="preserve">　</w:t>
      </w:r>
      <w:r w:rsidRPr="00F07871">
        <w:rPr>
          <w:position w:val="-50"/>
        </w:rPr>
        <w:object w:dxaOrig="1359" w:dyaOrig="1120" w14:anchorId="00B11B5E">
          <v:shape id="_x0000_i1060" type="#_x0000_t75" style="width:67.8pt;height:56.4pt" o:ole="">
            <v:imagedata r:id="rId78" o:title=""/>
          </v:shape>
          <o:OLEObject Type="Embed" ProgID="Equation.DSMT4" ShapeID="_x0000_i1060" DrawAspect="Content" ObjectID="_1714378805" r:id="rId79"/>
        </w:object>
      </w:r>
      <w:r w:rsidR="00645003">
        <w:rPr>
          <w:rFonts w:hint="eastAsia"/>
        </w:rPr>
        <w:t xml:space="preserve">　</w:t>
      </w:r>
      <w:r w:rsidR="00D7631D">
        <w:rPr>
          <w:rFonts w:hint="eastAsia"/>
        </w:rPr>
        <w:t xml:space="preserve">　</w:t>
      </w:r>
      <w:r w:rsidR="00F42BFB">
        <w:rPr>
          <w:rFonts w:hint="eastAsia"/>
        </w:rPr>
        <w:t xml:space="preserve">　</w:t>
      </w:r>
      <w:r w:rsidRPr="00F07871">
        <w:rPr>
          <w:position w:val="-50"/>
        </w:rPr>
        <w:object w:dxaOrig="560" w:dyaOrig="1120" w14:anchorId="2573A238">
          <v:shape id="_x0000_i1061" type="#_x0000_t75" style="width:27.6pt;height:56.4pt" o:ole="">
            <v:imagedata r:id="rId80" o:title=""/>
          </v:shape>
          <o:OLEObject Type="Embed" ProgID="Equation.DSMT4" ShapeID="_x0000_i1061" DrawAspect="Content" ObjectID="_1714378806" r:id="rId81"/>
        </w:object>
      </w:r>
      <w:r w:rsidR="00645003">
        <w:rPr>
          <w:rFonts w:hint="eastAsia"/>
        </w:rPr>
        <w:t xml:space="preserve">　</w:t>
      </w:r>
      <w:r w:rsidR="00D7631D">
        <w:rPr>
          <w:rFonts w:hint="eastAsia"/>
        </w:rPr>
        <w:t xml:space="preserve">　</w:t>
      </w:r>
      <w:r w:rsidR="00201F2A">
        <w:rPr>
          <w:rFonts w:hint="eastAsia"/>
        </w:rPr>
        <w:t xml:space="preserve">     </w:t>
      </w:r>
      <w:r w:rsidR="00F42BFB">
        <w:rPr>
          <w:rFonts w:hint="eastAsia"/>
        </w:rPr>
        <w:t xml:space="preserve">　</w:t>
      </w:r>
      <w:r w:rsidRPr="00F07871">
        <w:rPr>
          <w:position w:val="-30"/>
        </w:rPr>
        <w:object w:dxaOrig="1780" w:dyaOrig="720" w14:anchorId="6022F33E">
          <v:shape id="_x0000_i1062" type="#_x0000_t75" style="width:89.4pt;height:36pt" o:ole="">
            <v:imagedata r:id="rId82" o:title=""/>
          </v:shape>
          <o:OLEObject Type="Embed" ProgID="Equation.DSMT4" ShapeID="_x0000_i1062" DrawAspect="Content" ObjectID="_1714378807" r:id="rId83"/>
        </w:object>
      </w:r>
    </w:p>
    <w:p w14:paraId="55A5A58D" w14:textId="77777777" w:rsidR="00645003" w:rsidRPr="00F42BFB" w:rsidRDefault="00F42BFB" w:rsidP="008A5D4C">
      <w:pPr>
        <w:ind w:firstLineChars="100" w:firstLine="210"/>
      </w:pPr>
      <w:r>
        <w:rPr>
          <w:rFonts w:hint="eastAsia"/>
        </w:rPr>
        <w:t>2</w:t>
      </w:r>
      <w:r>
        <w:rPr>
          <w:rFonts w:hint="eastAsia"/>
        </w:rPr>
        <w:t>行</w:t>
      </w:r>
      <w:r>
        <w:rPr>
          <w:rFonts w:hint="eastAsia"/>
        </w:rPr>
        <w:t>2</w:t>
      </w:r>
      <w:r w:rsidR="00201F2A">
        <w:rPr>
          <w:rFonts w:hint="eastAsia"/>
        </w:rPr>
        <w:t xml:space="preserve">列　　</w:t>
      </w:r>
      <w:r w:rsidR="00201F2A">
        <w:rPr>
          <w:rFonts w:hint="eastAsia"/>
        </w:rPr>
        <w:t xml:space="preserve"> </w:t>
      </w:r>
      <w:r w:rsidR="00201F2A">
        <w:rPr>
          <w:rFonts w:hint="eastAsia"/>
        </w:rPr>
        <w:t xml:space="preserve">［　</w:t>
      </w:r>
      <w:r w:rsidR="00F07871">
        <w:rPr>
          <w:rFonts w:hint="eastAsia"/>
        </w:rPr>
        <w:t xml:space="preserve">　</w:t>
      </w:r>
      <w:r w:rsidR="00201F2A">
        <w:rPr>
          <w:rFonts w:hint="eastAsia"/>
        </w:rPr>
        <w:t xml:space="preserve">　　　］　</w:t>
      </w:r>
      <w:r w:rsidR="00D7631D">
        <w:rPr>
          <w:rFonts w:hint="eastAsia"/>
        </w:rPr>
        <w:t xml:space="preserve">［　</w:t>
      </w:r>
      <w:r w:rsidR="00F07871">
        <w:rPr>
          <w:rFonts w:hint="eastAsia"/>
        </w:rPr>
        <w:t xml:space="preserve">　</w:t>
      </w:r>
      <w:r w:rsidR="00D7631D">
        <w:rPr>
          <w:rFonts w:hint="eastAsia"/>
        </w:rPr>
        <w:t xml:space="preserve">　　　］　</w:t>
      </w:r>
      <w:r w:rsidR="00F07871">
        <w:rPr>
          <w:rFonts w:hint="eastAsia"/>
        </w:rPr>
        <w:t xml:space="preserve"> </w:t>
      </w:r>
      <w:r w:rsidR="00D7631D">
        <w:rPr>
          <w:rFonts w:hint="eastAsia"/>
        </w:rPr>
        <w:t xml:space="preserve">　［</w:t>
      </w:r>
      <w:r w:rsidR="00F07871">
        <w:rPr>
          <w:rFonts w:hint="eastAsia"/>
        </w:rPr>
        <w:t xml:space="preserve">　　　</w:t>
      </w:r>
      <w:r w:rsidR="00D7631D">
        <w:rPr>
          <w:rFonts w:hint="eastAsia"/>
        </w:rPr>
        <w:t xml:space="preserve">　　］</w:t>
      </w:r>
    </w:p>
    <w:p w14:paraId="4ECCF401" w14:textId="77777777" w:rsidR="009E5AC2" w:rsidRPr="00B400A4" w:rsidRDefault="00EF30A7">
      <w:pPr>
        <w:pStyle w:val="a4"/>
        <w:tabs>
          <w:tab w:val="clear" w:pos="4252"/>
          <w:tab w:val="clear" w:pos="8504"/>
        </w:tabs>
        <w:rPr>
          <w:rFonts w:asciiTheme="majorEastAsia" w:eastAsiaTheme="majorEastAsia" w:hAnsiTheme="majorEastAsia"/>
        </w:rPr>
      </w:pPr>
      <w:r w:rsidRPr="00B400A4">
        <w:rPr>
          <w:rFonts w:asciiTheme="majorEastAsia" w:eastAsiaTheme="majorEastAsia" w:hAnsiTheme="majorEastAsia" w:hint="eastAsia"/>
        </w:rPr>
        <w:t>行列の成分</w:t>
      </w:r>
    </w:p>
    <w:p w14:paraId="27B9A5C7" w14:textId="77777777" w:rsidR="00D7631D" w:rsidRDefault="00693204" w:rsidP="00DD3BE7">
      <w:pPr>
        <w:pStyle w:val="a4"/>
        <w:tabs>
          <w:tab w:val="clear" w:pos="4252"/>
          <w:tab w:val="clear" w:pos="8504"/>
        </w:tabs>
        <w:ind w:leftChars="67" w:left="141"/>
        <w:jc w:val="left"/>
      </w:pPr>
      <w:r w:rsidRPr="00F07871">
        <w:rPr>
          <w:position w:val="-50"/>
        </w:rPr>
        <w:object w:dxaOrig="3240" w:dyaOrig="1120" w14:anchorId="37DA8002">
          <v:shape id="_x0000_i1063" type="#_x0000_t75" style="width:162.6pt;height:56.4pt" o:ole="">
            <v:imagedata r:id="rId84" o:title=""/>
          </v:shape>
          <o:OLEObject Type="Embed" ProgID="Equation.DSMT4" ShapeID="_x0000_i1063" DrawAspect="Content" ObjectID="_1714378808" r:id="rId85"/>
        </w:object>
      </w:r>
      <w:r w:rsidR="00EE13AD">
        <w:rPr>
          <w:rFonts w:hint="eastAsia"/>
        </w:rPr>
        <w:t xml:space="preserve">　について　　</w:t>
      </w:r>
      <w:r w:rsidRPr="00F07871">
        <w:rPr>
          <w:position w:val="-54"/>
        </w:rPr>
        <w:object w:dxaOrig="1320" w:dyaOrig="1160" w14:anchorId="546D8CDD">
          <v:shape id="_x0000_i1064" type="#_x0000_t75" style="width:66pt;height:57.6pt" o:ole="">
            <v:imagedata r:id="rId86" o:title=""/>
          </v:shape>
          <o:OLEObject Type="Embed" ProgID="Equation.DSMT4" ShapeID="_x0000_i1064" DrawAspect="Content" ObjectID="_1714378809" r:id="rId87"/>
        </w:object>
      </w:r>
      <w:r w:rsidR="009911D3">
        <w:rPr>
          <w:rFonts w:hint="eastAsia"/>
        </w:rPr>
        <w:t xml:space="preserve">　　</w:t>
      </w:r>
      <w:r w:rsidR="00555C55">
        <w:rPr>
          <w:rFonts w:hint="eastAsia"/>
        </w:rPr>
        <w:t xml:space="preserve">　</w:t>
      </w:r>
      <w:r w:rsidR="009911D3">
        <w:rPr>
          <w:rFonts w:hint="eastAsia"/>
        </w:rPr>
        <w:t>等</w:t>
      </w:r>
    </w:p>
    <w:p w14:paraId="18198DD9" w14:textId="77777777" w:rsidR="009911D3" w:rsidRDefault="00CF6415">
      <w:r w:rsidRPr="00576171">
        <w:rPr>
          <w:rFonts w:ascii="ＭＳ ゴシック" w:eastAsia="ＭＳ ゴシック" w:hAnsi="ＭＳ ゴシック" w:hint="eastAsia"/>
        </w:rPr>
        <w:t>正方行列</w:t>
      </w:r>
      <w:r>
        <w:rPr>
          <w:rFonts w:hint="eastAsia"/>
        </w:rPr>
        <w:t xml:space="preserve">　</w:t>
      </w:r>
      <w:r w:rsidR="00F07871" w:rsidRPr="00F07871">
        <w:rPr>
          <w:position w:val="-14"/>
        </w:rPr>
        <w:object w:dxaOrig="900" w:dyaOrig="400" w14:anchorId="09C1E6B6">
          <v:shape id="_x0000_i1065" type="#_x0000_t75" style="width:45pt;height:20.4pt" o:ole="">
            <v:imagedata r:id="rId88" o:title=""/>
          </v:shape>
          <o:OLEObject Type="Embed" ProgID="Equation.DSMT4" ShapeID="_x0000_i1065" DrawAspect="Content" ObjectID="_1714378810" r:id="rId89"/>
        </w:object>
      </w:r>
    </w:p>
    <w:p w14:paraId="27638D68" w14:textId="77777777" w:rsidR="009911D3" w:rsidRDefault="00F07871" w:rsidP="00CF6415">
      <w:pPr>
        <w:ind w:leftChars="67" w:left="141"/>
      </w:pPr>
      <w:r w:rsidRPr="00F07871">
        <w:rPr>
          <w:position w:val="-30"/>
        </w:rPr>
        <w:object w:dxaOrig="760" w:dyaOrig="720" w14:anchorId="6EBC8139">
          <v:shape id="_x0000_i1066" type="#_x0000_t75" style="width:38.4pt;height:36pt" o:ole="">
            <v:imagedata r:id="rId90" o:title=""/>
          </v:shape>
          <o:OLEObject Type="Embed" ProgID="Equation.DSMT4" ShapeID="_x0000_i1066" DrawAspect="Content" ObjectID="_1714378811" r:id="rId91"/>
        </w:object>
      </w:r>
      <w:r w:rsidR="00CF6415">
        <w:rPr>
          <w:rFonts w:hint="eastAsia"/>
        </w:rPr>
        <w:t xml:space="preserve">　　</w:t>
      </w:r>
      <w:r w:rsidRPr="00F07871">
        <w:rPr>
          <w:position w:val="-50"/>
        </w:rPr>
        <w:object w:dxaOrig="1359" w:dyaOrig="1120" w14:anchorId="50B64EE2">
          <v:shape id="_x0000_i1067" type="#_x0000_t75" style="width:67.8pt;height:56.4pt" o:ole="">
            <v:imagedata r:id="rId92" o:title=""/>
          </v:shape>
          <o:OLEObject Type="Embed" ProgID="Equation.DSMT4" ShapeID="_x0000_i1067" DrawAspect="Content" ObjectID="_1714378812" r:id="rId93"/>
        </w:object>
      </w:r>
      <w:r w:rsidR="00CF6415">
        <w:rPr>
          <w:rFonts w:hint="eastAsia"/>
        </w:rPr>
        <w:t xml:space="preserve">　　のように</w:t>
      </w:r>
      <w:r w:rsidR="00277EAB">
        <w:rPr>
          <w:rFonts w:hint="eastAsia"/>
        </w:rPr>
        <w:t>、</w:t>
      </w:r>
      <w:r w:rsidR="00CF6415">
        <w:rPr>
          <w:rFonts w:hint="eastAsia"/>
        </w:rPr>
        <w:t>行と列の数が等しいもの</w:t>
      </w:r>
    </w:p>
    <w:p w14:paraId="3134A4E0" w14:textId="77777777" w:rsidR="00CF6415" w:rsidRDefault="00CF6415">
      <w:r w:rsidRPr="00576171">
        <w:rPr>
          <w:rFonts w:ascii="ＭＳ ゴシック" w:eastAsia="ＭＳ ゴシック" w:hAnsi="ＭＳ ゴシック" w:hint="eastAsia"/>
        </w:rPr>
        <w:t>対角行列</w:t>
      </w:r>
      <w:r>
        <w:rPr>
          <w:rFonts w:hint="eastAsia"/>
        </w:rPr>
        <w:t xml:space="preserve">　</w:t>
      </w:r>
      <w:r w:rsidR="00F07871" w:rsidRPr="00F07871">
        <w:rPr>
          <w:position w:val="-14"/>
        </w:rPr>
        <w:object w:dxaOrig="980" w:dyaOrig="400" w14:anchorId="7CFD1295">
          <v:shape id="_x0000_i1068" type="#_x0000_t75" style="width:48.6pt;height:20.4pt" o:ole="">
            <v:imagedata r:id="rId94" o:title=""/>
          </v:shape>
          <o:OLEObject Type="Embed" ProgID="Equation.DSMT4" ShapeID="_x0000_i1068" DrawAspect="Content" ObjectID="_1714378813" r:id="rId95"/>
        </w:object>
      </w:r>
    </w:p>
    <w:p w14:paraId="4BA5F3E6" w14:textId="77777777" w:rsidR="00277EAB" w:rsidRDefault="00F07871" w:rsidP="00277EAB">
      <w:pPr>
        <w:ind w:leftChars="67" w:left="141"/>
      </w:pPr>
      <w:r w:rsidRPr="00F07871">
        <w:rPr>
          <w:position w:val="-30"/>
        </w:rPr>
        <w:object w:dxaOrig="900" w:dyaOrig="720" w14:anchorId="13BEE035">
          <v:shape id="_x0000_i1069" type="#_x0000_t75" style="width:45pt;height:36pt" o:ole="">
            <v:imagedata r:id="rId96" o:title=""/>
          </v:shape>
          <o:OLEObject Type="Embed" ProgID="Equation.DSMT4" ShapeID="_x0000_i1069" DrawAspect="Content" ObjectID="_1714378814" r:id="rId97"/>
        </w:object>
      </w:r>
      <w:r w:rsidR="00277EAB">
        <w:rPr>
          <w:rFonts w:hint="eastAsia"/>
        </w:rPr>
        <w:t xml:space="preserve">　　</w:t>
      </w:r>
      <w:r w:rsidRPr="00F07871">
        <w:rPr>
          <w:position w:val="-50"/>
        </w:rPr>
        <w:object w:dxaOrig="1219" w:dyaOrig="1120" w14:anchorId="1CAC1152">
          <v:shape id="_x0000_i1070" type="#_x0000_t75" style="width:60.6pt;height:56.4pt" o:ole="">
            <v:imagedata r:id="rId98" o:title=""/>
          </v:shape>
          <o:OLEObject Type="Embed" ProgID="Equation.DSMT4" ShapeID="_x0000_i1070" DrawAspect="Content" ObjectID="_1714378815" r:id="rId99"/>
        </w:object>
      </w:r>
      <w:r w:rsidR="00277EAB">
        <w:rPr>
          <w:rFonts w:hint="eastAsia"/>
        </w:rPr>
        <w:t xml:space="preserve">　　のように、対角成分以外が</w:t>
      </w:r>
      <w:r w:rsidR="00277EAB">
        <w:rPr>
          <w:rFonts w:hint="eastAsia"/>
        </w:rPr>
        <w:t>0</w:t>
      </w:r>
      <w:r w:rsidR="00752244">
        <w:rPr>
          <w:rFonts w:hint="eastAsia"/>
        </w:rPr>
        <w:t>になっている正方行列</w:t>
      </w:r>
    </w:p>
    <w:p w14:paraId="388AA62E" w14:textId="77777777" w:rsidR="001369DD" w:rsidRDefault="001369DD" w:rsidP="00277EAB">
      <w:pPr>
        <w:ind w:leftChars="67" w:left="141"/>
      </w:pPr>
      <w:r w:rsidRPr="001369DD">
        <w:rPr>
          <w:position w:val="-30"/>
        </w:rPr>
        <w:object w:dxaOrig="780" w:dyaOrig="720" w14:anchorId="102135E2">
          <v:shape id="_x0000_i1071" type="#_x0000_t75" style="width:39pt;height:36pt" o:ole="">
            <v:imagedata r:id="rId100" o:title=""/>
          </v:shape>
          <o:OLEObject Type="Embed" ProgID="Equation.DSMT4" ShapeID="_x0000_i1071" DrawAspect="Content" ObjectID="_1714378816" r:id="rId101"/>
        </w:object>
      </w:r>
      <w:r>
        <w:t xml:space="preserve"> </w:t>
      </w:r>
      <w:r w:rsidR="00693204">
        <w:rPr>
          <w:rFonts w:hint="eastAsia"/>
        </w:rPr>
        <w:t xml:space="preserve">　や</w:t>
      </w:r>
      <w:r w:rsidR="00693204" w:rsidRPr="00693204">
        <w:rPr>
          <w:position w:val="-30"/>
        </w:rPr>
        <w:object w:dxaOrig="760" w:dyaOrig="720" w14:anchorId="651CD054">
          <v:shape id="_x0000_i1072" type="#_x0000_t75" style="width:38.4pt;height:36pt" o:ole="">
            <v:imagedata r:id="rId102" o:title=""/>
          </v:shape>
          <o:OLEObject Type="Embed" ProgID="Equation.DSMT4" ShapeID="_x0000_i1072" DrawAspect="Content" ObjectID="_1714378817" r:id="rId103"/>
        </w:object>
      </w:r>
      <w:r>
        <w:t xml:space="preserve"> </w:t>
      </w:r>
      <w:r w:rsidR="00693204">
        <w:rPr>
          <w:rFonts w:hint="eastAsia"/>
        </w:rPr>
        <w:t xml:space="preserve">　は対角行列か？</w:t>
      </w:r>
    </w:p>
    <w:p w14:paraId="3A161491" w14:textId="77777777" w:rsidR="008B419C" w:rsidRDefault="00B41972" w:rsidP="008B419C">
      <w:r w:rsidRPr="008648D3">
        <w:rPr>
          <w:rFonts w:asciiTheme="majorEastAsia" w:eastAsiaTheme="majorEastAsia" w:hAnsiTheme="majorEastAsia" w:hint="eastAsia"/>
        </w:rPr>
        <w:t>単位行列</w:t>
      </w:r>
      <w:r w:rsidRPr="00177FB3">
        <w:rPr>
          <w:rFonts w:hint="eastAsia"/>
        </w:rPr>
        <w:t xml:space="preserve">　</w:t>
      </w:r>
      <w:r w:rsidR="00F07871" w:rsidRPr="00F07871">
        <w:rPr>
          <w:position w:val="-14"/>
        </w:rPr>
        <w:object w:dxaOrig="820" w:dyaOrig="400" w14:anchorId="1D710D52">
          <v:shape id="_x0000_i1073" type="#_x0000_t75" style="width:40.2pt;height:20.4pt" o:ole="">
            <v:imagedata r:id="rId104" o:title=""/>
          </v:shape>
          <o:OLEObject Type="Embed" ProgID="Equation.DSMT4" ShapeID="_x0000_i1073" DrawAspect="Content" ObjectID="_1714378818" r:id="rId105"/>
        </w:object>
      </w:r>
    </w:p>
    <w:p w14:paraId="7C1FE10E" w14:textId="77777777" w:rsidR="00277EAB" w:rsidRPr="00277EAB" w:rsidRDefault="00F07871" w:rsidP="00B41972">
      <w:pPr>
        <w:ind w:leftChars="67" w:left="141"/>
      </w:pPr>
      <w:r w:rsidRPr="00F07871">
        <w:rPr>
          <w:position w:val="-30"/>
        </w:rPr>
        <w:object w:dxaOrig="760" w:dyaOrig="720" w14:anchorId="1518BE5C">
          <v:shape id="_x0000_i1074" type="#_x0000_t75" style="width:38.4pt;height:36pt" o:ole="">
            <v:imagedata r:id="rId106" o:title=""/>
          </v:shape>
          <o:OLEObject Type="Embed" ProgID="Equation.DSMT4" ShapeID="_x0000_i1074" DrawAspect="Content" ObjectID="_1714378819" r:id="rId107"/>
        </w:object>
      </w:r>
      <w:r w:rsidR="00277EAB">
        <w:rPr>
          <w:rFonts w:hint="eastAsia"/>
        </w:rPr>
        <w:t xml:space="preserve">　　</w:t>
      </w:r>
      <w:r w:rsidRPr="00F07871">
        <w:rPr>
          <w:position w:val="-50"/>
        </w:rPr>
        <w:object w:dxaOrig="1100" w:dyaOrig="1120" w14:anchorId="714B9268">
          <v:shape id="_x0000_i1075" type="#_x0000_t75" style="width:54.6pt;height:56.4pt" o:ole="">
            <v:imagedata r:id="rId108" o:title=""/>
          </v:shape>
          <o:OLEObject Type="Embed" ProgID="Equation.DSMT4" ShapeID="_x0000_i1075" DrawAspect="Content" ObjectID="_1714378820" r:id="rId109"/>
        </w:object>
      </w:r>
      <w:r w:rsidR="00277EAB">
        <w:rPr>
          <w:rFonts w:hint="eastAsia"/>
        </w:rPr>
        <w:t xml:space="preserve">　　のように、対角成分が</w:t>
      </w:r>
      <w:r w:rsidR="00F76CBC">
        <w:rPr>
          <w:rFonts w:hint="eastAsia"/>
        </w:rPr>
        <w:t>すべて</w:t>
      </w:r>
      <w:r w:rsidR="00F76CBC">
        <w:rPr>
          <w:rFonts w:hint="eastAsia"/>
        </w:rPr>
        <w:t>1</w:t>
      </w:r>
      <w:r w:rsidR="00F76CBC">
        <w:rPr>
          <w:rFonts w:hint="eastAsia"/>
        </w:rPr>
        <w:t>の対角行列</w:t>
      </w:r>
    </w:p>
    <w:p w14:paraId="6E09C2E1" w14:textId="77777777" w:rsidR="00B41972" w:rsidRDefault="00F07871" w:rsidP="00B41972">
      <w:pPr>
        <w:ind w:leftChars="67" w:left="141"/>
      </w:pPr>
      <w:r w:rsidRPr="00F07871">
        <w:rPr>
          <w:position w:val="-66"/>
        </w:rPr>
        <w:object w:dxaOrig="2520" w:dyaOrig="1440" w14:anchorId="7B3C8874">
          <v:shape id="_x0000_i1076" type="#_x0000_t75" style="width:126.6pt;height:1in" o:ole="">
            <v:imagedata r:id="rId110" o:title=""/>
          </v:shape>
          <o:OLEObject Type="Embed" ProgID="Equation.DSMT4" ShapeID="_x0000_i1076" DrawAspect="Content" ObjectID="_1714378821" r:id="rId111"/>
        </w:object>
      </w:r>
      <w:r w:rsidR="00B41972">
        <w:rPr>
          <w:rFonts w:hint="eastAsia"/>
        </w:rPr>
        <w:t xml:space="preserve">　　</w:t>
      </w:r>
      <w:r w:rsidR="00843062">
        <w:rPr>
          <w:rFonts w:hint="eastAsia"/>
        </w:rPr>
        <w:t>成分表示：</w:t>
      </w:r>
      <w:r w:rsidR="00693204" w:rsidRPr="00F07871">
        <w:rPr>
          <w:position w:val="-32"/>
        </w:rPr>
        <w:object w:dxaOrig="3280" w:dyaOrig="760" w14:anchorId="5C4BC0E7">
          <v:shape id="_x0000_i1077" type="#_x0000_t75" style="width:163.2pt;height:38.4pt" o:ole="">
            <v:imagedata r:id="rId112" o:title=""/>
          </v:shape>
          <o:OLEObject Type="Embed" ProgID="Equation.DSMT4" ShapeID="_x0000_i1077" DrawAspect="Content" ObjectID="_1714378822" r:id="rId113"/>
        </w:object>
      </w:r>
    </w:p>
    <w:p w14:paraId="0786280E" w14:textId="77777777" w:rsidR="00632F9B" w:rsidRDefault="00F07871" w:rsidP="00632F9B">
      <w:pPr>
        <w:ind w:leftChars="67" w:left="141" w:firstLineChars="1552" w:firstLine="3259"/>
      </w:pPr>
      <w:r w:rsidRPr="00F07871">
        <w:rPr>
          <w:position w:val="-14"/>
        </w:rPr>
        <w:object w:dxaOrig="279" w:dyaOrig="380" w14:anchorId="61343402">
          <v:shape id="_x0000_i1078" type="#_x0000_t75" style="width:14.4pt;height:18.6pt" o:ole="">
            <v:imagedata r:id="rId114" o:title=""/>
          </v:shape>
          <o:OLEObject Type="Embed" ProgID="Equation.DSMT4" ShapeID="_x0000_i1078" DrawAspect="Content" ObjectID="_1714378823" r:id="rId115"/>
        </w:object>
      </w:r>
      <w:r w:rsidR="00B41972">
        <w:rPr>
          <w:rFonts w:hint="eastAsia"/>
        </w:rPr>
        <w:t>：クロネッカーのデルタ</w:t>
      </w:r>
    </w:p>
    <w:p w14:paraId="40BB4D5E" w14:textId="77777777" w:rsidR="00632F9B" w:rsidRDefault="00247729" w:rsidP="00247729">
      <w:pPr>
        <w:snapToGrid w:val="0"/>
      </w:pPr>
      <w:r>
        <w:rPr>
          <w:rFonts w:hint="eastAsia"/>
        </w:rPr>
        <w:t>補）</w:t>
      </w:r>
      <w:r w:rsidR="00632F9B">
        <w:rPr>
          <w:rFonts w:hint="eastAsia"/>
        </w:rPr>
        <w:t>対角行列の</w:t>
      </w:r>
      <w:r>
        <w:rPr>
          <w:rFonts w:hint="eastAsia"/>
        </w:rPr>
        <w:t>クロネッカーのデルタによる</w:t>
      </w:r>
      <w:r w:rsidR="00632F9B">
        <w:rPr>
          <w:rFonts w:hint="eastAsia"/>
        </w:rPr>
        <w:t>成分表示</w:t>
      </w:r>
      <w:r w:rsidR="00786D60">
        <w:rPr>
          <w:rFonts w:hint="eastAsia"/>
        </w:rPr>
        <w:t>：</w:t>
      </w:r>
      <w:r w:rsidR="00786D60" w:rsidRPr="00786D60">
        <w:rPr>
          <w:position w:val="-14"/>
        </w:rPr>
        <w:object w:dxaOrig="1579" w:dyaOrig="380" w14:anchorId="2ABC259E">
          <v:shape id="_x0000_i1079" type="#_x0000_t75" style="width:78.6pt;height:18.6pt" o:ole="">
            <v:imagedata r:id="rId116" o:title=""/>
          </v:shape>
          <o:OLEObject Type="Embed" ProgID="Equation.DSMT4" ShapeID="_x0000_i1079" DrawAspect="Content" ObjectID="_1714378824" r:id="rId117"/>
        </w:object>
      </w:r>
      <w:r w:rsidR="00786D60">
        <w:t xml:space="preserve"> </w:t>
      </w:r>
    </w:p>
    <w:p w14:paraId="6C93F666" w14:textId="77777777" w:rsidR="00B41972" w:rsidRDefault="00B16495" w:rsidP="008B419C">
      <w:pPr>
        <w:rPr>
          <w:rFonts w:asciiTheme="majorEastAsia" w:eastAsiaTheme="majorEastAsia" w:hAnsiTheme="majorEastAsia"/>
        </w:rPr>
      </w:pPr>
      <w:r w:rsidRPr="00B16495">
        <w:rPr>
          <w:rFonts w:asciiTheme="majorEastAsia" w:eastAsiaTheme="majorEastAsia" w:hAnsiTheme="majorEastAsia" w:hint="eastAsia"/>
        </w:rPr>
        <w:lastRenderedPageBreak/>
        <w:t xml:space="preserve">行列の転置　</w:t>
      </w:r>
      <w:r w:rsidR="00E96E57" w:rsidRPr="00F07871">
        <w:rPr>
          <w:position w:val="-14"/>
        </w:rPr>
        <w:object w:dxaOrig="2280" w:dyaOrig="400" w14:anchorId="0EFBDFAA">
          <v:shape id="_x0000_i1080" type="#_x0000_t75" style="width:114pt;height:20.4pt" o:ole="">
            <v:imagedata r:id="rId118" o:title=""/>
          </v:shape>
          <o:OLEObject Type="Embed" ProgID="Equation.DSMT4" ShapeID="_x0000_i1080" DrawAspect="Content" ObjectID="_1714378825" r:id="rId119"/>
        </w:object>
      </w:r>
    </w:p>
    <w:p w14:paraId="03608C70" w14:textId="77777777" w:rsidR="00BE2578" w:rsidRPr="00BE2578" w:rsidRDefault="00E96E57" w:rsidP="00F07871">
      <w:pPr>
        <w:pStyle w:val="MTDisplayEquation"/>
      </w:pPr>
      <w:r w:rsidRPr="00F07871">
        <w:rPr>
          <w:position w:val="-50"/>
        </w:rPr>
        <w:object w:dxaOrig="5040" w:dyaOrig="1120" w14:anchorId="6FC03840">
          <v:shape id="_x0000_i1081" type="#_x0000_t75" style="width:252pt;height:56.4pt" o:ole="">
            <v:imagedata r:id="rId120" o:title=""/>
          </v:shape>
          <o:OLEObject Type="Embed" ProgID="Equation.DSMT4" ShapeID="_x0000_i1081" DrawAspect="Content" ObjectID="_1714378826" r:id="rId121"/>
        </w:object>
      </w:r>
    </w:p>
    <w:p w14:paraId="29F84F06" w14:textId="77777777" w:rsidR="008549D6" w:rsidRDefault="00717FCE" w:rsidP="001369DD">
      <w:r>
        <w:rPr>
          <w:rFonts w:hint="eastAsia"/>
        </w:rPr>
        <w:t>のように</w:t>
      </w:r>
      <w:r w:rsidR="00F76CBC">
        <w:rPr>
          <w:rFonts w:hint="eastAsia"/>
        </w:rPr>
        <w:t>行と列を入れ換える操作</w:t>
      </w:r>
      <w:r>
        <w:rPr>
          <w:rFonts w:hint="eastAsia"/>
        </w:rPr>
        <w:t>を転置という。</w:t>
      </w:r>
      <w:r w:rsidR="008549D6">
        <w:rPr>
          <w:rFonts w:hint="eastAsia"/>
        </w:rPr>
        <w:t xml:space="preserve">　</w:t>
      </w:r>
      <w:r w:rsidR="008549D6" w:rsidRPr="008549D6">
        <w:rPr>
          <w:position w:val="-4"/>
        </w:rPr>
        <w:object w:dxaOrig="340" w:dyaOrig="300" w14:anchorId="3C3AD1A2">
          <v:shape id="_x0000_i1082" type="#_x0000_t75" style="width:16.8pt;height:15pt" o:ole="">
            <v:imagedata r:id="rId122" o:title=""/>
          </v:shape>
          <o:OLEObject Type="Embed" ProgID="Equation.DSMT4" ShapeID="_x0000_i1082" DrawAspect="Content" ObjectID="_1714378827" r:id="rId123"/>
        </w:object>
      </w:r>
      <w:r w:rsidR="008549D6">
        <w:rPr>
          <w:rFonts w:hint="eastAsia"/>
        </w:rPr>
        <w:t>を</w:t>
      </w:r>
      <w:r w:rsidR="008549D6" w:rsidRPr="008549D6">
        <w:rPr>
          <w:position w:val="-4"/>
        </w:rPr>
        <w:object w:dxaOrig="260" w:dyaOrig="260" w14:anchorId="3788FA5C">
          <v:shape id="_x0000_i1083" type="#_x0000_t75" style="width:12.6pt;height:12.6pt" o:ole="">
            <v:imagedata r:id="rId124" o:title=""/>
          </v:shape>
          <o:OLEObject Type="Embed" ProgID="Equation.DSMT4" ShapeID="_x0000_i1083" DrawAspect="Content" ObjectID="_1714378828" r:id="rId125"/>
        </w:object>
      </w:r>
      <w:r w:rsidR="008549D6">
        <w:rPr>
          <w:rFonts w:hint="eastAsia"/>
        </w:rPr>
        <w:t>の転置行列という。</w:t>
      </w:r>
    </w:p>
    <w:p w14:paraId="35FC64B5" w14:textId="77777777" w:rsidR="008549D6" w:rsidRDefault="008549D6" w:rsidP="008549D6">
      <w:pPr>
        <w:snapToGrid w:val="0"/>
      </w:pPr>
      <w:r>
        <w:rPr>
          <w:rFonts w:hint="eastAsia"/>
        </w:rPr>
        <w:t>他の表現として、</w:t>
      </w:r>
      <w:r w:rsidRPr="008549D6">
        <w:rPr>
          <w:position w:val="-4"/>
        </w:rPr>
        <w:object w:dxaOrig="340" w:dyaOrig="300" w14:anchorId="1CF97257">
          <v:shape id="_x0000_i1084" type="#_x0000_t75" style="width:16.8pt;height:15pt" o:ole="">
            <v:imagedata r:id="rId126" o:title=""/>
          </v:shape>
          <o:OLEObject Type="Embed" ProgID="Equation.DSMT4" ShapeID="_x0000_i1084" DrawAspect="Content" ObjectID="_1714378829" r:id="rId127"/>
        </w:object>
      </w:r>
      <w:r>
        <w:rPr>
          <w:rFonts w:hint="eastAsia"/>
        </w:rPr>
        <w:t>の代わりに</w:t>
      </w:r>
      <w:r w:rsidRPr="00A41E8E">
        <w:rPr>
          <w:position w:val="-4"/>
        </w:rPr>
        <w:object w:dxaOrig="320" w:dyaOrig="260" w14:anchorId="28A4420F">
          <v:shape id="_x0000_i1085" type="#_x0000_t75" style="width:16.2pt;height:12.6pt" o:ole="">
            <v:imagedata r:id="rId128" o:title=""/>
          </v:shape>
          <o:OLEObject Type="Embed" ProgID="Equation.DSMT4" ShapeID="_x0000_i1085" DrawAspect="Content" ObjectID="_1714378830" r:id="rId129"/>
        </w:object>
      </w:r>
      <w:r>
        <w:rPr>
          <w:rFonts w:hint="eastAsia"/>
        </w:rPr>
        <w:t>もよく使われる。</w:t>
      </w:r>
    </w:p>
    <w:p w14:paraId="2EB05131" w14:textId="77777777" w:rsidR="008549D6" w:rsidRDefault="000D6D3D" w:rsidP="008549D6">
      <w:pPr>
        <w:snapToGrid w:val="0"/>
      </w:pPr>
      <w:r>
        <w:rPr>
          <w:rFonts w:hint="eastAsia"/>
        </w:rPr>
        <w:t>成分表示：</w:t>
      </w:r>
      <w:r w:rsidRPr="00843062">
        <w:rPr>
          <w:position w:val="-14"/>
        </w:rPr>
        <w:object w:dxaOrig="1340" w:dyaOrig="400" w14:anchorId="4086F3BE">
          <v:shape id="_x0000_i1086" type="#_x0000_t75" style="width:66.6pt;height:20.4pt" o:ole="">
            <v:imagedata r:id="rId130" o:title=""/>
          </v:shape>
          <o:OLEObject Type="Embed" ProgID="Equation.DSMT4" ShapeID="_x0000_i1086" DrawAspect="Content" ObjectID="_1714378831" r:id="rId131"/>
        </w:object>
      </w:r>
      <w:r w:rsidR="008549D6">
        <w:rPr>
          <w:rFonts w:hint="eastAsia"/>
        </w:rPr>
        <w:t>，</w:t>
      </w:r>
    </w:p>
    <w:p w14:paraId="3D278BAF" w14:textId="77777777" w:rsidR="00693204" w:rsidRDefault="00693204" w:rsidP="008549D6">
      <w:pPr>
        <w:snapToGrid w:val="0"/>
        <w:rPr>
          <w:rFonts w:asciiTheme="majorEastAsia" w:eastAsiaTheme="majorEastAsia" w:hAnsiTheme="majorEastAsia"/>
        </w:rPr>
      </w:pPr>
    </w:p>
    <w:p w14:paraId="31268BF8" w14:textId="77777777" w:rsidR="001369DD" w:rsidRDefault="001369DD" w:rsidP="001369DD">
      <w:r w:rsidRPr="006E32AE">
        <w:rPr>
          <w:rFonts w:asciiTheme="majorEastAsia" w:eastAsiaTheme="majorEastAsia" w:hAnsiTheme="majorEastAsia" w:hint="eastAsia"/>
        </w:rPr>
        <w:t>対称行列</w:t>
      </w:r>
      <w:r>
        <w:rPr>
          <w:rFonts w:hint="eastAsia"/>
        </w:rPr>
        <w:t xml:space="preserve">　</w:t>
      </w:r>
      <w:r w:rsidRPr="00F07871">
        <w:rPr>
          <w:position w:val="-14"/>
        </w:rPr>
        <w:object w:dxaOrig="2060" w:dyaOrig="400" w14:anchorId="1441A601">
          <v:shape id="_x0000_i1087" type="#_x0000_t75" style="width:102.6pt;height:20.4pt" o:ole="">
            <v:imagedata r:id="rId132" o:title=""/>
          </v:shape>
          <o:OLEObject Type="Embed" ProgID="Equation.DSMT4" ShapeID="_x0000_i1087" DrawAspect="Content" ObjectID="_1714378832" r:id="rId133"/>
        </w:object>
      </w:r>
    </w:p>
    <w:bookmarkStart w:id="0" w:name="_Hlk37718240"/>
    <w:p w14:paraId="2ED4894E" w14:textId="77777777" w:rsidR="001369DD" w:rsidRPr="00F76CBC" w:rsidRDefault="00BF7210" w:rsidP="001369DD">
      <w:pPr>
        <w:ind w:leftChars="67" w:left="141"/>
      </w:pPr>
      <w:r w:rsidRPr="00F07871">
        <w:rPr>
          <w:position w:val="-30"/>
        </w:rPr>
        <w:object w:dxaOrig="780" w:dyaOrig="720" w14:anchorId="358A3002">
          <v:shape id="_x0000_i1088" type="#_x0000_t75" style="width:40.2pt;height:36pt" o:ole="">
            <v:imagedata r:id="rId134" o:title=""/>
          </v:shape>
          <o:OLEObject Type="Embed" ProgID="Equation.DSMT4" ShapeID="_x0000_i1088" DrawAspect="Content" ObjectID="_1714378833" r:id="rId135"/>
        </w:object>
      </w:r>
      <w:r w:rsidR="001369DD">
        <w:rPr>
          <w:rFonts w:hint="eastAsia"/>
        </w:rPr>
        <w:t xml:space="preserve">　　</w:t>
      </w:r>
      <w:r w:rsidR="001369DD" w:rsidRPr="00F07871">
        <w:rPr>
          <w:position w:val="-50"/>
        </w:rPr>
        <w:object w:dxaOrig="1100" w:dyaOrig="1120" w14:anchorId="116086AF">
          <v:shape id="_x0000_i1089" type="#_x0000_t75" style="width:54.6pt;height:56.4pt" o:ole="">
            <v:imagedata r:id="rId136" o:title=""/>
          </v:shape>
          <o:OLEObject Type="Embed" ProgID="Equation.DSMT4" ShapeID="_x0000_i1089" DrawAspect="Content" ObjectID="_1714378834" r:id="rId137"/>
        </w:object>
      </w:r>
      <w:bookmarkEnd w:id="0"/>
      <w:r w:rsidR="001369DD">
        <w:rPr>
          <w:rFonts w:hint="eastAsia"/>
        </w:rPr>
        <w:t xml:space="preserve">　　のように、行と列を入れ換えても変わらない行列</w:t>
      </w:r>
    </w:p>
    <w:p w14:paraId="2AA43181" w14:textId="77777777" w:rsidR="001369DD" w:rsidRDefault="000D6D3D" w:rsidP="001369DD">
      <w:pPr>
        <w:ind w:leftChars="67" w:left="141"/>
      </w:pPr>
      <w:r>
        <w:rPr>
          <w:rFonts w:hint="eastAsia"/>
        </w:rPr>
        <w:t>成分表示：</w:t>
      </w:r>
      <w:r w:rsidRPr="00F07871">
        <w:rPr>
          <w:position w:val="-12"/>
        </w:rPr>
        <w:object w:dxaOrig="1300" w:dyaOrig="360" w14:anchorId="3F1BA5C4">
          <v:shape id="_x0000_i1090" type="#_x0000_t75" style="width:64.8pt;height:18.6pt" o:ole="">
            <v:imagedata r:id="rId138" o:title=""/>
          </v:shape>
          <o:OLEObject Type="Embed" ProgID="Equation.DSMT4" ShapeID="_x0000_i1090" DrawAspect="Content" ObjectID="_1714378835" r:id="rId139"/>
        </w:object>
      </w:r>
      <w:r w:rsidR="001369DD">
        <w:rPr>
          <w:rFonts w:hint="eastAsia"/>
        </w:rPr>
        <w:t xml:space="preserve"> ,  </w:t>
      </w:r>
      <w:r w:rsidRPr="00F07871">
        <w:rPr>
          <w:position w:val="-12"/>
        </w:rPr>
        <w:object w:dxaOrig="1320" w:dyaOrig="360" w14:anchorId="22B320E7">
          <v:shape id="_x0000_i1091" type="#_x0000_t75" style="width:66pt;height:18.6pt" o:ole="">
            <v:imagedata r:id="rId140" o:title=""/>
          </v:shape>
          <o:OLEObject Type="Embed" ProgID="Equation.DSMT4" ShapeID="_x0000_i1091" DrawAspect="Content" ObjectID="_1714378836" r:id="rId141"/>
        </w:object>
      </w:r>
      <w:r w:rsidR="001369DD">
        <w:rPr>
          <w:rFonts w:hint="eastAsia"/>
        </w:rPr>
        <w:t xml:space="preserve">　　</w:t>
      </w:r>
      <w:bookmarkStart w:id="1" w:name="MTBlankEqn"/>
      <w:r>
        <w:rPr>
          <w:rFonts w:hint="eastAsia"/>
        </w:rPr>
        <w:t>一般には、</w:t>
      </w:r>
      <w:r w:rsidRPr="00F07871">
        <w:rPr>
          <w:position w:val="-14"/>
        </w:rPr>
        <w:object w:dxaOrig="1240" w:dyaOrig="380" w14:anchorId="4D020972">
          <v:shape id="_x0000_i1092" type="#_x0000_t75" style="width:61.8pt;height:18.6pt" o:ole="">
            <v:imagedata r:id="rId142" o:title=""/>
          </v:shape>
          <o:OLEObject Type="Embed" ProgID="Equation.DSMT4" ShapeID="_x0000_i1092" DrawAspect="Content" ObjectID="_1714378837" r:id="rId143"/>
        </w:object>
      </w:r>
      <w:bookmarkEnd w:id="1"/>
    </w:p>
    <w:p w14:paraId="780BF63B" w14:textId="77777777" w:rsidR="00555C55" w:rsidRPr="001369DD" w:rsidRDefault="00555C55" w:rsidP="00243307">
      <w:pPr>
        <w:tabs>
          <w:tab w:val="left" w:pos="1354"/>
        </w:tabs>
      </w:pPr>
    </w:p>
    <w:p w14:paraId="7DF22380" w14:textId="77777777" w:rsidR="00B41972" w:rsidRPr="00555C55" w:rsidRDefault="00243307" w:rsidP="008B419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演習</w:t>
      </w:r>
    </w:p>
    <w:p w14:paraId="4D48DF42" w14:textId="77777777" w:rsidR="00F07871" w:rsidRDefault="001369DD" w:rsidP="00F07871">
      <w:pPr>
        <w:pStyle w:val="MTDisplayEquation"/>
        <w:rPr>
          <w:rFonts w:asciiTheme="majorEastAsia" w:eastAsiaTheme="majorEastAsia" w:hAnsiTheme="majorEastAsia"/>
          <w:b/>
        </w:rPr>
      </w:pPr>
      <w:r>
        <w:rPr>
          <w:rFonts w:hint="eastAsia"/>
        </w:rPr>
        <w:t>１）</w:t>
      </w:r>
      <w:r w:rsidRPr="001369DD">
        <w:rPr>
          <w:position w:val="-50"/>
        </w:rPr>
        <w:object w:dxaOrig="1200" w:dyaOrig="1120" w14:anchorId="623137D9">
          <v:shape id="_x0000_i1093" type="#_x0000_t75" style="width:60pt;height:56.4pt" o:ole="">
            <v:imagedata r:id="rId144" o:title=""/>
          </v:shape>
          <o:OLEObject Type="Embed" ProgID="Equation.DSMT4" ShapeID="_x0000_i1093" DrawAspect="Content" ObjectID="_1714378838" r:id="rId145"/>
        </w:object>
      </w:r>
      <w:r>
        <w:rPr>
          <w:rFonts w:hint="eastAsia"/>
        </w:rPr>
        <w:t xml:space="preserve">　は何行何列の行列か。　　［　　　行　　　列］</w:t>
      </w:r>
    </w:p>
    <w:p w14:paraId="7FA9C741" w14:textId="77777777" w:rsidR="00F07871" w:rsidRDefault="001369DD" w:rsidP="00F07871">
      <w:pPr>
        <w:ind w:leftChars="67" w:left="141"/>
      </w:pPr>
      <w:r w:rsidRPr="001369DD">
        <w:rPr>
          <w:rFonts w:asciiTheme="minorEastAsia" w:eastAsiaTheme="minorEastAsia" w:hAnsiTheme="minorEastAsia" w:hint="eastAsia"/>
        </w:rPr>
        <w:t>２）</w:t>
      </w:r>
      <w:r>
        <w:rPr>
          <w:rFonts w:hint="eastAsia"/>
        </w:rPr>
        <w:t>上の行列の以下の成分は何か。</w:t>
      </w:r>
      <w:r w:rsidR="00F07871">
        <w:rPr>
          <w:rFonts w:hint="eastAsia"/>
        </w:rPr>
        <w:t xml:space="preserve">  </w:t>
      </w:r>
      <w:r w:rsidR="00F07871">
        <w:rPr>
          <w:rFonts w:hint="eastAsia"/>
        </w:rPr>
        <w:t xml:space="preserve">　</w:t>
      </w:r>
      <w:r w:rsidRPr="001369DD">
        <w:rPr>
          <w:position w:val="-50"/>
        </w:rPr>
        <w:object w:dxaOrig="800" w:dyaOrig="1120" w14:anchorId="15386D15">
          <v:shape id="_x0000_i1094" type="#_x0000_t75" style="width:39pt;height:56.4pt" o:ole="">
            <v:imagedata r:id="rId146" o:title=""/>
          </v:shape>
          <o:OLEObject Type="Embed" ProgID="Equation.DSMT4" ShapeID="_x0000_i1094" DrawAspect="Content" ObjectID="_1714378839" r:id="rId147"/>
        </w:object>
      </w:r>
    </w:p>
    <w:p w14:paraId="2F4E187A" w14:textId="77777777" w:rsidR="00F07871" w:rsidRPr="001369DD" w:rsidRDefault="001369DD" w:rsidP="00717FCE">
      <w:pPr>
        <w:ind w:leftChars="67" w:left="14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３）以下の行列の転置行列を求めよ。（）も自分で付けること。</w:t>
      </w:r>
    </w:p>
    <w:p w14:paraId="620DD091" w14:textId="77777777" w:rsidR="001369DD" w:rsidRDefault="001369DD" w:rsidP="001369DD">
      <w:pPr>
        <w:ind w:leftChars="67" w:left="141" w:firstLineChars="200" w:firstLine="420"/>
      </w:pPr>
      <w:r w:rsidRPr="00F07871">
        <w:rPr>
          <w:position w:val="-50"/>
        </w:rPr>
        <w:object w:dxaOrig="1820" w:dyaOrig="1120" w14:anchorId="30BD6BA9">
          <v:shape id="_x0000_i1095" type="#_x0000_t75" style="width:90.6pt;height:56.4pt" o:ole="">
            <v:imagedata r:id="rId148" o:title=""/>
          </v:shape>
          <o:OLEObject Type="Embed" ProgID="Equation.DSMT4" ShapeID="_x0000_i1095" DrawAspect="Content" ObjectID="_1714378840" r:id="rId149"/>
        </w:object>
      </w:r>
      <w:r>
        <w:rPr>
          <w:rFonts w:hint="eastAsia"/>
        </w:rPr>
        <w:t xml:space="preserve">　　</w:t>
      </w:r>
      <w:r w:rsidR="00AA73BB" w:rsidRPr="00F07871">
        <w:rPr>
          <w:position w:val="-14"/>
        </w:rPr>
        <w:object w:dxaOrig="1340" w:dyaOrig="400" w14:anchorId="6DD8129A">
          <v:shape id="_x0000_i1096" type="#_x0000_t75" style="width:66.6pt;height:20.4pt" o:ole="">
            <v:imagedata r:id="rId150" o:title=""/>
          </v:shape>
          <o:OLEObject Type="Embed" ProgID="Equation.DSMT4" ShapeID="_x0000_i1096" DrawAspect="Content" ObjectID="_1714378841" r:id="rId151"/>
        </w:object>
      </w:r>
    </w:p>
    <w:p w14:paraId="4707391F" w14:textId="77777777" w:rsidR="00F07871" w:rsidRPr="001369DD" w:rsidRDefault="001369DD" w:rsidP="00717FCE">
      <w:pPr>
        <w:ind w:leftChars="67" w:left="141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４）以下の行列</w:t>
      </w:r>
      <w:r w:rsidRPr="001369DD">
        <w:rPr>
          <w:rFonts w:asciiTheme="minorEastAsia" w:eastAsiaTheme="minorEastAsia" w:hAnsiTheme="minorEastAsia"/>
          <w:position w:val="-4"/>
        </w:rPr>
        <w:object w:dxaOrig="260" w:dyaOrig="260" w14:anchorId="154E807B">
          <v:shape id="_x0000_i1097" type="#_x0000_t75" style="width:12.6pt;height:12.6pt" o:ole="">
            <v:imagedata r:id="rId152" o:title=""/>
          </v:shape>
          <o:OLEObject Type="Embed" ProgID="Equation.DSMT4" ShapeID="_x0000_i1097" DrawAspect="Content" ObjectID="_1714378842" r:id="rId153"/>
        </w:objec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は対称行列である。不足しているところを補え。</w:t>
      </w:r>
    </w:p>
    <w:p w14:paraId="7B272A0F" w14:textId="77777777" w:rsidR="00F07871" w:rsidRDefault="00693204" w:rsidP="00693204">
      <w:pPr>
        <w:ind w:leftChars="270" w:left="567"/>
        <w:rPr>
          <w:rFonts w:asciiTheme="minorEastAsia" w:eastAsiaTheme="minorEastAsia" w:hAnsiTheme="minorEastAsia"/>
        </w:rPr>
      </w:pPr>
      <w:r w:rsidRPr="00693204">
        <w:rPr>
          <w:rFonts w:asciiTheme="minorEastAsia" w:eastAsiaTheme="minorEastAsia" w:hAnsiTheme="minorEastAsia"/>
          <w:position w:val="-50"/>
        </w:rPr>
        <w:object w:dxaOrig="2020" w:dyaOrig="1120" w14:anchorId="7FA39CC3">
          <v:shape id="_x0000_i1098" type="#_x0000_t75" style="width:101.4pt;height:56.4pt" o:ole="">
            <v:imagedata r:id="rId154" o:title=""/>
          </v:shape>
          <o:OLEObject Type="Embed" ProgID="Equation.DSMT4" ShapeID="_x0000_i1098" DrawAspect="Content" ObjectID="_1714378843" r:id="rId155"/>
        </w:object>
      </w:r>
      <w:r>
        <w:rPr>
          <w:rFonts w:asciiTheme="minorEastAsia" w:eastAsiaTheme="minorEastAsia" w:hAnsiTheme="minorEastAsia"/>
        </w:rPr>
        <w:t xml:space="preserve"> </w:t>
      </w:r>
    </w:p>
    <w:p w14:paraId="28856C73" w14:textId="77777777" w:rsidR="008549D6" w:rsidRDefault="008549D6">
      <w:pPr>
        <w:widowControl/>
        <w:adjustRightInd/>
        <w:spacing w:line="240" w:lineRule="auto"/>
        <w:jc w:val="left"/>
        <w:textAlignment w:val="auto"/>
      </w:pPr>
    </w:p>
    <w:p w14:paraId="219E39F1" w14:textId="77777777" w:rsidR="00693204" w:rsidRDefault="00693204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2"/>
          <w:szCs w:val="22"/>
        </w:rPr>
      </w:pPr>
      <w:r>
        <w:br w:type="page"/>
      </w:r>
    </w:p>
    <w:p w14:paraId="4E2194F0" w14:textId="77777777" w:rsidR="009E5AC2" w:rsidRDefault="00EF30A7">
      <w:pPr>
        <w:pStyle w:val="2"/>
      </w:pPr>
      <w:r>
        <w:lastRenderedPageBreak/>
        <w:t>2.2</w:t>
      </w:r>
      <w:r w:rsidR="00D20FE2">
        <w:t xml:space="preserve"> </w:t>
      </w:r>
      <w:r>
        <w:rPr>
          <w:rFonts w:hint="eastAsia"/>
        </w:rPr>
        <w:t>行列の演算</w:t>
      </w:r>
      <w:r w:rsidR="00E702C5">
        <w:rPr>
          <w:rFonts w:hint="eastAsia"/>
        </w:rPr>
        <w:t xml:space="preserve">　【第５回】</w:t>
      </w:r>
    </w:p>
    <w:p w14:paraId="795B927A" w14:textId="77777777" w:rsidR="00D76B57" w:rsidRPr="000D6D3D" w:rsidRDefault="00755EDF" w:rsidP="00755EDF">
      <w:pPr>
        <w:pStyle w:val="3"/>
        <w:rPr>
          <w:rFonts w:asciiTheme="minorEastAsia" w:eastAsiaTheme="minorEastAsia" w:hAnsiTheme="minorEastAsia"/>
        </w:rPr>
      </w:pPr>
      <w:r>
        <w:rPr>
          <w:rFonts w:ascii="ＭＳ ゴシック" w:eastAsia="ＭＳ ゴシック" w:hAnsi="ＭＳ ゴシック" w:hint="eastAsia"/>
        </w:rPr>
        <w:t xml:space="preserve">2.2.1 </w:t>
      </w:r>
      <w:r w:rsidR="00D76B57" w:rsidRPr="002009FE">
        <w:rPr>
          <w:rFonts w:ascii="ＭＳ ゴシック" w:eastAsia="ＭＳ ゴシック" w:hAnsi="ＭＳ ゴシック" w:hint="eastAsia"/>
        </w:rPr>
        <w:t>行列の定数倍</w:t>
      </w:r>
      <w:r w:rsidR="007B2128">
        <w:rPr>
          <w:rFonts w:hint="eastAsia"/>
        </w:rPr>
        <w:t xml:space="preserve">　</w:t>
      </w:r>
      <w:r w:rsidR="0013476A" w:rsidRPr="0013476A">
        <w:rPr>
          <w:position w:val="-14"/>
        </w:rPr>
        <w:object w:dxaOrig="1060" w:dyaOrig="400" w14:anchorId="42C1D9E1">
          <v:shape id="_x0000_i1099" type="#_x0000_t75" style="width:53.4pt;height:20.4pt" o:ole="">
            <v:imagedata r:id="rId156" o:title=""/>
          </v:shape>
          <o:OLEObject Type="Embed" ProgID="Equation.DSMT4" ShapeID="_x0000_i1099" DrawAspect="Content" ObjectID="_1714378844" r:id="rId157"/>
        </w:object>
      </w:r>
      <w:r w:rsidR="000D6D3D" w:rsidRPr="000D6D3D">
        <w:rPr>
          <w:rFonts w:asciiTheme="minorEastAsia" w:eastAsiaTheme="minorEastAsia" w:hAnsiTheme="minorEastAsia" w:hint="eastAsia"/>
        </w:rPr>
        <w:t xml:space="preserve"> </w:t>
      </w:r>
    </w:p>
    <w:p w14:paraId="490F439D" w14:textId="77777777" w:rsidR="00D76B57" w:rsidRPr="00D76B57" w:rsidRDefault="00D76B57" w:rsidP="00D76B57">
      <w:pPr>
        <w:rPr>
          <w:rFonts w:asciiTheme="majorEastAsia" w:eastAsiaTheme="majorEastAsia" w:hAnsiTheme="majorEastAsia"/>
        </w:rPr>
      </w:pPr>
      <w:r w:rsidRPr="00D76B57">
        <w:rPr>
          <w:rFonts w:asciiTheme="majorEastAsia" w:eastAsiaTheme="majorEastAsia" w:hAnsiTheme="majorEastAsia" w:hint="eastAsia"/>
        </w:rPr>
        <w:t>例</w:t>
      </w:r>
    </w:p>
    <w:p w14:paraId="69A1AA16" w14:textId="77777777" w:rsidR="00D76B57" w:rsidRPr="00D76B57" w:rsidRDefault="0013476A" w:rsidP="00D76B57">
      <w:pPr>
        <w:ind w:leftChars="67" w:left="141"/>
      </w:pPr>
      <w:r w:rsidRPr="0013476A">
        <w:rPr>
          <w:position w:val="-30"/>
        </w:rPr>
        <w:object w:dxaOrig="1920" w:dyaOrig="720" w14:anchorId="21D05C17">
          <v:shape id="_x0000_i1100" type="#_x0000_t75" style="width:96.6pt;height:36pt" o:ole="">
            <v:imagedata r:id="rId158" o:title=""/>
          </v:shape>
          <o:OLEObject Type="Embed" ProgID="Equation.DSMT4" ShapeID="_x0000_i1100" DrawAspect="Content" ObjectID="_1714378845" r:id="rId159"/>
        </w:object>
      </w:r>
      <w:r w:rsidR="00D76B57">
        <w:rPr>
          <w:rFonts w:hint="eastAsia"/>
        </w:rPr>
        <w:t xml:space="preserve">　　　</w:t>
      </w:r>
      <w:r w:rsidR="00626936" w:rsidRPr="0013476A">
        <w:rPr>
          <w:position w:val="-30"/>
        </w:rPr>
        <w:object w:dxaOrig="2920" w:dyaOrig="720" w14:anchorId="51699F8B">
          <v:shape id="_x0000_i1101" type="#_x0000_t75" style="width:146.4pt;height:36pt" o:ole="">
            <v:imagedata r:id="rId160" o:title=""/>
          </v:shape>
          <o:OLEObject Type="Embed" ProgID="Equation.DSMT4" ShapeID="_x0000_i1101" DrawAspect="Content" ObjectID="_1714378846" r:id="rId161"/>
        </w:object>
      </w:r>
    </w:p>
    <w:p w14:paraId="7A06F5D7" w14:textId="77777777" w:rsidR="00732ECC" w:rsidRDefault="00732ECC" w:rsidP="00A213B2">
      <w:pPr>
        <w:ind w:leftChars="67" w:left="141"/>
      </w:pPr>
    </w:p>
    <w:p w14:paraId="78122FDD" w14:textId="77777777" w:rsidR="00A213B2" w:rsidRDefault="00A213B2" w:rsidP="00A213B2">
      <w:pPr>
        <w:ind w:leftChars="67" w:left="141"/>
      </w:pPr>
      <w:r>
        <w:rPr>
          <w:rFonts w:hint="eastAsia"/>
        </w:rPr>
        <w:t>成分表示</w:t>
      </w:r>
      <w:r w:rsidR="00247729">
        <w:rPr>
          <w:rFonts w:hint="eastAsia"/>
        </w:rPr>
        <w:t>：</w:t>
      </w:r>
      <w:r>
        <w:rPr>
          <w:rFonts w:hint="eastAsia"/>
        </w:rPr>
        <w:t xml:space="preserve">　</w:t>
      </w:r>
      <w:r w:rsidR="000D6D3D" w:rsidRPr="0013476A">
        <w:rPr>
          <w:position w:val="-18"/>
        </w:rPr>
        <w:object w:dxaOrig="1460" w:dyaOrig="440" w14:anchorId="5C1A7262">
          <v:shape id="_x0000_i1102" type="#_x0000_t75" style="width:73.2pt;height:21.6pt" o:ole="">
            <v:imagedata r:id="rId162" o:title=""/>
          </v:shape>
          <o:OLEObject Type="Embed" ProgID="Equation.DSMT4" ShapeID="_x0000_i1102" DrawAspect="Content" ObjectID="_1714378847" r:id="rId163"/>
        </w:object>
      </w:r>
    </w:p>
    <w:p w14:paraId="6CC32DBD" w14:textId="77777777" w:rsidR="00755EDF" w:rsidRPr="00755EDF" w:rsidRDefault="00755EDF" w:rsidP="00D76B57"/>
    <w:p w14:paraId="16BEA0A0" w14:textId="77777777" w:rsidR="007B2128" w:rsidRDefault="00755EDF" w:rsidP="00755EDF">
      <w:pPr>
        <w:pStyle w:val="3"/>
      </w:pPr>
      <w:r>
        <w:rPr>
          <w:rFonts w:hint="eastAsia"/>
        </w:rPr>
        <w:t xml:space="preserve">2.2.2 </w:t>
      </w:r>
      <w:r w:rsidR="007B2128" w:rsidRPr="007B2128">
        <w:rPr>
          <w:rFonts w:hint="eastAsia"/>
        </w:rPr>
        <w:t>行列の和</w:t>
      </w:r>
      <w:r>
        <w:rPr>
          <w:rFonts w:hint="eastAsia"/>
        </w:rPr>
        <w:t>と差</w:t>
      </w:r>
      <w:r w:rsidR="007B2128">
        <w:rPr>
          <w:rFonts w:hint="eastAsia"/>
        </w:rPr>
        <w:t xml:space="preserve">　</w:t>
      </w:r>
      <w:r w:rsidR="0013476A" w:rsidRPr="0013476A">
        <w:rPr>
          <w:position w:val="-14"/>
        </w:rPr>
        <w:object w:dxaOrig="2040" w:dyaOrig="400" w14:anchorId="7DA3001A">
          <v:shape id="_x0000_i1103" type="#_x0000_t75" style="width:102pt;height:20.4pt" o:ole="">
            <v:imagedata r:id="rId164" o:title=""/>
          </v:shape>
          <o:OLEObject Type="Embed" ProgID="Equation.DSMT4" ShapeID="_x0000_i1103" DrawAspect="Content" ObjectID="_1714378848" r:id="rId165"/>
        </w:object>
      </w:r>
    </w:p>
    <w:p w14:paraId="2A24E26F" w14:textId="77777777" w:rsidR="007B2128" w:rsidRPr="007B2128" w:rsidRDefault="007B2128" w:rsidP="00D76B57">
      <w:pPr>
        <w:rPr>
          <w:rFonts w:asciiTheme="majorEastAsia" w:eastAsiaTheme="majorEastAsia" w:hAnsiTheme="majorEastAsia"/>
        </w:rPr>
      </w:pPr>
      <w:r w:rsidRPr="007B2128">
        <w:rPr>
          <w:rFonts w:asciiTheme="majorEastAsia" w:eastAsiaTheme="majorEastAsia" w:hAnsiTheme="majorEastAsia" w:hint="eastAsia"/>
        </w:rPr>
        <w:t>例</w:t>
      </w:r>
      <w:r w:rsidR="0013476A">
        <w:rPr>
          <w:rFonts w:asciiTheme="majorEastAsia" w:eastAsiaTheme="majorEastAsia" w:hAnsiTheme="majorEastAsia" w:hint="eastAsia"/>
        </w:rPr>
        <w:t>１</w:t>
      </w:r>
    </w:p>
    <w:p w14:paraId="640F7AAA" w14:textId="77777777" w:rsidR="00626936" w:rsidRDefault="00626936" w:rsidP="007B2128">
      <w:pPr>
        <w:ind w:leftChars="67" w:left="141"/>
      </w:pPr>
      <w:r w:rsidRPr="0013476A">
        <w:rPr>
          <w:position w:val="-30"/>
        </w:rPr>
        <w:object w:dxaOrig="1660" w:dyaOrig="720" w14:anchorId="7147D1DD">
          <v:shape id="_x0000_i1104" type="#_x0000_t75" style="width:82.2pt;height:36pt" o:ole="">
            <v:imagedata r:id="rId166" o:title=""/>
          </v:shape>
          <o:OLEObject Type="Embed" ProgID="Equation.DSMT4" ShapeID="_x0000_i1104" DrawAspect="Content" ObjectID="_1714378849" r:id="rId167"/>
        </w:object>
      </w:r>
      <w:r w:rsidR="007B2128">
        <w:rPr>
          <w:rFonts w:hint="eastAsia"/>
        </w:rPr>
        <w:t xml:space="preserve">　</w:t>
      </w:r>
      <w:r w:rsidRPr="0013476A">
        <w:rPr>
          <w:position w:val="-30"/>
        </w:rPr>
        <w:object w:dxaOrig="1640" w:dyaOrig="720" w14:anchorId="6B4B0531">
          <v:shape id="_x0000_i1105" type="#_x0000_t75" style="width:82.8pt;height:36pt" o:ole="">
            <v:imagedata r:id="rId168" o:title=""/>
          </v:shape>
          <o:OLEObject Type="Embed" ProgID="Equation.DSMT4" ShapeID="_x0000_i1105" DrawAspect="Content" ObjectID="_1714378850" r:id="rId169"/>
        </w:object>
      </w:r>
      <w:r w:rsidR="007B2128">
        <w:rPr>
          <w:rFonts w:hint="eastAsia"/>
        </w:rPr>
        <w:t xml:space="preserve">　のとき</w:t>
      </w:r>
      <w:r w:rsidR="00B01EDA">
        <w:rPr>
          <w:rFonts w:hint="eastAsia"/>
        </w:rPr>
        <w:t>、</w:t>
      </w:r>
    </w:p>
    <w:p w14:paraId="40E1AA64" w14:textId="77777777" w:rsidR="00247729" w:rsidRDefault="00247729" w:rsidP="00755EDF">
      <w:pPr>
        <w:ind w:leftChars="270" w:left="567"/>
      </w:pPr>
    </w:p>
    <w:p w14:paraId="2C52A7FB" w14:textId="77777777" w:rsidR="00755EDF" w:rsidRPr="007B2128" w:rsidRDefault="00755EDF" w:rsidP="00755EDF">
      <w:pPr>
        <w:ind w:leftChars="270" w:left="567"/>
      </w:pPr>
      <w:r w:rsidRPr="0013476A">
        <w:rPr>
          <w:position w:val="-30"/>
        </w:rPr>
        <w:object w:dxaOrig="3140" w:dyaOrig="720" w14:anchorId="38131705">
          <v:shape id="_x0000_i1106" type="#_x0000_t75" style="width:156.6pt;height:36pt" o:ole="">
            <v:imagedata r:id="rId170" o:title=""/>
          </v:shape>
          <o:OLEObject Type="Embed" ProgID="Equation.DSMT4" ShapeID="_x0000_i1106" DrawAspect="Content" ObjectID="_1714378851" r:id="rId171"/>
        </w:object>
      </w:r>
      <w:r>
        <w:rPr>
          <w:rFonts w:hint="eastAsia"/>
        </w:rPr>
        <w:t xml:space="preserve">　　　</w:t>
      </w:r>
      <w:r w:rsidRPr="0013476A">
        <w:rPr>
          <w:position w:val="-30"/>
        </w:rPr>
        <w:object w:dxaOrig="3140" w:dyaOrig="720" w14:anchorId="4F66FC26">
          <v:shape id="_x0000_i1107" type="#_x0000_t75" style="width:156.6pt;height:36pt" o:ole="">
            <v:imagedata r:id="rId172" o:title=""/>
          </v:shape>
          <o:OLEObject Type="Embed" ProgID="Equation.DSMT4" ShapeID="_x0000_i1107" DrawAspect="Content" ObjectID="_1714378852" r:id="rId173"/>
        </w:object>
      </w:r>
    </w:p>
    <w:p w14:paraId="7A030001" w14:textId="77777777" w:rsidR="00732ECC" w:rsidRDefault="00732ECC" w:rsidP="00AE7E76">
      <w:pPr>
        <w:ind w:leftChars="67" w:left="141"/>
      </w:pPr>
    </w:p>
    <w:p w14:paraId="60240C90" w14:textId="77777777" w:rsidR="00B01EDA" w:rsidRDefault="00AE7E76" w:rsidP="00AE7E76">
      <w:pPr>
        <w:ind w:leftChars="67" w:left="141"/>
      </w:pPr>
      <w:r>
        <w:rPr>
          <w:rFonts w:hint="eastAsia"/>
        </w:rPr>
        <w:t>成分表示</w:t>
      </w:r>
      <w:r w:rsidR="00247729">
        <w:rPr>
          <w:rFonts w:hint="eastAsia"/>
        </w:rPr>
        <w:t xml:space="preserve">：　</w:t>
      </w:r>
      <w:r w:rsidR="00A41E8E" w:rsidRPr="0013476A">
        <w:rPr>
          <w:position w:val="-18"/>
        </w:rPr>
        <w:object w:dxaOrig="2260" w:dyaOrig="440" w14:anchorId="3CE415C5">
          <v:shape id="_x0000_i1108" type="#_x0000_t75" style="width:113.4pt;height:21.6pt" o:ole="">
            <v:imagedata r:id="rId174" o:title=""/>
          </v:shape>
          <o:OLEObject Type="Embed" ProgID="Equation.DSMT4" ShapeID="_x0000_i1108" DrawAspect="Content" ObjectID="_1714378853" r:id="rId175"/>
        </w:object>
      </w:r>
      <w:r w:rsidR="00247729">
        <w:rPr>
          <w:rFonts w:hint="eastAsia"/>
        </w:rPr>
        <w:t>，</w:t>
      </w:r>
      <w:r w:rsidR="00626936">
        <w:rPr>
          <w:rFonts w:hint="eastAsia"/>
        </w:rPr>
        <w:t xml:space="preserve">　</w:t>
      </w:r>
      <w:r w:rsidR="00A41E8E" w:rsidRPr="0013476A">
        <w:rPr>
          <w:position w:val="-18"/>
        </w:rPr>
        <w:object w:dxaOrig="2260" w:dyaOrig="440" w14:anchorId="152409D9">
          <v:shape id="_x0000_i1109" type="#_x0000_t75" style="width:113.4pt;height:21.6pt" o:ole="">
            <v:imagedata r:id="rId176" o:title=""/>
          </v:shape>
          <o:OLEObject Type="Embed" ProgID="Equation.DSMT4" ShapeID="_x0000_i1109" DrawAspect="Content" ObjectID="_1714378854" r:id="rId177"/>
        </w:object>
      </w:r>
    </w:p>
    <w:p w14:paraId="6202E739" w14:textId="77777777" w:rsidR="007B2128" w:rsidRPr="00247729" w:rsidRDefault="007B2128" w:rsidP="00D76B57"/>
    <w:p w14:paraId="246D59AA" w14:textId="77777777" w:rsidR="0013476A" w:rsidRPr="000051A4" w:rsidRDefault="0013476A" w:rsidP="00D76B57">
      <w:pPr>
        <w:rPr>
          <w:rFonts w:asciiTheme="majorEastAsia" w:eastAsiaTheme="majorEastAsia" w:hAnsiTheme="majorEastAsia"/>
        </w:rPr>
      </w:pPr>
      <w:r w:rsidRPr="000051A4">
        <w:rPr>
          <w:rFonts w:asciiTheme="majorEastAsia" w:eastAsiaTheme="majorEastAsia" w:hAnsiTheme="majorEastAsia" w:hint="eastAsia"/>
        </w:rPr>
        <w:t>例２</w:t>
      </w:r>
    </w:p>
    <w:p w14:paraId="12158E13" w14:textId="77777777" w:rsidR="0013476A" w:rsidRPr="00732ECC" w:rsidRDefault="00755EDF" w:rsidP="0013476A">
      <w:pPr>
        <w:ind w:firstLineChars="100" w:firstLine="210"/>
      </w:pPr>
      <w:r w:rsidRPr="0013476A">
        <w:rPr>
          <w:position w:val="-50"/>
        </w:rPr>
        <w:object w:dxaOrig="2260" w:dyaOrig="1120" w14:anchorId="229A9729">
          <v:shape id="_x0000_i1110" type="#_x0000_t75" style="width:113.4pt;height:56.4pt" o:ole="">
            <v:imagedata r:id="rId178" o:title=""/>
          </v:shape>
          <o:OLEObject Type="Embed" ProgID="Equation.DSMT4" ShapeID="_x0000_i1110" DrawAspect="Content" ObjectID="_1714378855" r:id="rId179"/>
        </w:object>
      </w:r>
    </w:p>
    <w:p w14:paraId="5FF83509" w14:textId="77777777" w:rsidR="0013476A" w:rsidRDefault="0013476A" w:rsidP="00D76B57"/>
    <w:p w14:paraId="501774B5" w14:textId="77777777" w:rsidR="00755EDF" w:rsidRPr="00732ECC" w:rsidRDefault="00755EDF" w:rsidP="00D76B57"/>
    <w:p w14:paraId="2EE526CF" w14:textId="77777777" w:rsidR="0013476A" w:rsidRDefault="0013476A" w:rsidP="00D76B5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例３</w:t>
      </w:r>
    </w:p>
    <w:p w14:paraId="280EB1FC" w14:textId="77777777" w:rsidR="0013476A" w:rsidRDefault="0013476A" w:rsidP="0013476A">
      <w:pPr>
        <w:ind w:firstLineChars="100" w:firstLine="210"/>
        <w:rPr>
          <w:rFonts w:asciiTheme="majorEastAsia" w:eastAsiaTheme="majorEastAsia" w:hAnsiTheme="majorEastAsia"/>
        </w:rPr>
      </w:pPr>
      <w:r w:rsidRPr="0013476A">
        <w:rPr>
          <w:rFonts w:asciiTheme="majorEastAsia" w:eastAsiaTheme="majorEastAsia" w:hAnsiTheme="majorEastAsia"/>
          <w:position w:val="-50"/>
        </w:rPr>
        <w:object w:dxaOrig="2100" w:dyaOrig="1120" w14:anchorId="1FA5C4C2">
          <v:shape id="_x0000_i1111" type="#_x0000_t75" style="width:105pt;height:56.4pt" o:ole="">
            <v:imagedata r:id="rId180" o:title=""/>
          </v:shape>
          <o:OLEObject Type="Embed" ProgID="Equation.DSMT4" ShapeID="_x0000_i1111" DrawAspect="Content" ObjectID="_1714378856" r:id="rId181"/>
        </w:object>
      </w:r>
    </w:p>
    <w:p w14:paraId="56CEE1C5" w14:textId="77777777" w:rsidR="0013476A" w:rsidRDefault="0013476A" w:rsidP="00D76B57">
      <w:pPr>
        <w:rPr>
          <w:rFonts w:asciiTheme="majorEastAsia" w:eastAsiaTheme="majorEastAsia" w:hAnsiTheme="majorEastAsia"/>
        </w:rPr>
      </w:pPr>
    </w:p>
    <w:p w14:paraId="0B473D84" w14:textId="12F20E37" w:rsidR="00FB0E87" w:rsidRDefault="0013476A" w:rsidP="00FB0E87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6B180EA6" w14:textId="7681FFEE" w:rsidR="00FB0E87" w:rsidRDefault="00FB0E87" w:rsidP="00FB0E87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lastRenderedPageBreak/>
        <w:t>例４</w:t>
      </w:r>
    </w:p>
    <w:p w14:paraId="1F223F72" w14:textId="30A3FABB" w:rsidR="00FB0E87" w:rsidRDefault="00FB0E87" w:rsidP="00CC65B8">
      <w:pPr>
        <w:ind w:firstLineChars="100" w:firstLine="210"/>
      </w:pPr>
      <w:r w:rsidRPr="0013476A">
        <w:rPr>
          <w:position w:val="-50"/>
        </w:rPr>
        <w:object w:dxaOrig="2560" w:dyaOrig="1120" w14:anchorId="099BF124">
          <v:shape id="_x0000_i1398" type="#_x0000_t75" style="width:127.8pt;height:56.4pt" o:ole="">
            <v:imagedata r:id="rId182" o:title=""/>
          </v:shape>
          <o:OLEObject Type="Embed" ProgID="Equation.DSMT4" ShapeID="_x0000_i1398" DrawAspect="Content" ObjectID="_1714378857" r:id="rId183"/>
        </w:object>
      </w:r>
    </w:p>
    <w:p w14:paraId="1DD6A3B0" w14:textId="4E5262EA" w:rsidR="00CC65B8" w:rsidRDefault="00CC65B8" w:rsidP="00CC65B8">
      <w:pPr>
        <w:rPr>
          <w:rFonts w:hint="eastAsia"/>
        </w:rPr>
      </w:pPr>
    </w:p>
    <w:p w14:paraId="49A98BE4" w14:textId="77777777" w:rsidR="00CC65B8" w:rsidRPr="00CC65B8" w:rsidRDefault="00CC65B8" w:rsidP="00CC65B8">
      <w:pPr>
        <w:rPr>
          <w:rFonts w:hint="eastAsia"/>
        </w:rPr>
      </w:pPr>
    </w:p>
    <w:p w14:paraId="1ED75BD1" w14:textId="77777777" w:rsidR="00FB0E87" w:rsidRDefault="00FB0E87" w:rsidP="00FB0E87">
      <w:pPr>
        <w:widowControl/>
        <w:adjustRightInd/>
        <w:snapToGrid w:val="0"/>
        <w:jc w:val="left"/>
        <w:textAlignment w:val="auto"/>
        <w:rPr>
          <w:rFonts w:asciiTheme="majorEastAsia" w:eastAsiaTheme="majorEastAsia" w:hAnsiTheme="majorEastAsia" w:hint="eastAsia"/>
        </w:rPr>
      </w:pPr>
    </w:p>
    <w:p w14:paraId="06911A2F" w14:textId="77777777" w:rsidR="00732ECC" w:rsidRPr="00732ECC" w:rsidRDefault="00732ECC" w:rsidP="00D76B57">
      <w:pPr>
        <w:rPr>
          <w:rFonts w:asciiTheme="majorEastAsia" w:eastAsiaTheme="majorEastAsia" w:hAnsiTheme="majorEastAsia"/>
        </w:rPr>
      </w:pPr>
      <w:r w:rsidRPr="00732ECC">
        <w:rPr>
          <w:rFonts w:asciiTheme="majorEastAsia" w:eastAsiaTheme="majorEastAsia" w:hAnsiTheme="majorEastAsia" w:hint="eastAsia"/>
        </w:rPr>
        <w:t>演習</w:t>
      </w:r>
    </w:p>
    <w:p w14:paraId="07A62038" w14:textId="77777777" w:rsidR="00732ECC" w:rsidRDefault="00732ECC" w:rsidP="00D76B57">
      <w:r>
        <w:rPr>
          <w:rFonts w:hint="eastAsia"/>
        </w:rPr>
        <w:t>１）</w:t>
      </w:r>
      <w:r w:rsidR="0013476A" w:rsidRPr="0013476A">
        <w:rPr>
          <w:position w:val="-30"/>
        </w:rPr>
        <w:object w:dxaOrig="2120" w:dyaOrig="720" w14:anchorId="3579F72E">
          <v:shape id="_x0000_i1112" type="#_x0000_t75" style="width:105.6pt;height:36pt" o:ole="">
            <v:imagedata r:id="rId184" o:title=""/>
          </v:shape>
          <o:OLEObject Type="Embed" ProgID="Equation.DSMT4" ShapeID="_x0000_i1112" DrawAspect="Content" ObjectID="_1714378858" r:id="rId185"/>
        </w:object>
      </w:r>
    </w:p>
    <w:p w14:paraId="0B2EBF17" w14:textId="77777777" w:rsidR="00732ECC" w:rsidRDefault="00732ECC" w:rsidP="00D76B57"/>
    <w:p w14:paraId="1B65986B" w14:textId="77777777" w:rsidR="000A572D" w:rsidRDefault="000A572D" w:rsidP="00D76B57"/>
    <w:p w14:paraId="23950A27" w14:textId="77777777" w:rsidR="00984E6C" w:rsidRPr="00732ECC" w:rsidRDefault="00984E6C" w:rsidP="00D76B57"/>
    <w:p w14:paraId="27B3465F" w14:textId="77777777" w:rsidR="00732ECC" w:rsidRDefault="00732ECC" w:rsidP="00D76B57">
      <w:r>
        <w:rPr>
          <w:rFonts w:hint="eastAsia"/>
        </w:rPr>
        <w:t>２）</w:t>
      </w:r>
      <w:r w:rsidR="0013476A" w:rsidRPr="0013476A">
        <w:rPr>
          <w:position w:val="-50"/>
        </w:rPr>
        <w:object w:dxaOrig="1579" w:dyaOrig="1120" w14:anchorId="230C7C1A">
          <v:shape id="_x0000_i1113" type="#_x0000_t75" style="width:78.6pt;height:56.4pt" o:ole="">
            <v:imagedata r:id="rId186" o:title=""/>
          </v:shape>
          <o:OLEObject Type="Embed" ProgID="Equation.DSMT4" ShapeID="_x0000_i1113" DrawAspect="Content" ObjectID="_1714378859" r:id="rId187"/>
        </w:object>
      </w:r>
    </w:p>
    <w:p w14:paraId="239F79F0" w14:textId="77777777" w:rsidR="00732ECC" w:rsidRDefault="00732ECC" w:rsidP="00D76B57"/>
    <w:p w14:paraId="3815B458" w14:textId="77777777" w:rsidR="000A572D" w:rsidRDefault="000A572D" w:rsidP="00D76B57"/>
    <w:p w14:paraId="33B46ABD" w14:textId="77777777" w:rsidR="00984E6C" w:rsidRDefault="00984E6C" w:rsidP="00D76B57"/>
    <w:p w14:paraId="2B6F952D" w14:textId="77777777" w:rsidR="00732ECC" w:rsidRDefault="00732ECC" w:rsidP="00D76B57">
      <w:r>
        <w:rPr>
          <w:rFonts w:hint="eastAsia"/>
        </w:rPr>
        <w:t>３）</w:t>
      </w:r>
      <w:r w:rsidR="00755EDF" w:rsidRPr="0013476A">
        <w:rPr>
          <w:position w:val="-30"/>
        </w:rPr>
        <w:object w:dxaOrig="2799" w:dyaOrig="720" w14:anchorId="3101A380">
          <v:shape id="_x0000_i1114" type="#_x0000_t75" style="width:139.8pt;height:36pt" o:ole="">
            <v:imagedata r:id="rId188" o:title=""/>
          </v:shape>
          <o:OLEObject Type="Embed" ProgID="Equation.DSMT4" ShapeID="_x0000_i1114" DrawAspect="Content" ObjectID="_1714378860" r:id="rId189"/>
        </w:object>
      </w:r>
    </w:p>
    <w:p w14:paraId="72BAA1E2" w14:textId="77777777" w:rsidR="00732ECC" w:rsidRDefault="00732ECC" w:rsidP="00D76B57"/>
    <w:p w14:paraId="7CE14054" w14:textId="77777777" w:rsidR="00626936" w:rsidRDefault="00626936" w:rsidP="00D76B57"/>
    <w:p w14:paraId="686DBFA3" w14:textId="77777777" w:rsidR="000A572D" w:rsidRDefault="000A572D" w:rsidP="00D76B57"/>
    <w:p w14:paraId="555DCA6C" w14:textId="77777777" w:rsidR="00732ECC" w:rsidRPr="00732ECC" w:rsidRDefault="00732ECC" w:rsidP="00D76B57">
      <w:r>
        <w:rPr>
          <w:rFonts w:hint="eastAsia"/>
        </w:rPr>
        <w:t>４）</w:t>
      </w:r>
      <w:r w:rsidR="0013476A" w:rsidRPr="0013476A">
        <w:rPr>
          <w:position w:val="-50"/>
        </w:rPr>
        <w:object w:dxaOrig="2580" w:dyaOrig="1120" w14:anchorId="26EA25DE">
          <v:shape id="_x0000_i1115" type="#_x0000_t75" style="width:129pt;height:56.4pt" o:ole="">
            <v:imagedata r:id="rId190" o:title=""/>
          </v:shape>
          <o:OLEObject Type="Embed" ProgID="Equation.DSMT4" ShapeID="_x0000_i1115" DrawAspect="Content" ObjectID="_1714378861" r:id="rId191"/>
        </w:object>
      </w:r>
    </w:p>
    <w:p w14:paraId="0A2B74E5" w14:textId="77777777" w:rsidR="00732ECC" w:rsidRDefault="00732ECC" w:rsidP="00D76B57"/>
    <w:p w14:paraId="403018A2" w14:textId="77777777" w:rsidR="00984E6C" w:rsidRDefault="00984E6C" w:rsidP="00D76B57"/>
    <w:p w14:paraId="102DD579" w14:textId="77777777" w:rsidR="0013476A" w:rsidRDefault="0013476A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14:paraId="49633589" w14:textId="77777777" w:rsidR="00B53953" w:rsidRPr="00E93D03" w:rsidRDefault="00755EDF" w:rsidP="00755EDF">
      <w:pPr>
        <w:pStyle w:val="3"/>
      </w:pPr>
      <w:r>
        <w:rPr>
          <w:rFonts w:hint="eastAsia"/>
        </w:rPr>
        <w:lastRenderedPageBreak/>
        <w:t xml:space="preserve">2.2.3 </w:t>
      </w:r>
      <w:r w:rsidR="005E5FFC" w:rsidRPr="00E93D03">
        <w:rPr>
          <w:rFonts w:hint="eastAsia"/>
        </w:rPr>
        <w:t>行列の積</w:t>
      </w:r>
      <w:r w:rsidR="002009FE">
        <w:rPr>
          <w:rFonts w:hint="eastAsia"/>
        </w:rPr>
        <w:t xml:space="preserve">　</w:t>
      </w:r>
      <w:r w:rsidR="0013476A" w:rsidRPr="0013476A">
        <w:rPr>
          <w:position w:val="-14"/>
        </w:rPr>
        <w:object w:dxaOrig="2960" w:dyaOrig="400" w14:anchorId="7FBB6A3F">
          <v:shape id="_x0000_i1116" type="#_x0000_t75" style="width:147.6pt;height:20.4pt" o:ole="">
            <v:imagedata r:id="rId192" o:title=""/>
          </v:shape>
          <o:OLEObject Type="Embed" ProgID="Equation.DSMT4" ShapeID="_x0000_i1116" DrawAspect="Content" ObjectID="_1714378862" r:id="rId193"/>
        </w:object>
      </w:r>
      <w:r>
        <w:rPr>
          <w:rFonts w:hint="eastAsia"/>
        </w:rPr>
        <w:t xml:space="preserve">　【第６回】</w:t>
      </w:r>
    </w:p>
    <w:p w14:paraId="7E09938B" w14:textId="77777777" w:rsidR="00FD682F" w:rsidRPr="00FD682F" w:rsidRDefault="00FD682F" w:rsidP="00FD682F">
      <w:pPr>
        <w:rPr>
          <w:rFonts w:asciiTheme="majorEastAsia" w:eastAsiaTheme="majorEastAsia" w:hAnsiTheme="majorEastAsia"/>
        </w:rPr>
      </w:pPr>
      <w:r w:rsidRPr="00FD682F">
        <w:rPr>
          <w:rFonts w:asciiTheme="majorEastAsia" w:eastAsiaTheme="majorEastAsia" w:hAnsiTheme="majorEastAsia" w:hint="eastAsia"/>
        </w:rPr>
        <w:t>例</w:t>
      </w:r>
      <w:r>
        <w:rPr>
          <w:rFonts w:asciiTheme="majorEastAsia" w:eastAsiaTheme="majorEastAsia" w:hAnsiTheme="majorEastAsia" w:hint="eastAsia"/>
        </w:rPr>
        <w:t>１</w:t>
      </w:r>
    </w:p>
    <w:p w14:paraId="506E4656" w14:textId="77777777" w:rsidR="00FD682F" w:rsidRDefault="0013476A" w:rsidP="00511084">
      <w:r w:rsidRPr="0013476A">
        <w:rPr>
          <w:position w:val="-30"/>
        </w:rPr>
        <w:object w:dxaOrig="1200" w:dyaOrig="720" w14:anchorId="53E7E05B">
          <v:shape id="_x0000_i1117" type="#_x0000_t75" style="width:60pt;height:36pt" o:ole="">
            <v:imagedata r:id="rId194" o:title=""/>
          </v:shape>
          <o:OLEObject Type="Embed" ProgID="Equation.DSMT4" ShapeID="_x0000_i1117" DrawAspect="Content" ObjectID="_1714378863" r:id="rId195"/>
        </w:object>
      </w:r>
      <w:r w:rsidR="00FD682F">
        <w:rPr>
          <w:rFonts w:hint="eastAsia"/>
        </w:rPr>
        <w:t xml:space="preserve">　　</w:t>
      </w:r>
      <w:r w:rsidR="00C96A48" w:rsidRPr="0013476A">
        <w:rPr>
          <w:position w:val="-30"/>
        </w:rPr>
        <w:object w:dxaOrig="1180" w:dyaOrig="720" w14:anchorId="0196EB70">
          <v:shape id="_x0000_i1118" type="#_x0000_t75" style="width:59.4pt;height:36pt" o:ole="">
            <v:imagedata r:id="rId196" o:title=""/>
          </v:shape>
          <o:OLEObject Type="Embed" ProgID="Equation.DSMT4" ShapeID="_x0000_i1118" DrawAspect="Content" ObjectID="_1714378864" r:id="rId197"/>
        </w:object>
      </w:r>
      <w:r w:rsidR="007D261E">
        <w:rPr>
          <w:rFonts w:hint="eastAsia"/>
        </w:rPr>
        <w:t xml:space="preserve">　　</w:t>
      </w:r>
      <w:r w:rsidR="007D261E" w:rsidRPr="0013476A">
        <w:rPr>
          <w:position w:val="-30"/>
        </w:rPr>
        <w:object w:dxaOrig="1100" w:dyaOrig="720" w14:anchorId="15D2DC24">
          <v:shape id="_x0000_i1119" type="#_x0000_t75" style="width:54.6pt;height:36pt" o:ole="">
            <v:imagedata r:id="rId198" o:title=""/>
          </v:shape>
          <o:OLEObject Type="Embed" ProgID="Equation.DSMT4" ShapeID="_x0000_i1119" DrawAspect="Content" ObjectID="_1714378865" r:id="rId199"/>
        </w:object>
      </w:r>
      <w:r w:rsidR="007D261E">
        <w:rPr>
          <w:rFonts w:hint="eastAsia"/>
        </w:rPr>
        <w:t>単位行列</w:t>
      </w:r>
      <w:r w:rsidR="00231A77">
        <w:rPr>
          <w:rFonts w:hint="eastAsia"/>
        </w:rPr>
        <w:t xml:space="preserve">　のとき</w:t>
      </w:r>
    </w:p>
    <w:p w14:paraId="318D4169" w14:textId="77777777" w:rsidR="00FD682F" w:rsidRPr="00511084" w:rsidRDefault="00FD682F" w:rsidP="00B53953"/>
    <w:p w14:paraId="13132FC4" w14:textId="77777777" w:rsidR="00FD682F" w:rsidRPr="00FD682F" w:rsidRDefault="000F2A77" w:rsidP="00231A77">
      <w:pPr>
        <w:pStyle w:val="MTDisplayEquation"/>
        <w:ind w:leftChars="202" w:left="424" w:firstLine="1"/>
      </w:pPr>
      <w:r w:rsidRPr="0013476A">
        <w:rPr>
          <w:position w:val="-30"/>
        </w:rPr>
        <w:object w:dxaOrig="6200" w:dyaOrig="720" w14:anchorId="55540A40">
          <v:shape id="_x0000_i1120" type="#_x0000_t75" style="width:310.2pt;height:36pt" o:ole="">
            <v:imagedata r:id="rId200" o:title=""/>
          </v:shape>
          <o:OLEObject Type="Embed" ProgID="Equation.DSMT4" ShapeID="_x0000_i1120" DrawAspect="Content" ObjectID="_1714378866" r:id="rId201"/>
        </w:object>
      </w:r>
    </w:p>
    <w:p w14:paraId="621C24C7" w14:textId="77777777" w:rsidR="00CB5028" w:rsidRDefault="00CB5028" w:rsidP="00B53953"/>
    <w:p w14:paraId="6CBBD76F" w14:textId="77777777" w:rsidR="007D261E" w:rsidRDefault="007D261E" w:rsidP="007D261E">
      <w:pPr>
        <w:ind w:leftChars="202" w:left="424"/>
      </w:pPr>
      <w:r w:rsidRPr="007D261E">
        <w:rPr>
          <w:position w:val="-30"/>
        </w:rPr>
        <w:object w:dxaOrig="2200" w:dyaOrig="720" w14:anchorId="141A0EEF">
          <v:shape id="_x0000_i1121" type="#_x0000_t75" style="width:110.4pt;height:36pt" o:ole="">
            <v:imagedata r:id="rId202" o:title=""/>
          </v:shape>
          <o:OLEObject Type="Embed" ProgID="Equation.DSMT4" ShapeID="_x0000_i1121" DrawAspect="Content" ObjectID="_1714378867" r:id="rId203"/>
        </w:object>
      </w:r>
      <w:r>
        <w:t xml:space="preserve"> </w:t>
      </w:r>
    </w:p>
    <w:p w14:paraId="7D44A1CD" w14:textId="77777777" w:rsidR="007D261E" w:rsidRDefault="007D261E" w:rsidP="007D261E">
      <w:pPr>
        <w:ind w:leftChars="202" w:left="424"/>
      </w:pPr>
      <w:r w:rsidRPr="007D261E">
        <w:rPr>
          <w:position w:val="-30"/>
        </w:rPr>
        <w:object w:dxaOrig="2200" w:dyaOrig="720" w14:anchorId="46BBA22B">
          <v:shape id="_x0000_i1122" type="#_x0000_t75" style="width:110.4pt;height:36pt" o:ole="">
            <v:imagedata r:id="rId204" o:title=""/>
          </v:shape>
          <o:OLEObject Type="Embed" ProgID="Equation.DSMT4" ShapeID="_x0000_i1122" DrawAspect="Content" ObjectID="_1714378868" r:id="rId205"/>
        </w:object>
      </w:r>
      <w:r>
        <w:t xml:space="preserve"> </w:t>
      </w:r>
    </w:p>
    <w:p w14:paraId="4D0025A4" w14:textId="77777777" w:rsidR="007D261E" w:rsidRDefault="007D261E" w:rsidP="00B53953">
      <w:r>
        <w:rPr>
          <w:rFonts w:hint="eastAsia"/>
        </w:rPr>
        <w:t xml:space="preserve">　　行列</w:t>
      </w:r>
      <w:r w:rsidRPr="007D261E">
        <w:rPr>
          <w:position w:val="-4"/>
        </w:rPr>
        <w:object w:dxaOrig="180" w:dyaOrig="260" w14:anchorId="27492011">
          <v:shape id="_x0000_i1123" type="#_x0000_t75" style="width:9.6pt;height:12.6pt" o:ole="">
            <v:imagedata r:id="rId206" o:title=""/>
          </v:shape>
          <o:OLEObject Type="Embed" ProgID="Equation.DSMT4" ShapeID="_x0000_i1123" DrawAspect="Content" ObjectID="_1714378869" r:id="rId207"/>
        </w:object>
      </w:r>
      <w:r>
        <w:rPr>
          <w:rFonts w:hint="eastAsia"/>
        </w:rPr>
        <w:t>は数字の</w:t>
      </w:r>
      <w:r>
        <w:rPr>
          <w:rFonts w:hint="eastAsia"/>
        </w:rPr>
        <w:t xml:space="preserve"> 1</w:t>
      </w:r>
      <w:r>
        <w:rPr>
          <w:rFonts w:hint="eastAsia"/>
        </w:rPr>
        <w:t>に相当することが分かる。</w:t>
      </w:r>
      <w:r w:rsidR="000F2A77">
        <w:rPr>
          <w:rFonts w:hint="eastAsia"/>
        </w:rPr>
        <w:t>（</w:t>
      </w:r>
      <w:r w:rsidR="000F2A77" w:rsidRPr="000F2A77">
        <w:rPr>
          <w:position w:val="-6"/>
        </w:rPr>
        <w:object w:dxaOrig="1460" w:dyaOrig="279" w14:anchorId="3B5FFADA">
          <v:shape id="_x0000_i1124" type="#_x0000_t75" style="width:73.2pt;height:14.4pt" o:ole="">
            <v:imagedata r:id="rId208" o:title=""/>
          </v:shape>
          <o:OLEObject Type="Embed" ProgID="Equation.DSMT4" ShapeID="_x0000_i1124" DrawAspect="Content" ObjectID="_1714378870" r:id="rId209"/>
        </w:object>
      </w:r>
      <w:r w:rsidR="000F2A77">
        <w:t xml:space="preserve"> </w:t>
      </w:r>
      <w:r w:rsidR="000F2A77">
        <w:rPr>
          <w:rFonts w:hint="eastAsia"/>
        </w:rPr>
        <w:t>）</w:t>
      </w:r>
    </w:p>
    <w:p w14:paraId="19B0DB46" w14:textId="77777777" w:rsidR="009B1753" w:rsidRDefault="009B1753" w:rsidP="00B53953"/>
    <w:p w14:paraId="30D8C5FA" w14:textId="77777777" w:rsidR="007D261E" w:rsidRDefault="009B1753" w:rsidP="00B53953">
      <w:r>
        <w:rPr>
          <w:rFonts w:hint="eastAsia"/>
        </w:rPr>
        <w:t>成分表示：</w:t>
      </w:r>
      <w:r w:rsidRPr="009B1753">
        <w:rPr>
          <w:position w:val="-28"/>
        </w:rPr>
        <w:object w:dxaOrig="6200" w:dyaOrig="680" w14:anchorId="6C274C64">
          <v:shape id="_x0000_i1125" type="#_x0000_t75" style="width:310.2pt;height:34.2pt" o:ole="">
            <v:imagedata r:id="rId210" o:title=""/>
          </v:shape>
          <o:OLEObject Type="Embed" ProgID="Equation.DSMT4" ShapeID="_x0000_i1125" DrawAspect="Content" ObjectID="_1714378871" r:id="rId211"/>
        </w:object>
      </w:r>
      <w:r>
        <w:t xml:space="preserve"> </w:t>
      </w:r>
    </w:p>
    <w:p w14:paraId="072FCE7B" w14:textId="77777777" w:rsidR="009B1753" w:rsidRDefault="009B1753" w:rsidP="007D261E">
      <w:pPr>
        <w:rPr>
          <w:rFonts w:asciiTheme="majorEastAsia" w:eastAsiaTheme="majorEastAsia" w:hAnsiTheme="majorEastAsia"/>
        </w:rPr>
      </w:pPr>
    </w:p>
    <w:p w14:paraId="5011032C" w14:textId="77777777" w:rsidR="007D261E" w:rsidRDefault="00FD682F" w:rsidP="007D261E">
      <w:pPr>
        <w:rPr>
          <w:rFonts w:asciiTheme="majorEastAsia" w:eastAsiaTheme="majorEastAsia" w:hAnsiTheme="majorEastAsia"/>
        </w:rPr>
      </w:pPr>
      <w:r w:rsidRPr="00FD682F">
        <w:rPr>
          <w:rFonts w:asciiTheme="majorEastAsia" w:eastAsiaTheme="majorEastAsia" w:hAnsiTheme="majorEastAsia" w:hint="eastAsia"/>
        </w:rPr>
        <w:t>例</w:t>
      </w:r>
      <w:r>
        <w:rPr>
          <w:rFonts w:asciiTheme="majorEastAsia" w:eastAsiaTheme="majorEastAsia" w:hAnsiTheme="majorEastAsia" w:hint="eastAsia"/>
        </w:rPr>
        <w:t>２</w:t>
      </w:r>
    </w:p>
    <w:p w14:paraId="37B39B8E" w14:textId="77777777" w:rsidR="007D261E" w:rsidRDefault="007D261E" w:rsidP="007D261E">
      <w:r w:rsidRPr="0013476A">
        <w:rPr>
          <w:position w:val="-30"/>
        </w:rPr>
        <w:object w:dxaOrig="2280" w:dyaOrig="720" w14:anchorId="3AAA984E">
          <v:shape id="_x0000_i1126" type="#_x0000_t75" style="width:114pt;height:36pt" o:ole="">
            <v:imagedata r:id="rId212" o:title=""/>
          </v:shape>
          <o:OLEObject Type="Embed" ProgID="Equation.DSMT4" ShapeID="_x0000_i1126" DrawAspect="Content" ObjectID="_1714378872" r:id="rId213"/>
        </w:object>
      </w:r>
      <w:r>
        <w:rPr>
          <w:rFonts w:hint="eastAsia"/>
        </w:rPr>
        <w:t xml:space="preserve">　　</w:t>
      </w:r>
      <w:r w:rsidRPr="0013476A">
        <w:rPr>
          <w:position w:val="-50"/>
        </w:rPr>
        <w:object w:dxaOrig="1900" w:dyaOrig="1120" w14:anchorId="3DA1CB77">
          <v:shape id="_x0000_i1127" type="#_x0000_t75" style="width:95.4pt;height:56.4pt" o:ole="">
            <v:imagedata r:id="rId214" o:title=""/>
          </v:shape>
          <o:OLEObject Type="Embed" ProgID="Equation.DSMT4" ShapeID="_x0000_i1127" DrawAspect="Content" ObjectID="_1714378873" r:id="rId215"/>
        </w:object>
      </w:r>
      <w:r w:rsidR="00BF7D25">
        <w:rPr>
          <w:rFonts w:hint="eastAsia"/>
        </w:rPr>
        <w:t xml:space="preserve">　のとき</w:t>
      </w:r>
    </w:p>
    <w:p w14:paraId="006377FF" w14:textId="77777777" w:rsidR="007D261E" w:rsidRPr="00543C68" w:rsidRDefault="00BF7D25" w:rsidP="00231A77">
      <w:pPr>
        <w:ind w:leftChars="202" w:left="424"/>
      </w:pPr>
      <w:r w:rsidRPr="0013476A">
        <w:rPr>
          <w:position w:val="-50"/>
        </w:rPr>
        <w:object w:dxaOrig="3379" w:dyaOrig="1120" w14:anchorId="030779FD">
          <v:shape id="_x0000_i1128" type="#_x0000_t75" style="width:168pt;height:56.4pt" o:ole="">
            <v:imagedata r:id="rId216" o:title=""/>
          </v:shape>
          <o:OLEObject Type="Embed" ProgID="Equation.DSMT4" ShapeID="_x0000_i1128" DrawAspect="Content" ObjectID="_1714378874" r:id="rId217"/>
        </w:object>
      </w:r>
      <w:r w:rsidR="007D261E" w:rsidRPr="00025957">
        <w:rPr>
          <w:position w:val="-4"/>
        </w:rPr>
        <w:object w:dxaOrig="180" w:dyaOrig="279" w14:anchorId="50DF85A6">
          <v:shape id="_x0000_i1129" type="#_x0000_t75" style="width:9.6pt;height:14.4pt" o:ole="">
            <v:imagedata r:id="rId218" o:title=""/>
          </v:shape>
          <o:OLEObject Type="Embed" ProgID="Equation.DSMT4" ShapeID="_x0000_i1129" DrawAspect="Content" ObjectID="_1714378875" r:id="rId219"/>
        </w:object>
      </w:r>
      <w:r w:rsidR="006D683D" w:rsidRPr="0013476A">
        <w:rPr>
          <w:position w:val="-32"/>
        </w:rPr>
        <w:object w:dxaOrig="6039" w:dyaOrig="760" w14:anchorId="2A1707A0">
          <v:shape id="_x0000_i1130" type="#_x0000_t75" style="width:302.4pt;height:38.4pt" o:ole="">
            <v:imagedata r:id="rId220" o:title=""/>
          </v:shape>
          <o:OLEObject Type="Embed" ProgID="Equation.DSMT4" ShapeID="_x0000_i1130" DrawAspect="Content" ObjectID="_1714378876" r:id="rId221"/>
        </w:object>
      </w:r>
    </w:p>
    <w:p w14:paraId="02FF2A36" w14:textId="77777777" w:rsidR="00231A77" w:rsidRDefault="00231A77" w:rsidP="003B239B">
      <w:pPr>
        <w:ind w:leftChars="67" w:left="141"/>
      </w:pPr>
    </w:p>
    <w:p w14:paraId="1203126B" w14:textId="77777777" w:rsidR="00755EDF" w:rsidRDefault="00231A77" w:rsidP="00231A77">
      <w:r>
        <w:rPr>
          <w:rFonts w:hint="eastAsia"/>
        </w:rPr>
        <w:t>これよりパソコンを利用する。</w:t>
      </w:r>
    </w:p>
    <w:p w14:paraId="1AE64896" w14:textId="77777777" w:rsidR="00231A77" w:rsidRDefault="00231A77" w:rsidP="00BF7D25">
      <w:pPr>
        <w:ind w:leftChars="202" w:left="424"/>
      </w:pPr>
      <w:r w:rsidRPr="00231A77">
        <w:rPr>
          <w:position w:val="-50"/>
        </w:rPr>
        <w:object w:dxaOrig="2100" w:dyaOrig="1120" w14:anchorId="508C5932">
          <v:shape id="_x0000_i1131" type="#_x0000_t75" style="width:105pt;height:56.4pt" o:ole="">
            <v:imagedata r:id="rId222" o:title=""/>
          </v:shape>
          <o:OLEObject Type="Embed" ProgID="Equation.DSMT4" ShapeID="_x0000_i1131" DrawAspect="Content" ObjectID="_1714378877" r:id="rId223"/>
        </w:object>
      </w:r>
      <w:r w:rsidR="000F2A77">
        <w:rPr>
          <w:rFonts w:hint="eastAsia"/>
        </w:rPr>
        <w:tab/>
      </w:r>
      <w:r w:rsidR="000F2A77">
        <w:rPr>
          <w:rFonts w:hint="eastAsia"/>
        </w:rPr>
        <w:tab/>
      </w:r>
      <w:r w:rsidR="000F2A77">
        <w:rPr>
          <w:rFonts w:hint="eastAsia"/>
        </w:rPr>
        <w:tab/>
      </w:r>
      <w:r w:rsidR="000F2A77">
        <w:rPr>
          <w:rFonts w:hint="eastAsia"/>
        </w:rPr>
        <w:t>一般に</w:t>
      </w:r>
      <w:r w:rsidR="000F2A77" w:rsidRPr="000F2A77">
        <w:rPr>
          <w:position w:val="-4"/>
        </w:rPr>
        <w:object w:dxaOrig="999" w:dyaOrig="260" w14:anchorId="3346A55D">
          <v:shape id="_x0000_i1132" type="#_x0000_t75" style="width:50.4pt;height:12.6pt" o:ole="">
            <v:imagedata r:id="rId224" o:title=""/>
          </v:shape>
          <o:OLEObject Type="Embed" ProgID="Equation.DSMT4" ShapeID="_x0000_i1132" DrawAspect="Content" ObjectID="_1714378878" r:id="rId225"/>
        </w:object>
      </w:r>
      <w:r w:rsidR="000F2A77">
        <w:t xml:space="preserve"> </w:t>
      </w:r>
    </w:p>
    <w:p w14:paraId="0F7B5F26" w14:textId="77777777" w:rsidR="007D261E" w:rsidRPr="00BF7D25" w:rsidRDefault="007D261E" w:rsidP="00BF7D25">
      <w:pPr>
        <w:rPr>
          <w:rFonts w:asciiTheme="majorEastAsia" w:eastAsiaTheme="majorEastAsia" w:hAnsiTheme="majorEastAsia"/>
        </w:rPr>
      </w:pPr>
      <w:r w:rsidRPr="00BF7D25">
        <w:rPr>
          <w:rFonts w:asciiTheme="majorEastAsia" w:eastAsiaTheme="majorEastAsia" w:hAnsiTheme="majorEastAsia" w:hint="eastAsia"/>
        </w:rPr>
        <w:lastRenderedPageBreak/>
        <w:t>例３</w:t>
      </w:r>
    </w:p>
    <w:p w14:paraId="0AFDFCED" w14:textId="77777777" w:rsidR="00543C68" w:rsidRDefault="009B1753" w:rsidP="00BF7D25">
      <w:r w:rsidRPr="0013476A">
        <w:rPr>
          <w:position w:val="-50"/>
        </w:rPr>
        <w:object w:dxaOrig="2500" w:dyaOrig="1120" w14:anchorId="38429E3A">
          <v:shape id="_x0000_i1133" type="#_x0000_t75" style="width:124.2pt;height:56.4pt" o:ole="">
            <v:imagedata r:id="rId226" o:title=""/>
          </v:shape>
          <o:OLEObject Type="Embed" ProgID="Equation.DSMT4" ShapeID="_x0000_i1133" DrawAspect="Content" ObjectID="_1714378879" r:id="rId227"/>
        </w:object>
      </w:r>
      <w:r w:rsidR="003B239B">
        <w:rPr>
          <w:rFonts w:hint="eastAsia"/>
        </w:rPr>
        <w:t xml:space="preserve">　　</w:t>
      </w:r>
      <w:r w:rsidRPr="00231A77">
        <w:rPr>
          <w:position w:val="-50"/>
        </w:rPr>
        <w:object w:dxaOrig="2020" w:dyaOrig="1120" w14:anchorId="6EBCEECF">
          <v:shape id="_x0000_i1134" type="#_x0000_t75" style="width:101.4pt;height:56.4pt" o:ole="">
            <v:imagedata r:id="rId228" o:title=""/>
          </v:shape>
          <o:OLEObject Type="Embed" ProgID="Equation.DSMT4" ShapeID="_x0000_i1134" DrawAspect="Content" ObjectID="_1714378880" r:id="rId229"/>
        </w:object>
      </w:r>
      <w:r w:rsidR="00BF7D25">
        <w:rPr>
          <w:rFonts w:hint="eastAsia"/>
        </w:rPr>
        <w:t xml:space="preserve">　のとき</w:t>
      </w:r>
    </w:p>
    <w:p w14:paraId="4CDCD033" w14:textId="77777777" w:rsidR="00DC3269" w:rsidRDefault="00DC3269" w:rsidP="00DC3269"/>
    <w:p w14:paraId="4E2C0A48" w14:textId="77777777" w:rsidR="00BF7D25" w:rsidRDefault="00BF7D25" w:rsidP="00DC3269"/>
    <w:p w14:paraId="0A9354E9" w14:textId="77777777" w:rsidR="007D261E" w:rsidRDefault="00231A77" w:rsidP="00D340AB">
      <w:pPr>
        <w:ind w:firstLineChars="100" w:firstLine="210"/>
      </w:pPr>
      <w:r w:rsidRPr="00231A77">
        <w:rPr>
          <w:position w:val="-6"/>
        </w:rPr>
        <w:object w:dxaOrig="600" w:dyaOrig="279" w14:anchorId="61226FF0">
          <v:shape id="_x0000_i1135" type="#_x0000_t75" style="width:30pt;height:14.4pt" o:ole="">
            <v:imagedata r:id="rId230" o:title=""/>
          </v:shape>
          <o:OLEObject Type="Embed" ProgID="Equation.DSMT4" ShapeID="_x0000_i1135" DrawAspect="Content" ObjectID="_1714378881" r:id="rId231"/>
        </w:object>
      </w:r>
      <w:r>
        <w:t xml:space="preserve"> </w:t>
      </w:r>
    </w:p>
    <w:p w14:paraId="512D1F92" w14:textId="77777777" w:rsidR="00BF7D25" w:rsidRDefault="00BF7D25" w:rsidP="00DC3269"/>
    <w:p w14:paraId="4B211555" w14:textId="77777777" w:rsidR="00BF7D25" w:rsidRDefault="00BF7D25" w:rsidP="00DC3269"/>
    <w:p w14:paraId="4F3C29EE" w14:textId="77777777" w:rsidR="00231A77" w:rsidRDefault="00231A77" w:rsidP="00D340AB">
      <w:pPr>
        <w:ind w:firstLineChars="100" w:firstLine="210"/>
      </w:pPr>
      <w:r w:rsidRPr="00231A77">
        <w:rPr>
          <w:position w:val="-6"/>
        </w:rPr>
        <w:object w:dxaOrig="600" w:dyaOrig="279" w14:anchorId="012D2408">
          <v:shape id="_x0000_i1136" type="#_x0000_t75" style="width:30pt;height:14.4pt" o:ole="">
            <v:imagedata r:id="rId232" o:title=""/>
          </v:shape>
          <o:OLEObject Type="Embed" ProgID="Equation.DSMT4" ShapeID="_x0000_i1136" DrawAspect="Content" ObjectID="_1714378882" r:id="rId233"/>
        </w:object>
      </w:r>
    </w:p>
    <w:p w14:paraId="52217750" w14:textId="77777777" w:rsidR="007D261E" w:rsidRDefault="007D261E" w:rsidP="00DC3269"/>
    <w:p w14:paraId="68EB0875" w14:textId="77777777" w:rsidR="00BF7D25" w:rsidRDefault="00BF7D25" w:rsidP="00DC3269"/>
    <w:p w14:paraId="1BB06CE3" w14:textId="77777777" w:rsidR="00BF7D25" w:rsidRPr="00BF7D25" w:rsidRDefault="00BF7D25" w:rsidP="00DC3269">
      <w:pPr>
        <w:rPr>
          <w:rFonts w:asciiTheme="majorEastAsia" w:eastAsiaTheme="majorEastAsia" w:hAnsiTheme="majorEastAsia"/>
        </w:rPr>
      </w:pPr>
      <w:r w:rsidRPr="00BF7D25">
        <w:rPr>
          <w:rFonts w:asciiTheme="majorEastAsia" w:eastAsiaTheme="majorEastAsia" w:hAnsiTheme="majorEastAsia" w:hint="eastAsia"/>
        </w:rPr>
        <w:t>演習</w:t>
      </w:r>
    </w:p>
    <w:p w14:paraId="5A4E0805" w14:textId="77777777" w:rsidR="00BF7D25" w:rsidRDefault="00BF7D25" w:rsidP="00DC3269">
      <w:r w:rsidRPr="0013476A">
        <w:rPr>
          <w:position w:val="-30"/>
        </w:rPr>
        <w:object w:dxaOrig="1540" w:dyaOrig="720" w14:anchorId="3BCBF237">
          <v:shape id="_x0000_i1137" type="#_x0000_t75" style="width:76.2pt;height:36pt" o:ole="">
            <v:imagedata r:id="rId234" o:title=""/>
          </v:shape>
          <o:OLEObject Type="Embed" ProgID="Equation.DSMT4" ShapeID="_x0000_i1137" DrawAspect="Content" ObjectID="_1714378883" r:id="rId235"/>
        </w:object>
      </w:r>
      <w:r>
        <w:rPr>
          <w:rFonts w:hint="eastAsia"/>
        </w:rPr>
        <w:t xml:space="preserve">　　</w:t>
      </w:r>
      <w:r w:rsidRPr="0013476A">
        <w:rPr>
          <w:position w:val="-50"/>
        </w:rPr>
        <w:object w:dxaOrig="1420" w:dyaOrig="1120" w14:anchorId="1A180160">
          <v:shape id="_x0000_i1138" type="#_x0000_t75" style="width:71.4pt;height:56.4pt" o:ole="">
            <v:imagedata r:id="rId236" o:title=""/>
          </v:shape>
          <o:OLEObject Type="Embed" ProgID="Equation.DSMT4" ShapeID="_x0000_i1138" DrawAspect="Content" ObjectID="_1714378884" r:id="rId237"/>
        </w:object>
      </w:r>
      <w:r>
        <w:rPr>
          <w:rFonts w:hint="eastAsia"/>
        </w:rPr>
        <w:t xml:space="preserve">　　</w:t>
      </w:r>
      <w:r w:rsidRPr="0013476A">
        <w:rPr>
          <w:position w:val="-50"/>
        </w:rPr>
        <w:object w:dxaOrig="1760" w:dyaOrig="1120" w14:anchorId="25F97334">
          <v:shape id="_x0000_i1139" type="#_x0000_t75" style="width:88.2pt;height:56.4pt" o:ole="">
            <v:imagedata r:id="rId238" o:title=""/>
          </v:shape>
          <o:OLEObject Type="Embed" ProgID="Equation.DSMT4" ShapeID="_x0000_i1139" DrawAspect="Content" ObjectID="_1714378885" r:id="rId239"/>
        </w:object>
      </w:r>
      <w:r>
        <w:rPr>
          <w:rFonts w:hint="eastAsia"/>
        </w:rPr>
        <w:t xml:space="preserve">　のとき</w:t>
      </w:r>
      <w:r w:rsidR="00C74762">
        <w:rPr>
          <w:rFonts w:hint="eastAsia"/>
        </w:rPr>
        <w:t>以下を求めよ。</w:t>
      </w:r>
    </w:p>
    <w:p w14:paraId="7E96938F" w14:textId="77777777" w:rsidR="00BF7D25" w:rsidRDefault="00C74762" w:rsidP="00DC3269">
      <w:r>
        <w:rPr>
          <w:rFonts w:hint="eastAsia"/>
        </w:rPr>
        <w:t>計算できないときは「計算できない」と書くこと。</w:t>
      </w:r>
    </w:p>
    <w:p w14:paraId="71A7DCCB" w14:textId="77777777" w:rsidR="00C74762" w:rsidRDefault="00C74762" w:rsidP="00DC3269"/>
    <w:p w14:paraId="4FCE3DB9" w14:textId="77777777" w:rsidR="00C74762" w:rsidRDefault="00C74762" w:rsidP="00DC3269"/>
    <w:p w14:paraId="3622C44A" w14:textId="77777777" w:rsidR="003B239B" w:rsidRPr="00755EDF" w:rsidRDefault="00C74762" w:rsidP="00C74762">
      <w:pPr>
        <w:pStyle w:val="MTDisplayEquation"/>
        <w:ind w:leftChars="0" w:left="0"/>
      </w:pPr>
      <w:r>
        <w:rPr>
          <w:rFonts w:hint="eastAsia"/>
        </w:rPr>
        <w:t>１）</w:t>
      </w:r>
      <w:r w:rsidRPr="00C74762">
        <w:rPr>
          <w:position w:val="-4"/>
        </w:rPr>
        <w:object w:dxaOrig="600" w:dyaOrig="260" w14:anchorId="6DC555A0">
          <v:shape id="_x0000_i1140" type="#_x0000_t75" style="width:30pt;height:12.6pt" o:ole="">
            <v:imagedata r:id="rId240" o:title=""/>
          </v:shape>
          <o:OLEObject Type="Embed" ProgID="Equation.DSMT4" ShapeID="_x0000_i1140" DrawAspect="Content" ObjectID="_1714378886" r:id="rId241"/>
        </w:object>
      </w:r>
    </w:p>
    <w:p w14:paraId="6ED11BCE" w14:textId="77777777" w:rsidR="00C74762" w:rsidRDefault="00C74762" w:rsidP="00C74762">
      <w:pPr>
        <w:widowControl/>
        <w:adjustRightInd/>
        <w:jc w:val="left"/>
        <w:textAlignment w:val="auto"/>
      </w:pPr>
    </w:p>
    <w:p w14:paraId="67248E44" w14:textId="77777777" w:rsidR="00C74762" w:rsidRDefault="00C74762" w:rsidP="00C74762">
      <w:pPr>
        <w:widowControl/>
        <w:adjustRightInd/>
        <w:jc w:val="left"/>
        <w:textAlignment w:val="auto"/>
      </w:pPr>
    </w:p>
    <w:p w14:paraId="0072BE38" w14:textId="77777777" w:rsidR="00C74762" w:rsidRDefault="00C74762" w:rsidP="00C74762">
      <w:pPr>
        <w:widowControl/>
        <w:adjustRightInd/>
        <w:jc w:val="left"/>
        <w:textAlignment w:val="auto"/>
      </w:pPr>
      <w:r>
        <w:rPr>
          <w:rFonts w:hint="eastAsia"/>
        </w:rPr>
        <w:t>２）</w:t>
      </w:r>
      <w:r w:rsidRPr="00C74762">
        <w:rPr>
          <w:position w:val="-6"/>
        </w:rPr>
        <w:object w:dxaOrig="1100" w:dyaOrig="320" w14:anchorId="4672BCC2">
          <v:shape id="_x0000_i1141" type="#_x0000_t75" style="width:54.6pt;height:16.2pt" o:ole="">
            <v:imagedata r:id="rId242" o:title=""/>
          </v:shape>
          <o:OLEObject Type="Embed" ProgID="Equation.DSMT4" ShapeID="_x0000_i1141" DrawAspect="Content" ObjectID="_1714378887" r:id="rId243"/>
        </w:object>
      </w:r>
      <w:r>
        <w:t xml:space="preserve"> </w:t>
      </w:r>
    </w:p>
    <w:p w14:paraId="4CF812F4" w14:textId="77777777" w:rsidR="00C74762" w:rsidRDefault="00C74762" w:rsidP="00C74762">
      <w:pPr>
        <w:widowControl/>
        <w:adjustRightInd/>
        <w:jc w:val="left"/>
        <w:textAlignment w:val="auto"/>
      </w:pPr>
    </w:p>
    <w:p w14:paraId="63FC05B6" w14:textId="77777777" w:rsidR="00C74762" w:rsidRDefault="00C74762" w:rsidP="00C74762">
      <w:pPr>
        <w:widowControl/>
        <w:adjustRightInd/>
        <w:jc w:val="left"/>
        <w:textAlignment w:val="auto"/>
      </w:pPr>
    </w:p>
    <w:p w14:paraId="56741213" w14:textId="77777777" w:rsidR="00C74762" w:rsidRDefault="00C74762" w:rsidP="00C74762">
      <w:pPr>
        <w:widowControl/>
        <w:adjustRightInd/>
        <w:jc w:val="left"/>
        <w:textAlignment w:val="auto"/>
      </w:pPr>
      <w:r>
        <w:rPr>
          <w:rFonts w:hint="eastAsia"/>
        </w:rPr>
        <w:t>３）</w:t>
      </w:r>
      <w:r w:rsidRPr="00C74762">
        <w:rPr>
          <w:position w:val="-6"/>
        </w:rPr>
        <w:object w:dxaOrig="600" w:dyaOrig="279" w14:anchorId="3AC02C07">
          <v:shape id="_x0000_i1142" type="#_x0000_t75" style="width:30pt;height:14.4pt" o:ole="">
            <v:imagedata r:id="rId244" o:title=""/>
          </v:shape>
          <o:OLEObject Type="Embed" ProgID="Equation.DSMT4" ShapeID="_x0000_i1142" DrawAspect="Content" ObjectID="_1714378888" r:id="rId245"/>
        </w:object>
      </w:r>
      <w:r>
        <w:t xml:space="preserve"> </w:t>
      </w:r>
    </w:p>
    <w:p w14:paraId="3DE63F84" w14:textId="77777777" w:rsidR="00C74762" w:rsidRDefault="00C74762" w:rsidP="00C74762">
      <w:pPr>
        <w:widowControl/>
        <w:adjustRightInd/>
        <w:jc w:val="left"/>
        <w:textAlignment w:val="auto"/>
      </w:pPr>
    </w:p>
    <w:p w14:paraId="451F71E9" w14:textId="77777777" w:rsidR="00C74762" w:rsidRDefault="00C74762" w:rsidP="00C74762">
      <w:pPr>
        <w:widowControl/>
        <w:adjustRightInd/>
        <w:jc w:val="left"/>
        <w:textAlignment w:val="auto"/>
      </w:pPr>
    </w:p>
    <w:p w14:paraId="6261D202" w14:textId="77777777" w:rsidR="00C74762" w:rsidRDefault="00C74762" w:rsidP="00C74762">
      <w:pPr>
        <w:widowControl/>
        <w:adjustRightInd/>
        <w:jc w:val="left"/>
        <w:textAlignment w:val="auto"/>
      </w:pPr>
      <w:r>
        <w:rPr>
          <w:rFonts w:hint="eastAsia"/>
        </w:rPr>
        <w:t>４）</w:t>
      </w:r>
      <w:r w:rsidRPr="00C74762">
        <w:rPr>
          <w:position w:val="-6"/>
        </w:rPr>
        <w:object w:dxaOrig="780" w:dyaOrig="279" w14:anchorId="7965E24E">
          <v:shape id="_x0000_i1143" type="#_x0000_t75" style="width:39pt;height:14.4pt" o:ole="">
            <v:imagedata r:id="rId246" o:title=""/>
          </v:shape>
          <o:OLEObject Type="Embed" ProgID="Equation.DSMT4" ShapeID="_x0000_i1143" DrawAspect="Content" ObjectID="_1714378889" r:id="rId247"/>
        </w:object>
      </w:r>
    </w:p>
    <w:p w14:paraId="5DC272D0" w14:textId="77777777" w:rsidR="00C74762" w:rsidRDefault="00C74762" w:rsidP="00C74762">
      <w:pPr>
        <w:widowControl/>
        <w:adjustRightInd/>
        <w:jc w:val="left"/>
        <w:textAlignment w:val="auto"/>
      </w:pPr>
    </w:p>
    <w:p w14:paraId="07BB7879" w14:textId="77777777" w:rsidR="00DC3269" w:rsidRDefault="00DC3269">
      <w:pPr>
        <w:widowControl/>
        <w:adjustRightInd/>
        <w:spacing w:line="240" w:lineRule="auto"/>
        <w:jc w:val="left"/>
        <w:textAlignment w:val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3E096471" w14:textId="77777777" w:rsidR="009E5AC2" w:rsidRDefault="00EF30A7">
      <w:pPr>
        <w:pStyle w:val="2"/>
      </w:pPr>
      <w:r>
        <w:rPr>
          <w:rFonts w:hint="eastAsia"/>
        </w:rPr>
        <w:lastRenderedPageBreak/>
        <w:t>2.3 行列の性質と演算</w:t>
      </w:r>
      <w:r w:rsidR="00E702C5">
        <w:rPr>
          <w:rFonts w:hint="eastAsia"/>
        </w:rPr>
        <w:t xml:space="preserve">　【</w:t>
      </w:r>
      <w:r w:rsidR="00A03394">
        <w:rPr>
          <w:rFonts w:hint="eastAsia"/>
        </w:rPr>
        <w:t>第７回</w:t>
      </w:r>
      <w:r w:rsidR="00E702C5">
        <w:rPr>
          <w:rFonts w:hint="eastAsia"/>
        </w:rPr>
        <w:t>】</w:t>
      </w:r>
    </w:p>
    <w:p w14:paraId="095F1C85" w14:textId="77777777" w:rsidR="00B976D3" w:rsidRDefault="00B976D3" w:rsidP="00B976D3">
      <w:pPr>
        <w:ind w:leftChars="67" w:left="141"/>
      </w:pPr>
      <w:r w:rsidRPr="00D40B6A">
        <w:rPr>
          <w:position w:val="-30"/>
        </w:rPr>
        <w:object w:dxaOrig="1180" w:dyaOrig="720" w14:anchorId="54A7BB67">
          <v:shape id="_x0000_i1144" type="#_x0000_t75" style="width:59.4pt;height:36pt" o:ole="">
            <v:imagedata r:id="rId248" o:title=""/>
          </v:shape>
          <o:OLEObject Type="Embed" ProgID="Equation.DSMT4" ShapeID="_x0000_i1144" DrawAspect="Content" ObjectID="_1714378890" r:id="rId249"/>
        </w:object>
      </w:r>
      <w:r>
        <w:rPr>
          <w:rFonts w:hint="eastAsia"/>
        </w:rPr>
        <w:t xml:space="preserve"> ,</w:t>
      </w:r>
      <w:r>
        <w:rPr>
          <w:rFonts w:hint="eastAsia"/>
        </w:rPr>
        <w:t xml:space="preserve">　</w:t>
      </w:r>
      <w:r w:rsidRPr="00D40B6A">
        <w:rPr>
          <w:position w:val="-30"/>
        </w:rPr>
        <w:object w:dxaOrig="1140" w:dyaOrig="720" w14:anchorId="41CD3C01">
          <v:shape id="_x0000_i1145" type="#_x0000_t75" style="width:57pt;height:36pt" o:ole="">
            <v:imagedata r:id="rId250" o:title=""/>
          </v:shape>
          <o:OLEObject Type="Embed" ProgID="Equation.DSMT4" ShapeID="_x0000_i1145" DrawAspect="Content" ObjectID="_1714378891" r:id="rId251"/>
        </w:object>
      </w:r>
      <w:r>
        <w:rPr>
          <w:rFonts w:hint="eastAsia"/>
        </w:rPr>
        <w:t xml:space="preserve"> ,</w:t>
      </w:r>
      <w:r>
        <w:rPr>
          <w:rFonts w:hint="eastAsia"/>
        </w:rPr>
        <w:t xml:space="preserve">　</w:t>
      </w:r>
      <w:r w:rsidR="00AD2BA0" w:rsidRPr="00B976D3">
        <w:rPr>
          <w:position w:val="-30"/>
        </w:rPr>
        <w:object w:dxaOrig="1280" w:dyaOrig="720" w14:anchorId="7983C72E">
          <v:shape id="_x0000_i1146" type="#_x0000_t75" style="width:63.6pt;height:36pt" o:ole="">
            <v:imagedata r:id="rId252" o:title=""/>
          </v:shape>
          <o:OLEObject Type="Embed" ProgID="Equation.DSMT4" ShapeID="_x0000_i1146" DrawAspect="Content" ObjectID="_1714378892" r:id="rId253"/>
        </w:object>
      </w:r>
      <w:r>
        <w:rPr>
          <w:rFonts w:hint="eastAsia"/>
        </w:rPr>
        <w:t xml:space="preserve"> ,</w:t>
      </w:r>
      <w:r>
        <w:rPr>
          <w:rFonts w:hint="eastAsia"/>
        </w:rPr>
        <w:t xml:space="preserve">　</w:t>
      </w:r>
      <w:r w:rsidRPr="00B976D3">
        <w:rPr>
          <w:position w:val="-30"/>
        </w:rPr>
        <w:object w:dxaOrig="1100" w:dyaOrig="720" w14:anchorId="4F7D213A">
          <v:shape id="_x0000_i1147" type="#_x0000_t75" style="width:54.6pt;height:36pt" o:ole="">
            <v:imagedata r:id="rId254" o:title=""/>
          </v:shape>
          <o:OLEObject Type="Embed" ProgID="Equation.DSMT4" ShapeID="_x0000_i1147" DrawAspect="Content" ObjectID="_1714378893" r:id="rId255"/>
        </w:object>
      </w:r>
      <w:r>
        <w:t xml:space="preserve"> </w:t>
      </w:r>
      <w:r>
        <w:rPr>
          <w:rFonts w:hint="eastAsia"/>
        </w:rPr>
        <w:t xml:space="preserve">　として計算する。</w:t>
      </w:r>
    </w:p>
    <w:p w14:paraId="20D5C926" w14:textId="77777777" w:rsidR="00B976D3" w:rsidRDefault="00B976D3" w:rsidP="00B976D3"/>
    <w:p w14:paraId="44927E70" w14:textId="77777777" w:rsidR="00631DD9" w:rsidRDefault="00631DD9" w:rsidP="00631DD9">
      <w:r>
        <w:rPr>
          <w:rFonts w:hint="eastAsia"/>
        </w:rPr>
        <w:t>１）</w:t>
      </w:r>
      <w:r w:rsidRPr="00631DD9">
        <w:rPr>
          <w:position w:val="-4"/>
        </w:rPr>
        <w:object w:dxaOrig="1280" w:dyaOrig="260" w14:anchorId="0E708F1B">
          <v:shape id="_x0000_i1148" type="#_x0000_t75" style="width:63.6pt;height:12.6pt" o:ole="">
            <v:imagedata r:id="rId256" o:title=""/>
          </v:shape>
          <o:OLEObject Type="Embed" ProgID="Equation.DSMT4" ShapeID="_x0000_i1148" DrawAspect="Content" ObjectID="_1714378894" r:id="rId257"/>
        </w:object>
      </w:r>
      <w:r>
        <w:rPr>
          <w:rFonts w:hint="eastAsia"/>
        </w:rPr>
        <w:t xml:space="preserve">　（計算できるとき）</w:t>
      </w:r>
    </w:p>
    <w:p w14:paraId="43095B0A" w14:textId="77777777" w:rsidR="00631DD9" w:rsidRPr="00631DD9" w:rsidRDefault="00631DD9" w:rsidP="004F13D7">
      <w:pPr>
        <w:ind w:leftChars="67" w:left="141"/>
      </w:pPr>
    </w:p>
    <w:p w14:paraId="58F66BFE" w14:textId="77777777" w:rsidR="00631DD9" w:rsidRDefault="00631DD9" w:rsidP="00631DD9">
      <w:r>
        <w:rPr>
          <w:rFonts w:hint="eastAsia"/>
        </w:rPr>
        <w:t>２）</w:t>
      </w:r>
      <w:r w:rsidRPr="00631DD9">
        <w:rPr>
          <w:position w:val="-10"/>
        </w:rPr>
        <w:object w:dxaOrig="1680" w:dyaOrig="320" w14:anchorId="0F2EBAE8">
          <v:shape id="_x0000_i1149" type="#_x0000_t75" style="width:84pt;height:16.2pt" o:ole="">
            <v:imagedata r:id="rId258" o:title=""/>
          </v:shape>
          <o:OLEObject Type="Embed" ProgID="Equation.DSMT4" ShapeID="_x0000_i1149" DrawAspect="Content" ObjectID="_1714378895" r:id="rId259"/>
        </w:object>
      </w:r>
      <w:r>
        <w:rPr>
          <w:rFonts w:hint="eastAsia"/>
        </w:rPr>
        <w:t xml:space="preserve">　結合則</w:t>
      </w:r>
    </w:p>
    <w:p w14:paraId="0099D58E" w14:textId="77777777" w:rsidR="00631DD9" w:rsidRDefault="00631DD9" w:rsidP="00631DD9">
      <w:pPr>
        <w:ind w:leftChars="67" w:left="141" w:firstLineChars="200" w:firstLine="420"/>
      </w:pPr>
      <w:r w:rsidRPr="00B976D3">
        <w:rPr>
          <w:position w:val="-30"/>
        </w:rPr>
        <w:object w:dxaOrig="2020" w:dyaOrig="720" w14:anchorId="0EC4FD52">
          <v:shape id="_x0000_i1150" type="#_x0000_t75" style="width:101.4pt;height:36pt" o:ole="">
            <v:imagedata r:id="rId260" o:title=""/>
          </v:shape>
          <o:OLEObject Type="Embed" ProgID="Equation.DSMT4" ShapeID="_x0000_i1150" DrawAspect="Content" ObjectID="_1714378896" r:id="rId261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B976D3">
        <w:rPr>
          <w:position w:val="-30"/>
        </w:rPr>
        <w:object w:dxaOrig="2020" w:dyaOrig="720" w14:anchorId="3636FE9E">
          <v:shape id="_x0000_i1151" type="#_x0000_t75" style="width:101.4pt;height:36pt" o:ole="">
            <v:imagedata r:id="rId262" o:title=""/>
          </v:shape>
          <o:OLEObject Type="Embed" ProgID="Equation.DSMT4" ShapeID="_x0000_i1151" DrawAspect="Content" ObjectID="_1714378897" r:id="rId263"/>
        </w:object>
      </w:r>
    </w:p>
    <w:p w14:paraId="28A259BE" w14:textId="77777777" w:rsidR="00631DD9" w:rsidRDefault="00631DD9" w:rsidP="004F13D7">
      <w:pPr>
        <w:ind w:leftChars="67" w:left="141"/>
      </w:pPr>
    </w:p>
    <w:p w14:paraId="7759877E" w14:textId="77777777" w:rsidR="0070320C" w:rsidRPr="004F13D7" w:rsidRDefault="004F13D7" w:rsidP="00631DD9">
      <w:pPr>
        <w:ind w:firstLineChars="200" w:firstLine="420"/>
      </w:pPr>
      <w:r>
        <w:rPr>
          <w:rFonts w:hint="eastAsia"/>
        </w:rPr>
        <w:t>通常の数の</w:t>
      </w:r>
      <w:r>
        <w:rPr>
          <w:rFonts w:hint="eastAsia"/>
        </w:rPr>
        <w:t xml:space="preserve"> </w:t>
      </w:r>
      <w:r w:rsidR="00D40B6A" w:rsidRPr="00D40B6A">
        <w:rPr>
          <w:position w:val="-14"/>
        </w:rPr>
        <w:object w:dxaOrig="2140" w:dyaOrig="400" w14:anchorId="76D2C657">
          <v:shape id="_x0000_i1152" type="#_x0000_t75" style="width:108pt;height:20.4pt" o:ole="">
            <v:imagedata r:id="rId264" o:title=""/>
          </v:shape>
          <o:OLEObject Type="Embed" ProgID="Equation.DSMT4" ShapeID="_x0000_i1152" DrawAspect="Content" ObjectID="_1714378898" r:id="rId265"/>
        </w:object>
      </w:r>
      <w:r>
        <w:rPr>
          <w:rFonts w:hint="eastAsia"/>
        </w:rPr>
        <w:t xml:space="preserve"> </w:t>
      </w:r>
      <w:r>
        <w:rPr>
          <w:rFonts w:hint="eastAsia"/>
        </w:rPr>
        <w:t>と同じ</w:t>
      </w:r>
    </w:p>
    <w:p w14:paraId="40AFDE54" w14:textId="77777777" w:rsidR="004F13D7" w:rsidRDefault="004F13D7"/>
    <w:p w14:paraId="35F10DD0" w14:textId="77777777" w:rsidR="00D66D1A" w:rsidRPr="00D66D1A" w:rsidRDefault="00D66D1A">
      <w:pPr>
        <w:rPr>
          <w:rFonts w:asciiTheme="majorEastAsia" w:eastAsiaTheme="majorEastAsia" w:hAnsiTheme="majorEastAsia"/>
        </w:rPr>
      </w:pPr>
      <w:r w:rsidRPr="00D66D1A">
        <w:rPr>
          <w:rFonts w:asciiTheme="majorEastAsia" w:eastAsiaTheme="majorEastAsia" w:hAnsiTheme="majorEastAsia" w:hint="eastAsia"/>
        </w:rPr>
        <w:t>行列の転置</w:t>
      </w:r>
    </w:p>
    <w:p w14:paraId="7BABC178" w14:textId="77777777" w:rsidR="00D66D1A" w:rsidRDefault="00D66D1A" w:rsidP="00B62623">
      <w:pPr>
        <w:ind w:firstLineChars="200" w:firstLine="420"/>
      </w:pPr>
      <w:r w:rsidRPr="00D40B6A">
        <w:rPr>
          <w:position w:val="-30"/>
        </w:rPr>
        <w:object w:dxaOrig="1180" w:dyaOrig="720" w14:anchorId="0F0FFABC">
          <v:shape id="_x0000_i1153" type="#_x0000_t75" style="width:59.4pt;height:36pt" o:ole="">
            <v:imagedata r:id="rId248" o:title=""/>
          </v:shape>
          <o:OLEObject Type="Embed" ProgID="Equation.DSMT4" ShapeID="_x0000_i1153" DrawAspect="Content" ObjectID="_1714378899" r:id="rId266"/>
        </w:object>
      </w:r>
      <w:r>
        <w:rPr>
          <w:rFonts w:hint="eastAsia"/>
        </w:rPr>
        <w:t xml:space="preserve"> ,</w:t>
      </w:r>
      <w:r>
        <w:rPr>
          <w:rFonts w:hint="eastAsia"/>
        </w:rPr>
        <w:t xml:space="preserve">　　</w:t>
      </w:r>
      <w:r w:rsidRPr="00D66D1A">
        <w:rPr>
          <w:position w:val="-30"/>
        </w:rPr>
        <w:object w:dxaOrig="1560" w:dyaOrig="720" w14:anchorId="7312ACF9">
          <v:shape id="_x0000_i1154" type="#_x0000_t75" style="width:78pt;height:36pt" o:ole="">
            <v:imagedata r:id="rId267" o:title=""/>
          </v:shape>
          <o:OLEObject Type="Embed" ProgID="Equation.DSMT4" ShapeID="_x0000_i1154" DrawAspect="Content" ObjectID="_1714378900" r:id="rId268"/>
        </w:object>
      </w:r>
    </w:p>
    <w:p w14:paraId="072A21CB" w14:textId="77777777" w:rsidR="00D66D1A" w:rsidRDefault="00D66D1A"/>
    <w:p w14:paraId="765F0C56" w14:textId="77777777" w:rsidR="00631DD9" w:rsidRDefault="00631DD9" w:rsidP="00DE54E2">
      <w:r>
        <w:rPr>
          <w:rFonts w:hint="eastAsia"/>
        </w:rPr>
        <w:t>３）</w:t>
      </w:r>
      <w:r w:rsidRPr="00631DD9">
        <w:rPr>
          <w:position w:val="-10"/>
        </w:rPr>
        <w:object w:dxaOrig="1860" w:dyaOrig="360" w14:anchorId="2E82D2E1">
          <v:shape id="_x0000_i1155" type="#_x0000_t75" style="width:93pt;height:18.6pt" o:ole="">
            <v:imagedata r:id="rId269" o:title=""/>
          </v:shape>
          <o:OLEObject Type="Embed" ProgID="Equation.DSMT4" ShapeID="_x0000_i1155" DrawAspect="Content" ObjectID="_1714378901" r:id="rId270"/>
        </w:object>
      </w:r>
      <w:r>
        <w:t xml:space="preserve"> </w:t>
      </w:r>
    </w:p>
    <w:p w14:paraId="376923CC" w14:textId="77777777" w:rsidR="00DE54E2" w:rsidRDefault="00C51899" w:rsidP="00631DD9">
      <w:pPr>
        <w:ind w:firstLineChars="200" w:firstLine="420"/>
      </w:pPr>
      <w:r w:rsidRPr="00D66D1A">
        <w:rPr>
          <w:position w:val="-30"/>
        </w:rPr>
        <w:object w:dxaOrig="2140" w:dyaOrig="720" w14:anchorId="6BE0D67B">
          <v:shape id="_x0000_i1156" type="#_x0000_t75" style="width:108pt;height:36pt" o:ole="">
            <v:imagedata r:id="rId271" o:title=""/>
          </v:shape>
          <o:OLEObject Type="Embed" ProgID="Equation.DSMT4" ShapeID="_x0000_i1156" DrawAspect="Content" ObjectID="_1714378902" r:id="rId272"/>
        </w:object>
      </w:r>
      <w:r>
        <w:rPr>
          <w:rFonts w:hint="eastAsia"/>
        </w:rPr>
        <w:tab/>
      </w:r>
      <w:r w:rsidRPr="00D66D1A">
        <w:rPr>
          <w:position w:val="-30"/>
        </w:rPr>
        <w:object w:dxaOrig="2020" w:dyaOrig="720" w14:anchorId="2B91173C">
          <v:shape id="_x0000_i1157" type="#_x0000_t75" style="width:100.2pt;height:36pt" o:ole="">
            <v:imagedata r:id="rId273" o:title=""/>
          </v:shape>
          <o:OLEObject Type="Embed" ProgID="Equation.DSMT4" ShapeID="_x0000_i1157" DrawAspect="Content" ObjectID="_1714378903" r:id="rId274"/>
        </w:object>
      </w:r>
    </w:p>
    <w:p w14:paraId="578F19F5" w14:textId="77777777" w:rsidR="0070320C" w:rsidRDefault="0070320C"/>
    <w:p w14:paraId="27E3A578" w14:textId="77777777" w:rsidR="00631DD9" w:rsidRDefault="00631DD9" w:rsidP="00AD2BA0">
      <w:r>
        <w:rPr>
          <w:rFonts w:hint="eastAsia"/>
        </w:rPr>
        <w:t>４）</w:t>
      </w:r>
      <w:r w:rsidRPr="00631DD9">
        <w:rPr>
          <w:position w:val="-10"/>
        </w:rPr>
        <w:object w:dxaOrig="1440" w:dyaOrig="360" w14:anchorId="783517A9">
          <v:shape id="_x0000_i1158" type="#_x0000_t75" style="width:1in;height:18.6pt" o:ole="">
            <v:imagedata r:id="rId275" o:title=""/>
          </v:shape>
          <o:OLEObject Type="Embed" ProgID="Equation.DSMT4" ShapeID="_x0000_i1158" DrawAspect="Content" ObjectID="_1714378904" r:id="rId276"/>
        </w:object>
      </w:r>
      <w:r>
        <w:t xml:space="preserve"> </w:t>
      </w:r>
    </w:p>
    <w:p w14:paraId="634FC1C9" w14:textId="77777777" w:rsidR="00F23732" w:rsidRDefault="00C51899" w:rsidP="00631DD9">
      <w:pPr>
        <w:ind w:firstLineChars="200" w:firstLine="420"/>
      </w:pPr>
      <w:r w:rsidRPr="00AD2BA0">
        <w:rPr>
          <w:position w:val="-30"/>
        </w:rPr>
        <w:object w:dxaOrig="1920" w:dyaOrig="720" w14:anchorId="27D99772">
          <v:shape id="_x0000_i1159" type="#_x0000_t75" style="width:96.6pt;height:36pt" o:ole="">
            <v:imagedata r:id="rId277" o:title=""/>
          </v:shape>
          <o:OLEObject Type="Embed" ProgID="Equation.DSMT4" ShapeID="_x0000_i1159" DrawAspect="Content" ObjectID="_1714378905" r:id="rId278"/>
        </w:object>
      </w:r>
      <w:r>
        <w:rPr>
          <w:rFonts w:hint="eastAsia"/>
        </w:rPr>
        <w:tab/>
      </w:r>
      <w:r w:rsidR="00631DD9">
        <w:rPr>
          <w:rFonts w:hint="eastAsia"/>
        </w:rPr>
        <w:t xml:space="preserve">　</w:t>
      </w:r>
      <w:r w:rsidRPr="00AD2BA0">
        <w:rPr>
          <w:position w:val="-30"/>
        </w:rPr>
        <w:object w:dxaOrig="1800" w:dyaOrig="720" w14:anchorId="6193BD5D">
          <v:shape id="_x0000_i1160" type="#_x0000_t75" style="width:90.6pt;height:36pt" o:ole="">
            <v:imagedata r:id="rId279" o:title=""/>
          </v:shape>
          <o:OLEObject Type="Embed" ProgID="Equation.DSMT4" ShapeID="_x0000_i1160" DrawAspect="Content" ObjectID="_1714378906" r:id="rId280"/>
        </w:object>
      </w:r>
      <w:r>
        <w:rPr>
          <w:rFonts w:hint="eastAsia"/>
        </w:rPr>
        <w:tab/>
      </w:r>
      <w:r w:rsidRPr="00AD2BA0">
        <w:rPr>
          <w:position w:val="-30"/>
        </w:rPr>
        <w:object w:dxaOrig="1800" w:dyaOrig="720" w14:anchorId="7BD48787">
          <v:shape id="_x0000_i1161" type="#_x0000_t75" style="width:90.6pt;height:36pt" o:ole="">
            <v:imagedata r:id="rId281" o:title=""/>
          </v:shape>
          <o:OLEObject Type="Embed" ProgID="Equation.DSMT4" ShapeID="_x0000_i1161" DrawAspect="Content" ObjectID="_1714378907" r:id="rId282"/>
        </w:object>
      </w:r>
    </w:p>
    <w:p w14:paraId="05CA2A05" w14:textId="77777777" w:rsidR="00631DD9" w:rsidRDefault="00631DD9" w:rsidP="00631DD9">
      <w:pPr>
        <w:spacing w:line="240" w:lineRule="auto"/>
      </w:pPr>
    </w:p>
    <w:p w14:paraId="37BAA7CE" w14:textId="77777777" w:rsidR="00A403F0" w:rsidRDefault="00B9141D" w:rsidP="00631DD9">
      <w:pPr>
        <w:spacing w:line="240" w:lineRule="auto"/>
        <w:ind w:firstLineChars="200" w:firstLine="420"/>
      </w:pPr>
      <w:r w:rsidRPr="00DE54E2">
        <w:rPr>
          <w:position w:val="-30"/>
        </w:rPr>
        <w:object w:dxaOrig="2079" w:dyaOrig="720" w14:anchorId="236031B8">
          <v:shape id="_x0000_i1162" type="#_x0000_t75" style="width:105pt;height:36pt" o:ole="">
            <v:imagedata r:id="rId283" o:title=""/>
          </v:shape>
          <o:OLEObject Type="Embed" ProgID="Equation.DSMT4" ShapeID="_x0000_i1162" DrawAspect="Content" ObjectID="_1714378908" r:id="rId284"/>
        </w:object>
      </w:r>
      <w:r w:rsidR="00631DD9">
        <w:rPr>
          <w:rFonts w:hint="eastAsia"/>
        </w:rPr>
        <w:t xml:space="preserve">　</w:t>
      </w:r>
      <w:r w:rsidR="00A403F0">
        <w:rPr>
          <w:rFonts w:hint="eastAsia"/>
        </w:rPr>
        <w:tab/>
      </w:r>
      <w:r w:rsidRPr="00DE54E2">
        <w:rPr>
          <w:position w:val="-30"/>
        </w:rPr>
        <w:object w:dxaOrig="2079" w:dyaOrig="720" w14:anchorId="3C601412">
          <v:shape id="_x0000_i1163" type="#_x0000_t75" style="width:105pt;height:36pt" o:ole="">
            <v:imagedata r:id="rId285" o:title=""/>
          </v:shape>
          <o:OLEObject Type="Embed" ProgID="Equation.DSMT4" ShapeID="_x0000_i1163" DrawAspect="Content" ObjectID="_1714378909" r:id="rId286"/>
        </w:object>
      </w:r>
    </w:p>
    <w:p w14:paraId="0EC46733" w14:textId="77777777" w:rsidR="00A403F0" w:rsidRDefault="00A403F0" w:rsidP="00A403F0">
      <w:pPr>
        <w:spacing w:line="240" w:lineRule="auto"/>
        <w:rPr>
          <w:rFonts w:ascii="ＭＳ ゴシック" w:eastAsia="ＭＳ ゴシック" w:hAnsi="ＭＳ ゴシック"/>
        </w:rPr>
      </w:pPr>
    </w:p>
    <w:p w14:paraId="1FB7CF72" w14:textId="77777777" w:rsidR="00D66D1A" w:rsidRDefault="00D66D1A" w:rsidP="00A403F0">
      <w:p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br w:type="page"/>
      </w:r>
    </w:p>
    <w:p w14:paraId="699DF991" w14:textId="77777777" w:rsidR="00B976D3" w:rsidRDefault="00B976D3" w:rsidP="00B976D3">
      <w:r w:rsidRPr="00396240">
        <w:rPr>
          <w:rFonts w:ascii="ＭＳ ゴシック" w:eastAsia="ＭＳ ゴシック" w:hAnsi="ＭＳ ゴシック" w:hint="eastAsia"/>
        </w:rPr>
        <w:lastRenderedPageBreak/>
        <w:t>行列のトレース</w:t>
      </w:r>
      <w:r>
        <w:rPr>
          <w:rFonts w:hint="eastAsia"/>
        </w:rPr>
        <w:t xml:space="preserve">　</w:t>
      </w:r>
      <w:r w:rsidRPr="00494B43">
        <w:rPr>
          <w:position w:val="-14"/>
        </w:rPr>
        <w:object w:dxaOrig="1120" w:dyaOrig="400" w14:anchorId="4CEEC12B">
          <v:shape id="_x0000_i1164" type="#_x0000_t75" style="width:56.4pt;height:20.4pt" o:ole="">
            <v:imagedata r:id="rId287" o:title=""/>
          </v:shape>
          <o:OLEObject Type="Embed" ProgID="Equation.DSMT4" ShapeID="_x0000_i1164" DrawAspect="Content" ObjectID="_1714378910" r:id="rId288"/>
        </w:object>
      </w:r>
    </w:p>
    <w:p w14:paraId="6C7C0F82" w14:textId="77777777" w:rsidR="00B976D3" w:rsidRDefault="00B976D3" w:rsidP="00B62623">
      <w:pPr>
        <w:ind w:leftChars="67" w:left="141" w:firstLineChars="100" w:firstLine="210"/>
      </w:pPr>
      <w:r w:rsidRPr="00494B43">
        <w:rPr>
          <w:position w:val="-50"/>
        </w:rPr>
        <w:object w:dxaOrig="1780" w:dyaOrig="1120" w14:anchorId="7E756529">
          <v:shape id="_x0000_i1165" type="#_x0000_t75" style="width:89.4pt;height:56.4pt" o:ole="">
            <v:imagedata r:id="rId289" o:title=""/>
          </v:shape>
          <o:OLEObject Type="Embed" ProgID="Equation.DSMT4" ShapeID="_x0000_i1165" DrawAspect="Content" ObjectID="_1714378911" r:id="rId290"/>
        </w:object>
      </w:r>
      <w:r>
        <w:rPr>
          <w:rFonts w:hint="eastAsia"/>
        </w:rPr>
        <w:t xml:space="preserve">　のとき　</w:t>
      </w:r>
      <w:r w:rsidRPr="00494B43">
        <w:rPr>
          <w:position w:val="-6"/>
        </w:rPr>
        <w:object w:dxaOrig="660" w:dyaOrig="279" w14:anchorId="78B6CE3A">
          <v:shape id="_x0000_i1166" type="#_x0000_t75" style="width:33pt;height:14.4pt" o:ole="">
            <v:imagedata r:id="rId291" o:title=""/>
          </v:shape>
          <o:OLEObject Type="Embed" ProgID="Equation.DSMT4" ShapeID="_x0000_i1166" DrawAspect="Content" ObjectID="_1714378912" r:id="rId292"/>
        </w:object>
      </w:r>
    </w:p>
    <w:p w14:paraId="6E6BD447" w14:textId="77777777" w:rsidR="00B976D3" w:rsidRDefault="008E4555">
      <w:r>
        <w:rPr>
          <w:rFonts w:hint="eastAsia"/>
        </w:rPr>
        <w:t>成分表示：</w:t>
      </w:r>
      <w:r w:rsidRPr="008E4555">
        <w:rPr>
          <w:position w:val="-28"/>
        </w:rPr>
        <w:object w:dxaOrig="4020" w:dyaOrig="680" w14:anchorId="18127C7C">
          <v:shape id="_x0000_i1167" type="#_x0000_t75" style="width:201pt;height:34.2pt" o:ole="">
            <v:imagedata r:id="rId293" o:title=""/>
          </v:shape>
          <o:OLEObject Type="Embed" ProgID="Equation.DSMT4" ShapeID="_x0000_i1167" DrawAspect="Content" ObjectID="_1714378913" r:id="rId294"/>
        </w:object>
      </w:r>
      <w:r>
        <w:t xml:space="preserve"> </w:t>
      </w:r>
    </w:p>
    <w:p w14:paraId="39BB90EB" w14:textId="77777777" w:rsidR="00E5618A" w:rsidRDefault="00E5618A" w:rsidP="00E5618A">
      <w:r>
        <w:rPr>
          <w:rFonts w:hint="eastAsia"/>
        </w:rPr>
        <w:t>５）</w:t>
      </w:r>
      <w:r w:rsidRPr="00E5618A">
        <w:rPr>
          <w:position w:val="-10"/>
        </w:rPr>
        <w:object w:dxaOrig="1640" w:dyaOrig="320" w14:anchorId="183E6CCD">
          <v:shape id="_x0000_i1168" type="#_x0000_t75" style="width:82.8pt;height:16.2pt" o:ole="">
            <v:imagedata r:id="rId295" o:title=""/>
          </v:shape>
          <o:OLEObject Type="Embed" ProgID="Equation.DSMT4" ShapeID="_x0000_i1168" DrawAspect="Content" ObjectID="_1714378914" r:id="rId296"/>
        </w:object>
      </w:r>
      <w:r>
        <w:rPr>
          <w:rFonts w:hint="eastAsia"/>
        </w:rPr>
        <w:t xml:space="preserve">　計算できる場合</w:t>
      </w:r>
    </w:p>
    <w:p w14:paraId="6BB35B37" w14:textId="77777777" w:rsidR="006958B8" w:rsidRPr="006958B8" w:rsidRDefault="00A403F0" w:rsidP="00E5618A">
      <w:pPr>
        <w:ind w:firstLineChars="200" w:firstLine="420"/>
      </w:pPr>
      <w:r w:rsidRPr="00D40B6A">
        <w:rPr>
          <w:position w:val="-14"/>
        </w:rPr>
        <w:object w:dxaOrig="980" w:dyaOrig="400" w14:anchorId="2DE0C074">
          <v:shape id="_x0000_i1169" type="#_x0000_t75" style="width:48.6pt;height:20.4pt" o:ole="">
            <v:imagedata r:id="rId297" o:title=""/>
          </v:shape>
          <o:OLEObject Type="Embed" ProgID="Equation.DSMT4" ShapeID="_x0000_i1169" DrawAspect="Content" ObjectID="_1714378915" r:id="rId298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D40B6A">
        <w:rPr>
          <w:position w:val="-14"/>
        </w:rPr>
        <w:object w:dxaOrig="980" w:dyaOrig="400" w14:anchorId="2243DCA9">
          <v:shape id="_x0000_i1170" type="#_x0000_t75" style="width:48.6pt;height:20.4pt" o:ole="">
            <v:imagedata r:id="rId299" o:title=""/>
          </v:shape>
          <o:OLEObject Type="Embed" ProgID="Equation.DSMT4" ShapeID="_x0000_i1170" DrawAspect="Content" ObjectID="_1714378916" r:id="rId300"/>
        </w:object>
      </w:r>
    </w:p>
    <w:p w14:paraId="5ABF30A2" w14:textId="77777777" w:rsidR="006958B8" w:rsidRDefault="006958B8" w:rsidP="00D66D1A"/>
    <w:p w14:paraId="73B9A72B" w14:textId="77777777" w:rsidR="00207AD8" w:rsidRPr="006958B8" w:rsidRDefault="00A403F0" w:rsidP="00E5618A">
      <w:pPr>
        <w:ind w:firstLineChars="200" w:firstLine="420"/>
      </w:pPr>
      <w:r w:rsidRPr="00D40B6A">
        <w:rPr>
          <w:position w:val="-14"/>
        </w:rPr>
        <w:object w:dxaOrig="1140" w:dyaOrig="400" w14:anchorId="207513EA">
          <v:shape id="_x0000_i1171" type="#_x0000_t75" style="width:57pt;height:20.4pt" o:ole="">
            <v:imagedata r:id="rId301" o:title=""/>
          </v:shape>
          <o:OLEObject Type="Embed" ProgID="Equation.DSMT4" ShapeID="_x0000_i1171" DrawAspect="Content" ObjectID="_1714378917" r:id="rId302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D40B6A">
        <w:rPr>
          <w:position w:val="-14"/>
        </w:rPr>
        <w:object w:dxaOrig="1140" w:dyaOrig="400" w14:anchorId="4689CDA7">
          <v:shape id="_x0000_i1172" type="#_x0000_t75" style="width:57pt;height:20.4pt" o:ole="">
            <v:imagedata r:id="rId303" o:title=""/>
          </v:shape>
          <o:OLEObject Type="Embed" ProgID="Equation.DSMT4" ShapeID="_x0000_i1172" DrawAspect="Content" ObjectID="_1714378918" r:id="rId304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D40B6A">
        <w:rPr>
          <w:position w:val="-14"/>
        </w:rPr>
        <w:object w:dxaOrig="1140" w:dyaOrig="400" w14:anchorId="2FA34ABF">
          <v:shape id="_x0000_i1173" type="#_x0000_t75" style="width:57pt;height:20.4pt" o:ole="">
            <v:imagedata r:id="rId305" o:title=""/>
          </v:shape>
          <o:OLEObject Type="Embed" ProgID="Equation.DSMT4" ShapeID="_x0000_i1173" DrawAspect="Content" ObjectID="_1714378919" r:id="rId306"/>
        </w:object>
      </w:r>
    </w:p>
    <w:p w14:paraId="344F012D" w14:textId="77777777" w:rsidR="00207AD8" w:rsidRDefault="00207AD8" w:rsidP="00D66D1A"/>
    <w:p w14:paraId="55ECEC32" w14:textId="77777777" w:rsidR="00A403F0" w:rsidRDefault="00A403F0" w:rsidP="00D66D1A"/>
    <w:p w14:paraId="7D2E13A0" w14:textId="77777777" w:rsidR="00276DBB" w:rsidRPr="00DA05CC" w:rsidRDefault="000B26E6" w:rsidP="00276DBB">
      <w:pPr>
        <w:rPr>
          <w:rFonts w:asciiTheme="majorEastAsia" w:eastAsiaTheme="majorEastAsia" w:hAnsiTheme="majorEastAsia"/>
        </w:rPr>
      </w:pPr>
      <w:r w:rsidRPr="00DA05CC">
        <w:rPr>
          <w:rFonts w:asciiTheme="majorEastAsia" w:eastAsiaTheme="majorEastAsia" w:hAnsiTheme="majorEastAsia" w:hint="eastAsia"/>
        </w:rPr>
        <w:t>演習</w:t>
      </w:r>
    </w:p>
    <w:p w14:paraId="6BB3DCAE" w14:textId="77777777" w:rsidR="000B26E6" w:rsidRDefault="00DA05CC" w:rsidP="00276DBB">
      <w:r w:rsidRPr="00DA05CC">
        <w:rPr>
          <w:position w:val="-4"/>
        </w:rPr>
        <w:object w:dxaOrig="180" w:dyaOrig="279" w14:anchorId="26775B61">
          <v:shape id="_x0000_i1174" type="#_x0000_t75" style="width:9.6pt;height:14.4pt" o:ole="">
            <v:imagedata r:id="rId307" o:title=""/>
          </v:shape>
          <o:OLEObject Type="Embed" ProgID="Equation.DSMT4" ShapeID="_x0000_i1174" DrawAspect="Content" ObjectID="_1714378920" r:id="rId308"/>
        </w:object>
      </w:r>
      <w:r>
        <w:t xml:space="preserve"> </w:t>
      </w:r>
      <w:r w:rsidR="00664CBF" w:rsidRPr="00664CBF">
        <w:rPr>
          <w:position w:val="-50"/>
        </w:rPr>
        <w:object w:dxaOrig="1760" w:dyaOrig="1120" w14:anchorId="4BF9517C">
          <v:shape id="_x0000_i1175" type="#_x0000_t75" style="width:88.2pt;height:56.4pt" o:ole="">
            <v:imagedata r:id="rId309" o:title=""/>
          </v:shape>
          <o:OLEObject Type="Embed" ProgID="Equation.DSMT4" ShapeID="_x0000_i1175" DrawAspect="Content" ObjectID="_1714378921" r:id="rId310"/>
        </w:object>
      </w:r>
      <w:r w:rsidR="00664CBF">
        <w:rPr>
          <w:rFonts w:hint="eastAsia"/>
        </w:rPr>
        <w:t xml:space="preserve"> , </w:t>
      </w:r>
      <w:r>
        <w:t xml:space="preserve"> </w:t>
      </w:r>
      <w:r w:rsidR="00664CBF" w:rsidRPr="00664CBF">
        <w:rPr>
          <w:position w:val="-50"/>
        </w:rPr>
        <w:object w:dxaOrig="1280" w:dyaOrig="1120" w14:anchorId="36B7D332">
          <v:shape id="_x0000_i1176" type="#_x0000_t75" style="width:63.6pt;height:56.4pt" o:ole="">
            <v:imagedata r:id="rId311" o:title=""/>
          </v:shape>
          <o:OLEObject Type="Embed" ProgID="Equation.DSMT4" ShapeID="_x0000_i1176" DrawAspect="Content" ObjectID="_1714378922" r:id="rId312"/>
        </w:object>
      </w:r>
      <w:r w:rsidR="00664CBF">
        <w:rPr>
          <w:rFonts w:hint="eastAsia"/>
        </w:rPr>
        <w:t xml:space="preserve"> , </w:t>
      </w:r>
      <w:r w:rsidR="00664CBF">
        <w:t xml:space="preserve"> </w:t>
      </w:r>
      <w:r w:rsidR="00664CBF" w:rsidRPr="00664CBF">
        <w:rPr>
          <w:position w:val="-30"/>
        </w:rPr>
        <w:object w:dxaOrig="1640" w:dyaOrig="720" w14:anchorId="452DF423">
          <v:shape id="_x0000_i1177" type="#_x0000_t75" style="width:82.8pt;height:36pt" o:ole="">
            <v:imagedata r:id="rId313" o:title=""/>
          </v:shape>
          <o:OLEObject Type="Embed" ProgID="Equation.DSMT4" ShapeID="_x0000_i1177" DrawAspect="Content" ObjectID="_1714378923" r:id="rId314"/>
        </w:object>
      </w:r>
    </w:p>
    <w:p w14:paraId="6E25ED47" w14:textId="77777777" w:rsidR="00D66D1A" w:rsidRPr="00664CBF" w:rsidRDefault="00664CBF" w:rsidP="00276DBB">
      <w:pPr>
        <w:rPr>
          <w:rFonts w:asciiTheme="minorEastAsia" w:eastAsiaTheme="minorEastAsia" w:hAnsiTheme="minorEastAsia"/>
        </w:rPr>
      </w:pPr>
      <w:r w:rsidRPr="00664CBF">
        <w:rPr>
          <w:rFonts w:asciiTheme="minorEastAsia" w:eastAsiaTheme="minorEastAsia" w:hAnsiTheme="minorEastAsia" w:hint="eastAsia"/>
        </w:rPr>
        <w:t>のとき</w:t>
      </w:r>
      <w:r>
        <w:rPr>
          <w:rFonts w:asciiTheme="minorEastAsia" w:eastAsiaTheme="minorEastAsia" w:hAnsiTheme="minorEastAsia" w:hint="eastAsia"/>
        </w:rPr>
        <w:t>以下を求めよ。</w:t>
      </w:r>
    </w:p>
    <w:p w14:paraId="400CB68D" w14:textId="77777777" w:rsidR="00D66D1A" w:rsidRPr="00664CBF" w:rsidRDefault="00D66D1A" w:rsidP="00276DBB">
      <w:pPr>
        <w:rPr>
          <w:rFonts w:asciiTheme="minorEastAsia" w:eastAsiaTheme="minorEastAsia" w:hAnsiTheme="minorEastAsia"/>
        </w:rPr>
      </w:pPr>
    </w:p>
    <w:p w14:paraId="42C41F81" w14:textId="77777777" w:rsidR="00D66D1A" w:rsidRPr="00664CBF" w:rsidRDefault="008D5B9C" w:rsidP="00276DBB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１）</w:t>
      </w:r>
      <w:r w:rsidR="00207AD8" w:rsidRPr="00207AD8">
        <w:rPr>
          <w:rFonts w:asciiTheme="minorEastAsia" w:eastAsiaTheme="minorEastAsia" w:hAnsiTheme="minorEastAsia"/>
          <w:position w:val="-4"/>
        </w:rPr>
        <w:object w:dxaOrig="1100" w:dyaOrig="260" w14:anchorId="0EFBCDCA">
          <v:shape id="_x0000_i1178" type="#_x0000_t75" style="width:55.2pt;height:12.6pt" o:ole="">
            <v:imagedata r:id="rId315" o:title=""/>
          </v:shape>
          <o:OLEObject Type="Embed" ProgID="Equation.DSMT4" ShapeID="_x0000_i1178" DrawAspect="Content" ObjectID="_1714378924" r:id="rId316"/>
        </w:object>
      </w:r>
      <w:r>
        <w:rPr>
          <w:rFonts w:asciiTheme="minorEastAsia" w:eastAsiaTheme="minorEastAsia" w:hAnsiTheme="minorEastAsia"/>
        </w:rPr>
        <w:t xml:space="preserve"> </w:t>
      </w:r>
    </w:p>
    <w:p w14:paraId="78F9815C" w14:textId="77777777" w:rsidR="00D66D1A" w:rsidRPr="00664CBF" w:rsidRDefault="00D66D1A" w:rsidP="00276DBB">
      <w:pPr>
        <w:rPr>
          <w:rFonts w:asciiTheme="minorEastAsia" w:eastAsiaTheme="minorEastAsia" w:hAnsiTheme="minorEastAsia"/>
        </w:rPr>
      </w:pPr>
    </w:p>
    <w:p w14:paraId="16E49D09" w14:textId="77777777" w:rsidR="00276DBB" w:rsidRDefault="00276DBB" w:rsidP="00D66D1A">
      <w:pPr>
        <w:rPr>
          <w:rFonts w:asciiTheme="minorEastAsia" w:eastAsiaTheme="minorEastAsia" w:hAnsiTheme="minorEastAsia"/>
        </w:rPr>
      </w:pPr>
    </w:p>
    <w:p w14:paraId="5B692A6D" w14:textId="77777777" w:rsidR="00B62623" w:rsidRDefault="00B62623" w:rsidP="00D66D1A">
      <w:pPr>
        <w:rPr>
          <w:rFonts w:asciiTheme="minorEastAsia" w:eastAsiaTheme="minorEastAsia" w:hAnsiTheme="minorEastAsia"/>
        </w:rPr>
      </w:pPr>
    </w:p>
    <w:p w14:paraId="6C8D6E5D" w14:textId="77777777" w:rsidR="008D5B9C" w:rsidRDefault="008D5B9C" w:rsidP="00D66D1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２）</w:t>
      </w:r>
      <w:r w:rsidRPr="008D5B9C">
        <w:rPr>
          <w:rFonts w:asciiTheme="minorEastAsia" w:eastAsiaTheme="minorEastAsia" w:hAnsiTheme="minorEastAsia"/>
          <w:position w:val="-6"/>
        </w:rPr>
        <w:object w:dxaOrig="760" w:dyaOrig="279" w14:anchorId="6D128783">
          <v:shape id="_x0000_i1179" type="#_x0000_t75" style="width:38.4pt;height:14.4pt" o:ole="">
            <v:imagedata r:id="rId317" o:title=""/>
          </v:shape>
          <o:OLEObject Type="Embed" ProgID="Equation.DSMT4" ShapeID="_x0000_i1179" DrawAspect="Content" ObjectID="_1714378925" r:id="rId318"/>
        </w:object>
      </w:r>
      <w:r>
        <w:rPr>
          <w:rFonts w:asciiTheme="minorEastAsia" w:eastAsiaTheme="minorEastAsia" w:hAnsiTheme="minorEastAsia"/>
        </w:rPr>
        <w:t xml:space="preserve"> </w:t>
      </w:r>
    </w:p>
    <w:p w14:paraId="08CFCCAA" w14:textId="77777777" w:rsidR="008D5B9C" w:rsidRDefault="008D5B9C" w:rsidP="00D66D1A">
      <w:pPr>
        <w:rPr>
          <w:rFonts w:asciiTheme="minorEastAsia" w:eastAsiaTheme="minorEastAsia" w:hAnsiTheme="minorEastAsia"/>
        </w:rPr>
      </w:pPr>
    </w:p>
    <w:p w14:paraId="26EB585F" w14:textId="77777777" w:rsidR="00B62623" w:rsidRDefault="00B62623" w:rsidP="00D66D1A">
      <w:pPr>
        <w:rPr>
          <w:rFonts w:asciiTheme="minorEastAsia" w:eastAsiaTheme="minorEastAsia" w:hAnsiTheme="minorEastAsia"/>
        </w:rPr>
      </w:pPr>
    </w:p>
    <w:p w14:paraId="2DA9FA59" w14:textId="77777777" w:rsidR="008D5B9C" w:rsidRDefault="008D5B9C" w:rsidP="00D66D1A">
      <w:pPr>
        <w:rPr>
          <w:rFonts w:asciiTheme="minorEastAsia" w:eastAsiaTheme="minorEastAsia" w:hAnsiTheme="minorEastAsia"/>
        </w:rPr>
      </w:pPr>
    </w:p>
    <w:p w14:paraId="6CF5E6E5" w14:textId="77777777" w:rsidR="008D5B9C" w:rsidRDefault="008D5B9C" w:rsidP="00D66D1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３）</w:t>
      </w:r>
      <w:r w:rsidRPr="008D5B9C">
        <w:rPr>
          <w:rFonts w:asciiTheme="minorEastAsia" w:eastAsiaTheme="minorEastAsia" w:hAnsiTheme="minorEastAsia"/>
          <w:position w:val="-10"/>
        </w:rPr>
        <w:object w:dxaOrig="840" w:dyaOrig="360" w14:anchorId="7AE59137">
          <v:shape id="_x0000_i1180" type="#_x0000_t75" style="width:42pt;height:18.6pt" o:ole="">
            <v:imagedata r:id="rId319" o:title=""/>
          </v:shape>
          <o:OLEObject Type="Embed" ProgID="Equation.DSMT4" ShapeID="_x0000_i1180" DrawAspect="Content" ObjectID="_1714378926" r:id="rId320"/>
        </w:object>
      </w:r>
      <w:r>
        <w:rPr>
          <w:rFonts w:asciiTheme="minorEastAsia" w:eastAsiaTheme="minorEastAsia" w:hAnsiTheme="minorEastAsia"/>
        </w:rPr>
        <w:t xml:space="preserve"> </w:t>
      </w:r>
    </w:p>
    <w:p w14:paraId="30A7D2BB" w14:textId="77777777" w:rsidR="008D5B9C" w:rsidRDefault="008D5B9C" w:rsidP="00D66D1A">
      <w:pPr>
        <w:rPr>
          <w:rFonts w:asciiTheme="minorEastAsia" w:eastAsiaTheme="minorEastAsia" w:hAnsiTheme="minorEastAsia"/>
        </w:rPr>
      </w:pPr>
    </w:p>
    <w:p w14:paraId="314C2D5F" w14:textId="77777777" w:rsidR="00B62623" w:rsidRDefault="00B62623" w:rsidP="00D66D1A">
      <w:pPr>
        <w:rPr>
          <w:rFonts w:asciiTheme="minorEastAsia" w:eastAsiaTheme="minorEastAsia" w:hAnsiTheme="minorEastAsia"/>
        </w:rPr>
      </w:pPr>
    </w:p>
    <w:p w14:paraId="52755C65" w14:textId="77777777" w:rsidR="008D5B9C" w:rsidRDefault="008D5B9C" w:rsidP="00D66D1A">
      <w:pPr>
        <w:rPr>
          <w:rFonts w:asciiTheme="minorEastAsia" w:eastAsiaTheme="minorEastAsia" w:hAnsiTheme="minorEastAsia"/>
        </w:rPr>
      </w:pPr>
    </w:p>
    <w:p w14:paraId="7B666215" w14:textId="77777777" w:rsidR="008D5B9C" w:rsidRDefault="008D5B9C" w:rsidP="00D66D1A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４）</w:t>
      </w:r>
      <w:r w:rsidR="00207AD8" w:rsidRPr="008D5B9C">
        <w:rPr>
          <w:rFonts w:asciiTheme="minorEastAsia" w:eastAsiaTheme="minorEastAsia" w:hAnsiTheme="minorEastAsia"/>
          <w:position w:val="-10"/>
        </w:rPr>
        <w:object w:dxaOrig="1100" w:dyaOrig="320" w14:anchorId="5400E915">
          <v:shape id="_x0000_i1181" type="#_x0000_t75" style="width:55.2pt;height:16.2pt" o:ole="">
            <v:imagedata r:id="rId321" o:title=""/>
          </v:shape>
          <o:OLEObject Type="Embed" ProgID="Equation.DSMT4" ShapeID="_x0000_i1181" DrawAspect="Content" ObjectID="_1714378927" r:id="rId322"/>
        </w:object>
      </w:r>
      <w:r>
        <w:rPr>
          <w:rFonts w:asciiTheme="minorEastAsia" w:eastAsiaTheme="minorEastAsia" w:hAnsiTheme="minorEastAsia"/>
        </w:rPr>
        <w:t xml:space="preserve"> </w:t>
      </w:r>
    </w:p>
    <w:p w14:paraId="21CDC634" w14:textId="77777777" w:rsidR="00276DBB" w:rsidRDefault="00276DBB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2"/>
          <w:szCs w:val="22"/>
        </w:rPr>
      </w:pPr>
      <w:r>
        <w:br w:type="page"/>
      </w:r>
    </w:p>
    <w:p w14:paraId="6E39750E" w14:textId="77777777" w:rsidR="006958B8" w:rsidRDefault="006958B8" w:rsidP="006958B8">
      <w:pPr>
        <w:pStyle w:val="2"/>
      </w:pPr>
      <w:r>
        <w:rPr>
          <w:rFonts w:hint="eastAsia"/>
        </w:rPr>
        <w:lastRenderedPageBreak/>
        <w:t>2.4 行列の応用１</w:t>
      </w:r>
      <w:r w:rsidR="003B50A9">
        <w:rPr>
          <w:rFonts w:hint="eastAsia"/>
        </w:rPr>
        <w:t>【第８回】</w:t>
      </w:r>
    </w:p>
    <w:p w14:paraId="2D4C94D2" w14:textId="77777777" w:rsidR="006958B8" w:rsidRPr="00E5618A" w:rsidRDefault="00EB6E5F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連立方程式</w:t>
      </w:r>
    </w:p>
    <w:p w14:paraId="6DF60425" w14:textId="77777777" w:rsidR="008F079C" w:rsidRPr="00E702C5" w:rsidRDefault="00E702C5" w:rsidP="006958B8">
      <w:pPr>
        <w:rPr>
          <w:rFonts w:ascii="ＭＳ ゴシック" w:eastAsia="ＭＳ ゴシック" w:hAnsi="ＭＳ ゴシック"/>
        </w:rPr>
      </w:pPr>
      <w:r w:rsidRPr="00E702C5">
        <w:rPr>
          <w:rFonts w:ascii="ＭＳ ゴシック" w:eastAsia="ＭＳ ゴシック" w:hAnsi="ＭＳ ゴシック" w:hint="eastAsia"/>
        </w:rPr>
        <w:t>例</w:t>
      </w:r>
    </w:p>
    <w:p w14:paraId="1209E0B4" w14:textId="77777777" w:rsidR="006958B8" w:rsidRPr="008F079C" w:rsidRDefault="00EB6E5F" w:rsidP="00EB6E5F">
      <w:pPr>
        <w:pStyle w:val="MTDisplayEquation"/>
        <w:tabs>
          <w:tab w:val="clear" w:pos="4100"/>
          <w:tab w:val="left" w:pos="2268"/>
        </w:tabs>
        <w:ind w:leftChars="0" w:left="0" w:firstLineChars="100" w:firstLine="210"/>
      </w:pPr>
      <w:r w:rsidRPr="00EB6E5F">
        <w:rPr>
          <w:position w:val="-28"/>
        </w:rPr>
        <w:object w:dxaOrig="999" w:dyaOrig="680" w14:anchorId="41FABF71">
          <v:shape id="_x0000_i1182" type="#_x0000_t75" style="width:50.4pt;height:34.2pt" o:ole="">
            <v:imagedata r:id="rId323" o:title=""/>
          </v:shape>
          <o:OLEObject Type="Embed" ProgID="Equation.DSMT4" ShapeID="_x0000_i1182" DrawAspect="Content" ObjectID="_1714378928" r:id="rId324"/>
        </w:object>
      </w:r>
      <w:r>
        <w:rPr>
          <w:rFonts w:hint="eastAsia"/>
        </w:rPr>
        <w:tab/>
      </w:r>
      <w:r w:rsidRPr="00500D00">
        <w:rPr>
          <w:position w:val="-30"/>
        </w:rPr>
        <w:object w:dxaOrig="1460" w:dyaOrig="720" w14:anchorId="4B8F32B5">
          <v:shape id="_x0000_i1183" type="#_x0000_t75" style="width:73.2pt;height:36pt" o:ole="">
            <v:imagedata r:id="rId325" o:title=""/>
          </v:shape>
          <o:OLEObject Type="Embed" ProgID="Equation.DSMT4" ShapeID="_x0000_i1183" DrawAspect="Content" ObjectID="_1714378929" r:id="rId326"/>
        </w:object>
      </w:r>
      <w:r w:rsidR="008F079C">
        <w:rPr>
          <w:rFonts w:hint="eastAsia"/>
        </w:rPr>
        <w:t xml:space="preserve">　　　　　　　　　　より、</w:t>
      </w:r>
    </w:p>
    <w:p w14:paraId="1FFE042D" w14:textId="77777777" w:rsidR="006958B8" w:rsidRPr="007A2120" w:rsidRDefault="006958B8" w:rsidP="006958B8">
      <w:pPr>
        <w:ind w:leftChars="67" w:left="141"/>
      </w:pPr>
    </w:p>
    <w:p w14:paraId="6EF30152" w14:textId="77777777" w:rsidR="006958B8" w:rsidRDefault="00F23732" w:rsidP="006958B8">
      <w:pPr>
        <w:ind w:leftChars="67" w:left="141"/>
      </w:pPr>
      <w:r>
        <w:rPr>
          <w:rFonts w:hint="eastAsia"/>
        </w:rPr>
        <w:t xml:space="preserve">　</w:t>
      </w:r>
      <w:r w:rsidR="007A2120" w:rsidRPr="00500D00">
        <w:rPr>
          <w:position w:val="-30"/>
        </w:rPr>
        <w:object w:dxaOrig="1300" w:dyaOrig="720" w14:anchorId="4F992FBB">
          <v:shape id="_x0000_i1184" type="#_x0000_t75" style="width:65.4pt;height:36pt" o:ole="">
            <v:imagedata r:id="rId327" o:title=""/>
          </v:shape>
          <o:OLEObject Type="Embed" ProgID="Equation.DSMT4" ShapeID="_x0000_i1184" DrawAspect="Content" ObjectID="_1714378930" r:id="rId328"/>
        </w:object>
      </w:r>
      <w:r w:rsidR="007A2120">
        <w:rPr>
          <w:rFonts w:hint="eastAsia"/>
        </w:rPr>
        <w:t xml:space="preserve"> </w:t>
      </w:r>
      <w:r w:rsidR="008F079C">
        <w:rPr>
          <w:rFonts w:hint="eastAsia"/>
        </w:rPr>
        <w:t xml:space="preserve">，　</w:t>
      </w:r>
      <w:r w:rsidR="00500D00" w:rsidRPr="00500D00">
        <w:rPr>
          <w:position w:val="-30"/>
        </w:rPr>
        <w:object w:dxaOrig="820" w:dyaOrig="720" w14:anchorId="42C8FAF1">
          <v:shape id="_x0000_i1185" type="#_x0000_t75" style="width:40.2pt;height:36pt" o:ole="">
            <v:imagedata r:id="rId329" o:title=""/>
          </v:shape>
          <o:OLEObject Type="Embed" ProgID="Equation.DSMT4" ShapeID="_x0000_i1185" DrawAspect="Content" ObjectID="_1714378931" r:id="rId330"/>
        </w:object>
      </w:r>
      <w:r w:rsidR="007A2120">
        <w:rPr>
          <w:rFonts w:hint="eastAsia"/>
        </w:rPr>
        <w:t xml:space="preserve"> </w:t>
      </w:r>
      <w:r w:rsidR="007A2120">
        <w:rPr>
          <w:rFonts w:hint="eastAsia"/>
        </w:rPr>
        <w:t>，</w:t>
      </w:r>
      <w:r w:rsidR="008F079C">
        <w:rPr>
          <w:rFonts w:hint="eastAsia"/>
        </w:rPr>
        <w:t xml:space="preserve">　</w:t>
      </w:r>
      <w:r w:rsidR="007A2120" w:rsidRPr="00500D00">
        <w:rPr>
          <w:position w:val="-30"/>
        </w:rPr>
        <w:object w:dxaOrig="780" w:dyaOrig="720" w14:anchorId="334FB982">
          <v:shape id="_x0000_i1186" type="#_x0000_t75" style="width:39pt;height:36pt" o:ole="">
            <v:imagedata r:id="rId331" o:title=""/>
          </v:shape>
          <o:OLEObject Type="Embed" ProgID="Equation.DSMT4" ShapeID="_x0000_i1186" DrawAspect="Content" ObjectID="_1714378932" r:id="rId332"/>
        </w:object>
      </w:r>
      <w:r w:rsidR="008F079C">
        <w:rPr>
          <w:rFonts w:hint="eastAsia"/>
        </w:rPr>
        <w:t xml:space="preserve">　とすると</w:t>
      </w:r>
    </w:p>
    <w:p w14:paraId="7B8691DC" w14:textId="77777777" w:rsidR="008F079C" w:rsidRPr="00F23732" w:rsidRDefault="008F079C" w:rsidP="006958B8">
      <w:pPr>
        <w:ind w:leftChars="67" w:left="141"/>
      </w:pPr>
    </w:p>
    <w:p w14:paraId="7496947D" w14:textId="77777777" w:rsidR="008F079C" w:rsidRDefault="007A2120" w:rsidP="006958B8">
      <w:pPr>
        <w:ind w:leftChars="67" w:left="141"/>
      </w:pPr>
      <w:r>
        <w:rPr>
          <w:rFonts w:hint="eastAsia"/>
        </w:rPr>
        <w:t>上の連立方程式</w:t>
      </w:r>
      <w:r w:rsidR="008F079C">
        <w:rPr>
          <w:rFonts w:hint="eastAsia"/>
        </w:rPr>
        <w:t xml:space="preserve">は　　　　　　</w:t>
      </w:r>
      <w:r w:rsidR="004218E8">
        <w:rPr>
          <w:rFonts w:hint="eastAsia"/>
        </w:rPr>
        <w:t xml:space="preserve">　　　</w:t>
      </w:r>
      <w:r w:rsidR="008F079C" w:rsidRPr="008F079C">
        <w:rPr>
          <w:rFonts w:hint="eastAsia"/>
        </w:rPr>
        <w:t>と書ける。</w:t>
      </w:r>
    </w:p>
    <w:p w14:paraId="4FCB6B15" w14:textId="77777777" w:rsidR="00AE433E" w:rsidRDefault="00AE433E"/>
    <w:p w14:paraId="49D7DF38" w14:textId="77777777" w:rsidR="0085713F" w:rsidRDefault="0085713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問題</w:t>
      </w:r>
    </w:p>
    <w:p w14:paraId="799B31F8" w14:textId="77777777" w:rsidR="00E702C5" w:rsidRDefault="00500D00" w:rsidP="0054620A">
      <w:pPr>
        <w:ind w:leftChars="67" w:left="141"/>
      </w:pPr>
      <w:r w:rsidRPr="00500D00">
        <w:rPr>
          <w:position w:val="-28"/>
        </w:rPr>
        <w:object w:dxaOrig="1040" w:dyaOrig="680" w14:anchorId="148C6E6C">
          <v:shape id="_x0000_i1187" type="#_x0000_t75" style="width:51.6pt;height:33.6pt" o:ole="">
            <v:imagedata r:id="rId333" o:title=""/>
          </v:shape>
          <o:OLEObject Type="Embed" ProgID="Equation.DSMT4" ShapeID="_x0000_i1187" DrawAspect="Content" ObjectID="_1714378933" r:id="rId334"/>
        </w:object>
      </w:r>
      <w:r w:rsidR="0054620A">
        <w:rPr>
          <w:rFonts w:hint="eastAsia"/>
        </w:rPr>
        <w:tab/>
      </w:r>
      <w:r w:rsidR="0085713F">
        <w:rPr>
          <w:rFonts w:hint="eastAsia"/>
        </w:rPr>
        <w:tab/>
      </w:r>
      <w:r w:rsidR="007A2A7D" w:rsidRPr="00500D00">
        <w:rPr>
          <w:position w:val="-30"/>
        </w:rPr>
        <w:object w:dxaOrig="2380" w:dyaOrig="720" w14:anchorId="6A74CF91">
          <v:shape id="_x0000_i1188" type="#_x0000_t75" style="width:119.4pt;height:36pt" o:ole="">
            <v:imagedata r:id="rId335" o:title=""/>
          </v:shape>
          <o:OLEObject Type="Embed" ProgID="Equation.DSMT4" ShapeID="_x0000_i1188" DrawAspect="Content" ObjectID="_1714378934" r:id="rId336"/>
        </w:object>
      </w:r>
    </w:p>
    <w:p w14:paraId="51D8F400" w14:textId="77777777" w:rsidR="007A2120" w:rsidRDefault="007A2120" w:rsidP="005C7B36">
      <w:pPr>
        <w:tabs>
          <w:tab w:val="left" w:pos="2552"/>
        </w:tabs>
        <w:ind w:leftChars="67" w:left="141"/>
      </w:pPr>
    </w:p>
    <w:p w14:paraId="0B15760D" w14:textId="77777777" w:rsidR="00FD4387" w:rsidRDefault="00FD4387" w:rsidP="00FD4387">
      <w:pPr>
        <w:tabs>
          <w:tab w:val="left" w:pos="2552"/>
        </w:tabs>
      </w:pPr>
      <w:r>
        <w:rPr>
          <w:rFonts w:hint="eastAsia"/>
        </w:rPr>
        <w:t xml:space="preserve">　解　［解１組　</w:t>
      </w:r>
      <w:r w:rsidRPr="00500D00">
        <w:rPr>
          <w:position w:val="-10"/>
        </w:rPr>
        <w:object w:dxaOrig="1219" w:dyaOrig="260" w14:anchorId="1E4BDF92">
          <v:shape id="_x0000_i1189" type="#_x0000_t75" style="width:60.6pt;height:12.6pt" o:ole="">
            <v:imagedata r:id="rId337" o:title=""/>
          </v:shape>
          <o:OLEObject Type="Embed" ProgID="Equation.DSMT4" ShapeID="_x0000_i1189" DrawAspect="Content" ObjectID="_1714378935" r:id="rId338"/>
        </w:object>
      </w:r>
      <w:r>
        <w:rPr>
          <w:rFonts w:hint="eastAsia"/>
        </w:rPr>
        <w:t xml:space="preserve">　　　・解なし・無数にある］</w:t>
      </w:r>
    </w:p>
    <w:p w14:paraId="515E803A" w14:textId="77777777" w:rsidR="0054620A" w:rsidRDefault="001A5408" w:rsidP="00FD4387">
      <w:pPr>
        <w:ind w:firstLineChars="400" w:firstLine="840"/>
      </w:pPr>
      <w:r>
        <w:rPr>
          <w:rFonts w:hint="eastAsia"/>
        </w:rPr>
        <w:t>ただ１つ</w:t>
      </w:r>
      <w:r w:rsidR="00D91FCC">
        <w:rPr>
          <w:rFonts w:hint="eastAsia"/>
        </w:rPr>
        <w:t>の解を</w:t>
      </w:r>
      <w:r w:rsidR="005C7B36">
        <w:rPr>
          <w:rFonts w:hint="eastAsia"/>
        </w:rPr>
        <w:t>［</w:t>
      </w:r>
      <w:r w:rsidR="00D91FCC">
        <w:rPr>
          <w:rFonts w:hint="eastAsia"/>
        </w:rPr>
        <w:t>持つ・持たない</w:t>
      </w:r>
      <w:r w:rsidR="005C7B36">
        <w:rPr>
          <w:rFonts w:hint="eastAsia"/>
        </w:rPr>
        <w:t>］</w:t>
      </w:r>
    </w:p>
    <w:p w14:paraId="316A110E" w14:textId="77777777" w:rsidR="007A2120" w:rsidRPr="00D91FCC" w:rsidRDefault="007A2120" w:rsidP="005C7B36">
      <w:pPr>
        <w:tabs>
          <w:tab w:val="left" w:pos="2552"/>
        </w:tabs>
        <w:ind w:leftChars="67" w:left="141"/>
      </w:pPr>
    </w:p>
    <w:p w14:paraId="4D1D13B6" w14:textId="77777777" w:rsidR="00FD4387" w:rsidRPr="007A2120" w:rsidRDefault="00FD4387" w:rsidP="005C7B36">
      <w:pPr>
        <w:tabs>
          <w:tab w:val="left" w:pos="2552"/>
        </w:tabs>
        <w:ind w:leftChars="67" w:left="141"/>
      </w:pPr>
    </w:p>
    <w:p w14:paraId="6F8A0DD9" w14:textId="77777777" w:rsidR="0054620A" w:rsidRDefault="00500D00" w:rsidP="0054620A">
      <w:pPr>
        <w:ind w:leftChars="67" w:left="141"/>
      </w:pPr>
      <w:r w:rsidRPr="00500D00">
        <w:rPr>
          <w:position w:val="-28"/>
        </w:rPr>
        <w:object w:dxaOrig="1140" w:dyaOrig="680" w14:anchorId="5FCC9B1C">
          <v:shape id="_x0000_i1190" type="#_x0000_t75" style="width:57pt;height:33.6pt" o:ole="">
            <v:imagedata r:id="rId339" o:title=""/>
          </v:shape>
          <o:OLEObject Type="Embed" ProgID="Equation.DSMT4" ShapeID="_x0000_i1190" DrawAspect="Content" ObjectID="_1714378936" r:id="rId340"/>
        </w:object>
      </w:r>
      <w:r w:rsidR="0054620A">
        <w:rPr>
          <w:rFonts w:hint="eastAsia"/>
        </w:rPr>
        <w:tab/>
      </w:r>
      <w:r w:rsidR="0085713F">
        <w:rPr>
          <w:rFonts w:hint="eastAsia"/>
        </w:rPr>
        <w:tab/>
      </w:r>
      <w:r w:rsidR="007A2A7D" w:rsidRPr="00500D00">
        <w:rPr>
          <w:position w:val="-30"/>
        </w:rPr>
        <w:object w:dxaOrig="2380" w:dyaOrig="720" w14:anchorId="47676E6B">
          <v:shape id="_x0000_i1191" type="#_x0000_t75" style="width:119.4pt;height:36pt" o:ole="">
            <v:imagedata r:id="rId341" o:title=""/>
          </v:shape>
          <o:OLEObject Type="Embed" ProgID="Equation.DSMT4" ShapeID="_x0000_i1191" DrawAspect="Content" ObjectID="_1714378937" r:id="rId342"/>
        </w:object>
      </w:r>
    </w:p>
    <w:p w14:paraId="1E422AC8" w14:textId="77777777" w:rsidR="007A2120" w:rsidRDefault="007A2120" w:rsidP="005C7B36">
      <w:pPr>
        <w:tabs>
          <w:tab w:val="left" w:pos="2552"/>
        </w:tabs>
        <w:ind w:leftChars="67" w:left="141"/>
      </w:pPr>
    </w:p>
    <w:p w14:paraId="6B6FF253" w14:textId="77777777" w:rsidR="00FD4387" w:rsidRDefault="00FD4387" w:rsidP="00FD4387">
      <w:pPr>
        <w:tabs>
          <w:tab w:val="left" w:pos="2552"/>
        </w:tabs>
      </w:pPr>
      <w:r>
        <w:rPr>
          <w:rFonts w:hint="eastAsia"/>
        </w:rPr>
        <w:t xml:space="preserve">　解　［解１組　</w:t>
      </w:r>
      <w:r w:rsidRPr="00500D00">
        <w:rPr>
          <w:position w:val="-10"/>
        </w:rPr>
        <w:object w:dxaOrig="1219" w:dyaOrig="260" w14:anchorId="6603D244">
          <v:shape id="_x0000_i1192" type="#_x0000_t75" style="width:60.6pt;height:12.6pt" o:ole="">
            <v:imagedata r:id="rId337" o:title=""/>
          </v:shape>
          <o:OLEObject Type="Embed" ProgID="Equation.DSMT4" ShapeID="_x0000_i1192" DrawAspect="Content" ObjectID="_1714378938" r:id="rId343"/>
        </w:object>
      </w:r>
      <w:r>
        <w:rPr>
          <w:rFonts w:hint="eastAsia"/>
        </w:rPr>
        <w:t xml:space="preserve">　　　・解なし・無数にある］</w:t>
      </w:r>
    </w:p>
    <w:p w14:paraId="40B058C8" w14:textId="77777777" w:rsidR="0054620A" w:rsidRPr="00BF4C5D" w:rsidRDefault="001A5408" w:rsidP="00FD4387">
      <w:pPr>
        <w:tabs>
          <w:tab w:val="left" w:pos="2552"/>
        </w:tabs>
        <w:ind w:firstLineChars="400" w:firstLine="840"/>
      </w:pPr>
      <w:r>
        <w:rPr>
          <w:rFonts w:hint="eastAsia"/>
        </w:rPr>
        <w:t>ただ</w:t>
      </w:r>
      <w:r w:rsidR="005C7B36">
        <w:rPr>
          <w:rFonts w:hint="eastAsia"/>
        </w:rPr>
        <w:t>１つ</w:t>
      </w:r>
      <w:r w:rsidR="00D91FCC">
        <w:rPr>
          <w:rFonts w:hint="eastAsia"/>
        </w:rPr>
        <w:t>の解を［持つ・持たない</w:t>
      </w:r>
      <w:r w:rsidR="005C7B36">
        <w:rPr>
          <w:rFonts w:hint="eastAsia"/>
        </w:rPr>
        <w:t>］</w:t>
      </w:r>
    </w:p>
    <w:p w14:paraId="484AC999" w14:textId="77777777" w:rsidR="00A47A09" w:rsidRPr="00D91FCC" w:rsidRDefault="00A47A09" w:rsidP="0054620A">
      <w:pPr>
        <w:ind w:leftChars="67" w:left="141"/>
      </w:pPr>
    </w:p>
    <w:p w14:paraId="7824BD5B" w14:textId="77777777" w:rsidR="00FD4387" w:rsidRDefault="00FD4387" w:rsidP="0054620A">
      <w:pPr>
        <w:ind w:leftChars="67" w:left="141"/>
      </w:pPr>
    </w:p>
    <w:p w14:paraId="348156E7" w14:textId="77777777" w:rsidR="00BF4C5D" w:rsidRDefault="00500D00" w:rsidP="00BF4C5D">
      <w:pPr>
        <w:ind w:leftChars="67" w:left="141"/>
      </w:pPr>
      <w:r w:rsidRPr="00500D00">
        <w:rPr>
          <w:position w:val="-28"/>
        </w:rPr>
        <w:object w:dxaOrig="1140" w:dyaOrig="680" w14:anchorId="3BA65AE9">
          <v:shape id="_x0000_i1193" type="#_x0000_t75" style="width:57pt;height:33.6pt" o:ole="">
            <v:imagedata r:id="rId344" o:title=""/>
          </v:shape>
          <o:OLEObject Type="Embed" ProgID="Equation.DSMT4" ShapeID="_x0000_i1193" DrawAspect="Content" ObjectID="_1714378939" r:id="rId345"/>
        </w:object>
      </w:r>
      <w:r w:rsidR="00BF4C5D">
        <w:rPr>
          <w:rFonts w:hint="eastAsia"/>
        </w:rPr>
        <w:tab/>
      </w:r>
      <w:r w:rsidR="0085713F">
        <w:rPr>
          <w:rFonts w:hint="eastAsia"/>
        </w:rPr>
        <w:tab/>
      </w:r>
      <w:r w:rsidR="007A2A7D" w:rsidRPr="00500D00">
        <w:rPr>
          <w:position w:val="-30"/>
        </w:rPr>
        <w:object w:dxaOrig="2380" w:dyaOrig="720" w14:anchorId="77FA7F2C">
          <v:shape id="_x0000_i1194" type="#_x0000_t75" style="width:119.4pt;height:36pt" o:ole="">
            <v:imagedata r:id="rId346" o:title=""/>
          </v:shape>
          <o:OLEObject Type="Embed" ProgID="Equation.DSMT4" ShapeID="_x0000_i1194" DrawAspect="Content" ObjectID="_1714378940" r:id="rId347"/>
        </w:object>
      </w:r>
    </w:p>
    <w:p w14:paraId="60EFA5B8" w14:textId="77777777" w:rsidR="0085713F" w:rsidRDefault="0085713F" w:rsidP="005C7B36">
      <w:pPr>
        <w:tabs>
          <w:tab w:val="left" w:pos="2552"/>
        </w:tabs>
        <w:ind w:leftChars="67" w:left="141"/>
      </w:pPr>
    </w:p>
    <w:p w14:paraId="64B580D2" w14:textId="77777777" w:rsidR="00FD4387" w:rsidRDefault="00FD4387" w:rsidP="00FD4387">
      <w:pPr>
        <w:tabs>
          <w:tab w:val="left" w:pos="2552"/>
        </w:tabs>
      </w:pPr>
      <w:r>
        <w:rPr>
          <w:rFonts w:hint="eastAsia"/>
        </w:rPr>
        <w:t xml:space="preserve">　解　［解１組　</w:t>
      </w:r>
      <w:r w:rsidRPr="00500D00">
        <w:rPr>
          <w:position w:val="-10"/>
        </w:rPr>
        <w:object w:dxaOrig="1219" w:dyaOrig="260" w14:anchorId="5FEDB5B7">
          <v:shape id="_x0000_i1195" type="#_x0000_t75" style="width:60.6pt;height:12.6pt" o:ole="">
            <v:imagedata r:id="rId337" o:title=""/>
          </v:shape>
          <o:OLEObject Type="Embed" ProgID="Equation.DSMT4" ShapeID="_x0000_i1195" DrawAspect="Content" ObjectID="_1714378941" r:id="rId348"/>
        </w:object>
      </w:r>
      <w:r>
        <w:rPr>
          <w:rFonts w:hint="eastAsia"/>
        </w:rPr>
        <w:t xml:space="preserve">　　　・解なし・無数にある］</w:t>
      </w:r>
    </w:p>
    <w:p w14:paraId="221BF798" w14:textId="77777777" w:rsidR="00FD4387" w:rsidRDefault="001A5408" w:rsidP="00FD4387">
      <w:pPr>
        <w:tabs>
          <w:tab w:val="left" w:pos="2552"/>
        </w:tabs>
        <w:ind w:firstLineChars="400" w:firstLine="840"/>
      </w:pPr>
      <w:r>
        <w:rPr>
          <w:rFonts w:hint="eastAsia"/>
        </w:rPr>
        <w:t>ただ</w:t>
      </w:r>
      <w:r w:rsidR="00850C88">
        <w:rPr>
          <w:rFonts w:hint="eastAsia"/>
        </w:rPr>
        <w:t>１つ</w:t>
      </w:r>
      <w:r w:rsidR="00D91FCC">
        <w:rPr>
          <w:rFonts w:hint="eastAsia"/>
        </w:rPr>
        <w:t>の解を［持つ・持たない</w:t>
      </w:r>
      <w:r w:rsidR="00FD4387">
        <w:rPr>
          <w:rFonts w:hint="eastAsia"/>
        </w:rPr>
        <w:t>］</w:t>
      </w:r>
    </w:p>
    <w:p w14:paraId="25F64D00" w14:textId="77777777" w:rsidR="007A2120" w:rsidRDefault="007A2120" w:rsidP="00FD4387">
      <w:pPr>
        <w:tabs>
          <w:tab w:val="left" w:pos="2552"/>
        </w:tabs>
        <w:ind w:firstLineChars="400" w:firstLine="840"/>
      </w:pPr>
      <w:r>
        <w:br w:type="page"/>
      </w:r>
    </w:p>
    <w:p w14:paraId="74F4B71D" w14:textId="77777777" w:rsidR="00EB6E5F" w:rsidRDefault="00EB6E5F" w:rsidP="0054620A">
      <w:pPr>
        <w:ind w:leftChars="67" w:left="141"/>
      </w:pPr>
      <w:r>
        <w:rPr>
          <w:rFonts w:hint="eastAsia"/>
        </w:rPr>
        <w:lastRenderedPageBreak/>
        <w:t>何が</w:t>
      </w:r>
      <w:r w:rsidR="008D36AD">
        <w:rPr>
          <w:rFonts w:hint="eastAsia"/>
        </w:rPr>
        <w:t>、</w:t>
      </w:r>
      <w:r w:rsidR="001A5408">
        <w:rPr>
          <w:rFonts w:hint="eastAsia"/>
        </w:rPr>
        <w:t>ただ１つ</w:t>
      </w:r>
      <w:r w:rsidR="00D91FCC">
        <w:rPr>
          <w:rFonts w:hint="eastAsia"/>
        </w:rPr>
        <w:t>の解を持つか持たないかを</w:t>
      </w:r>
      <w:r>
        <w:rPr>
          <w:rFonts w:hint="eastAsia"/>
        </w:rPr>
        <w:t>決めているのか。</w:t>
      </w:r>
    </w:p>
    <w:p w14:paraId="6B21C3A0" w14:textId="77777777" w:rsidR="0054620A" w:rsidRDefault="007A2A7D" w:rsidP="0054620A">
      <w:pPr>
        <w:ind w:leftChars="67" w:left="141"/>
      </w:pPr>
      <w:r>
        <w:rPr>
          <w:rFonts w:hint="eastAsia"/>
        </w:rPr>
        <w:t>係数の行列について、</w:t>
      </w:r>
      <w:r w:rsidR="00500D00" w:rsidRPr="00500D00">
        <w:rPr>
          <w:position w:val="-12"/>
        </w:rPr>
        <w:object w:dxaOrig="1320" w:dyaOrig="360" w14:anchorId="3D611BB3">
          <v:shape id="_x0000_i1196" type="#_x0000_t75" style="width:66pt;height:18.6pt" o:ole="">
            <v:imagedata r:id="rId349" o:title=""/>
          </v:shape>
          <o:OLEObject Type="Embed" ProgID="Equation.DSMT4" ShapeID="_x0000_i1196" DrawAspect="Content" ObjectID="_1714378942" r:id="rId350"/>
        </w:object>
      </w:r>
      <w:r w:rsidR="005C7B36">
        <w:rPr>
          <w:rFonts w:hint="eastAsia"/>
        </w:rPr>
        <w:t xml:space="preserve"> </w:t>
      </w:r>
      <w:r w:rsidR="005C7B36">
        <w:rPr>
          <w:rFonts w:hint="eastAsia"/>
        </w:rPr>
        <w:t>を計算してみる。</w:t>
      </w:r>
    </w:p>
    <w:p w14:paraId="095AC724" w14:textId="77777777" w:rsidR="005C7B36" w:rsidRPr="00D91FCC" w:rsidRDefault="005C7B36" w:rsidP="0054620A">
      <w:pPr>
        <w:ind w:leftChars="67" w:left="141"/>
      </w:pPr>
    </w:p>
    <w:p w14:paraId="7A9666D9" w14:textId="77777777" w:rsidR="007A2120" w:rsidRDefault="00EB6E5F" w:rsidP="005C7B36">
      <w:pPr>
        <w:ind w:leftChars="67" w:left="141"/>
      </w:pPr>
      <w:r w:rsidRPr="00EB6E5F">
        <w:rPr>
          <w:position w:val="-30"/>
        </w:rPr>
        <w:object w:dxaOrig="1300" w:dyaOrig="720" w14:anchorId="51708349">
          <v:shape id="_x0000_i1197" type="#_x0000_t75" style="width:64.8pt;height:35.4pt" o:ole="">
            <v:imagedata r:id="rId351" o:title=""/>
          </v:shape>
          <o:OLEObject Type="Embed" ProgID="Equation.DSMT4" ShapeID="_x0000_i1197" DrawAspect="Content" ObjectID="_1714378943" r:id="rId352"/>
        </w:object>
      </w:r>
      <w:r w:rsidR="005C7B36" w:rsidRPr="005C7B36">
        <w:rPr>
          <w:rFonts w:hint="eastAsia"/>
        </w:rPr>
        <w:t xml:space="preserve"> </w:t>
      </w:r>
      <w:r w:rsidR="005C7B36">
        <w:rPr>
          <w:rFonts w:hint="eastAsia"/>
        </w:rPr>
        <w:t xml:space="preserve">の場合　</w:t>
      </w:r>
      <w:r w:rsidR="00500D00" w:rsidRPr="00500D00">
        <w:rPr>
          <w:position w:val="-12"/>
        </w:rPr>
        <w:object w:dxaOrig="1540" w:dyaOrig="360" w14:anchorId="64695884">
          <v:shape id="_x0000_i1198" type="#_x0000_t75" style="width:76.2pt;height:18.6pt" o:ole="">
            <v:imagedata r:id="rId353" o:title=""/>
          </v:shape>
          <o:OLEObject Type="Embed" ProgID="Equation.DSMT4" ShapeID="_x0000_i1198" DrawAspect="Content" ObjectID="_1714378944" r:id="rId354"/>
        </w:object>
      </w:r>
    </w:p>
    <w:p w14:paraId="76F48A90" w14:textId="77777777" w:rsidR="00E702C5" w:rsidRDefault="00D91FCC" w:rsidP="008D36AD">
      <w:pPr>
        <w:ind w:left="4255" w:firstLine="851"/>
      </w:pPr>
      <w:r>
        <w:rPr>
          <w:rFonts w:hint="eastAsia"/>
        </w:rPr>
        <w:t>ただ１つの</w:t>
      </w:r>
      <w:r w:rsidR="008D36AD">
        <w:rPr>
          <w:rFonts w:hint="eastAsia"/>
        </w:rPr>
        <w:t>解</w:t>
      </w:r>
      <w:r>
        <w:rPr>
          <w:rFonts w:hint="eastAsia"/>
        </w:rPr>
        <w:t>を持つ</w:t>
      </w:r>
    </w:p>
    <w:p w14:paraId="1E74C0B5" w14:textId="77777777" w:rsidR="007A2120" w:rsidRDefault="00EB6E5F" w:rsidP="005C7B36">
      <w:pPr>
        <w:ind w:leftChars="67" w:left="141"/>
      </w:pPr>
      <w:r w:rsidRPr="00EB6E5F">
        <w:rPr>
          <w:position w:val="-30"/>
        </w:rPr>
        <w:object w:dxaOrig="1260" w:dyaOrig="720" w14:anchorId="3875A75B">
          <v:shape id="_x0000_i1199" type="#_x0000_t75" style="width:63.6pt;height:35.4pt" o:ole="">
            <v:imagedata r:id="rId355" o:title=""/>
          </v:shape>
          <o:OLEObject Type="Embed" ProgID="Equation.DSMT4" ShapeID="_x0000_i1199" DrawAspect="Content" ObjectID="_1714378945" r:id="rId356"/>
        </w:object>
      </w:r>
      <w:r w:rsidR="005C7B36" w:rsidRPr="005C7B36">
        <w:rPr>
          <w:rFonts w:hint="eastAsia"/>
        </w:rPr>
        <w:t xml:space="preserve"> </w:t>
      </w:r>
      <w:r w:rsidR="005C7B36">
        <w:rPr>
          <w:rFonts w:hint="eastAsia"/>
        </w:rPr>
        <w:t xml:space="preserve">の場合　</w:t>
      </w:r>
      <w:r w:rsidR="00500D00" w:rsidRPr="00500D00">
        <w:rPr>
          <w:position w:val="-12"/>
        </w:rPr>
        <w:object w:dxaOrig="1540" w:dyaOrig="360" w14:anchorId="14A21B03">
          <v:shape id="_x0000_i1200" type="#_x0000_t75" style="width:76.2pt;height:18.6pt" o:ole="">
            <v:imagedata r:id="rId357" o:title=""/>
          </v:shape>
          <o:OLEObject Type="Embed" ProgID="Equation.DSMT4" ShapeID="_x0000_i1200" DrawAspect="Content" ObjectID="_1714378946" r:id="rId358"/>
        </w:object>
      </w:r>
    </w:p>
    <w:p w14:paraId="0011A61E" w14:textId="77777777" w:rsidR="005C7B36" w:rsidRDefault="00D91FCC" w:rsidP="008D36AD">
      <w:pPr>
        <w:ind w:left="4255" w:firstLine="851"/>
      </w:pPr>
      <w:r>
        <w:rPr>
          <w:rFonts w:hint="eastAsia"/>
        </w:rPr>
        <w:t>ただ１つの解を持たない</w:t>
      </w:r>
    </w:p>
    <w:p w14:paraId="401E6F84" w14:textId="77777777" w:rsidR="005C7B36" w:rsidRPr="007A2120" w:rsidRDefault="005C7B36" w:rsidP="005C7B36">
      <w:pPr>
        <w:ind w:leftChars="67" w:left="141"/>
      </w:pPr>
    </w:p>
    <w:p w14:paraId="6AA8F1A5" w14:textId="77777777" w:rsidR="005C7B36" w:rsidRDefault="007A2120" w:rsidP="005C7B36">
      <w:pPr>
        <w:ind w:leftChars="67" w:left="141"/>
      </w:pPr>
      <w:r w:rsidRPr="00500D00">
        <w:rPr>
          <w:position w:val="-12"/>
        </w:rPr>
        <w:object w:dxaOrig="1320" w:dyaOrig="360" w14:anchorId="29F30A79">
          <v:shape id="_x0000_i1201" type="#_x0000_t75" style="width:66pt;height:18.6pt" o:ole="">
            <v:imagedata r:id="rId359" o:title=""/>
          </v:shape>
          <o:OLEObject Type="Embed" ProgID="Equation.DSMT4" ShapeID="_x0000_i1201" DrawAspect="Content" ObjectID="_1714378947" r:id="rId360"/>
        </w:object>
      </w:r>
      <w:r>
        <w:rPr>
          <w:rFonts w:hint="eastAsia"/>
        </w:rPr>
        <w:t>が</w:t>
      </w:r>
      <w:r w:rsidR="005C7B36">
        <w:rPr>
          <w:rFonts w:hint="eastAsia"/>
        </w:rPr>
        <w:t>0</w:t>
      </w:r>
      <w:r w:rsidR="00D91FCC">
        <w:rPr>
          <w:rFonts w:hint="eastAsia"/>
        </w:rPr>
        <w:t>である</w:t>
      </w:r>
      <w:r w:rsidR="00850C88">
        <w:rPr>
          <w:rFonts w:hint="eastAsia"/>
        </w:rPr>
        <w:t>かどうかが、</w:t>
      </w:r>
      <w:r w:rsidR="00D91FCC">
        <w:rPr>
          <w:rFonts w:hint="eastAsia"/>
        </w:rPr>
        <w:t>ただ１つの</w:t>
      </w:r>
      <w:r w:rsidR="00850C88">
        <w:rPr>
          <w:rFonts w:hint="eastAsia"/>
        </w:rPr>
        <w:t>解</w:t>
      </w:r>
      <w:r w:rsidR="00D91FCC">
        <w:rPr>
          <w:rFonts w:hint="eastAsia"/>
        </w:rPr>
        <w:t>を持つかどうかを</w:t>
      </w:r>
      <w:r w:rsidR="005C7B36">
        <w:rPr>
          <w:rFonts w:hint="eastAsia"/>
        </w:rPr>
        <w:t>決める。</w:t>
      </w:r>
    </w:p>
    <w:p w14:paraId="6E4B347C" w14:textId="77777777" w:rsidR="005C7B36" w:rsidRPr="00591FD4" w:rsidRDefault="005C7B36" w:rsidP="005C7B36">
      <w:pPr>
        <w:ind w:leftChars="67" w:left="141"/>
      </w:pPr>
      <w:r>
        <w:rPr>
          <w:rFonts w:hint="eastAsia"/>
        </w:rPr>
        <w:t>このような量</w:t>
      </w:r>
      <w:r w:rsidR="007A2120" w:rsidRPr="00500D00">
        <w:rPr>
          <w:position w:val="-12"/>
        </w:rPr>
        <w:object w:dxaOrig="1320" w:dyaOrig="360" w14:anchorId="6BE58943">
          <v:shape id="_x0000_i1202" type="#_x0000_t75" style="width:66pt;height:18.6pt" o:ole="">
            <v:imagedata r:id="rId359" o:title=""/>
          </v:shape>
          <o:OLEObject Type="Embed" ProgID="Equation.DSMT4" ShapeID="_x0000_i1202" DrawAspect="Content" ObjectID="_1714378948" r:id="rId361"/>
        </w:object>
      </w:r>
      <w:r>
        <w:rPr>
          <w:rFonts w:hint="eastAsia"/>
        </w:rPr>
        <w:t>を</w:t>
      </w:r>
      <w:r w:rsidRPr="005C7B36">
        <w:rPr>
          <w:rFonts w:hint="eastAsia"/>
        </w:rPr>
        <w:t>行列式</w:t>
      </w:r>
      <w:r>
        <w:rPr>
          <w:rFonts w:hint="eastAsia"/>
        </w:rPr>
        <w:t>と</w:t>
      </w:r>
      <w:r w:rsidR="00591FD4">
        <w:rPr>
          <w:rFonts w:hint="eastAsia"/>
        </w:rPr>
        <w:t>言い、</w:t>
      </w:r>
      <w:r w:rsidR="00500D00" w:rsidRPr="00500D00">
        <w:rPr>
          <w:position w:val="-14"/>
        </w:rPr>
        <w:object w:dxaOrig="1120" w:dyaOrig="400" w14:anchorId="5FCFD037">
          <v:shape id="_x0000_i1203" type="#_x0000_t75" style="width:56.4pt;height:20.4pt" o:ole="">
            <v:imagedata r:id="rId362" o:title=""/>
          </v:shape>
          <o:OLEObject Type="Embed" ProgID="Equation.DSMT4" ShapeID="_x0000_i1203" DrawAspect="Content" ObjectID="_1714378949" r:id="rId363"/>
        </w:object>
      </w:r>
      <w:r w:rsidR="00591FD4">
        <w:rPr>
          <w:rFonts w:hint="eastAsia"/>
        </w:rPr>
        <w:t xml:space="preserve"> </w:t>
      </w:r>
      <w:r w:rsidR="00591FD4">
        <w:rPr>
          <w:rFonts w:hint="eastAsia"/>
        </w:rPr>
        <w:t>等と書く。</w:t>
      </w:r>
    </w:p>
    <w:p w14:paraId="56296850" w14:textId="77777777" w:rsidR="00D91FCC" w:rsidRDefault="00D91FCC" w:rsidP="00D91FCC">
      <w:pPr>
        <w:ind w:leftChars="67" w:left="141"/>
      </w:pPr>
    </w:p>
    <w:p w14:paraId="0D93BB3A" w14:textId="77777777" w:rsidR="007741B2" w:rsidRDefault="007741B2" w:rsidP="00D91FCC">
      <w:pPr>
        <w:ind w:leftChars="67" w:left="141"/>
      </w:pPr>
      <w:r w:rsidRPr="007741B2">
        <w:rPr>
          <w:position w:val="-50"/>
        </w:rPr>
        <w:object w:dxaOrig="2780" w:dyaOrig="1120" w14:anchorId="4273B801">
          <v:shape id="_x0000_i1204" type="#_x0000_t75" style="width:140.4pt;height:56.4pt" o:ole="">
            <v:imagedata r:id="rId364" o:title=""/>
          </v:shape>
          <o:OLEObject Type="Embed" ProgID="Equation.DSMT4" ShapeID="_x0000_i1204" DrawAspect="Content" ObjectID="_1714378950" r:id="rId365"/>
        </w:object>
      </w:r>
      <w:r>
        <w:rPr>
          <w:rFonts w:hint="eastAsia"/>
        </w:rPr>
        <w:t>の係数行列を持つ連立方程式がただ</w:t>
      </w:r>
      <w:r w:rsidR="00D91FCC">
        <w:rPr>
          <w:rFonts w:hint="eastAsia"/>
        </w:rPr>
        <w:t>１</w:t>
      </w:r>
      <w:r>
        <w:rPr>
          <w:rFonts w:hint="eastAsia"/>
        </w:rPr>
        <w:t>つの解を持つかどうか判定してみよう。（行列計算</w:t>
      </w:r>
      <w:r>
        <w:rPr>
          <w:rFonts w:hint="eastAsia"/>
        </w:rPr>
        <w:t>4(100</w:t>
      </w:r>
      <w:r>
        <w:rPr>
          <w:rFonts w:hint="eastAsia"/>
        </w:rPr>
        <w:t>×</w:t>
      </w:r>
      <w:r w:rsidR="00D91FCC">
        <w:rPr>
          <w:rFonts w:hint="eastAsia"/>
        </w:rPr>
        <w:t>100).txt</w:t>
      </w:r>
      <w:r w:rsidR="00D91FCC">
        <w:rPr>
          <w:rFonts w:hint="eastAsia"/>
        </w:rPr>
        <w:t>）</w:t>
      </w:r>
      <w:r>
        <w:t xml:space="preserve"> </w:t>
      </w:r>
    </w:p>
    <w:p w14:paraId="778264B4" w14:textId="77777777" w:rsidR="007A2120" w:rsidRDefault="007A2120"/>
    <w:p w14:paraId="605E35EA" w14:textId="77777777" w:rsidR="007A2120" w:rsidRPr="007A2120" w:rsidRDefault="007A2120">
      <w:pPr>
        <w:rPr>
          <w:rFonts w:asciiTheme="majorEastAsia" w:eastAsiaTheme="majorEastAsia" w:hAnsiTheme="majorEastAsia"/>
        </w:rPr>
      </w:pPr>
      <w:r w:rsidRPr="007A2120">
        <w:rPr>
          <w:rFonts w:asciiTheme="majorEastAsia" w:eastAsiaTheme="majorEastAsia" w:hAnsiTheme="majorEastAsia" w:hint="eastAsia"/>
        </w:rPr>
        <w:t>演習</w:t>
      </w:r>
    </w:p>
    <w:p w14:paraId="19473AD6" w14:textId="77777777" w:rsidR="007A2120" w:rsidRDefault="007A2120">
      <w:r>
        <w:rPr>
          <w:rFonts w:hint="eastAsia"/>
        </w:rPr>
        <w:t>１）以下の連立方程式を行列表示せよ。</w:t>
      </w:r>
    </w:p>
    <w:p w14:paraId="5CA8DBA3" w14:textId="77777777" w:rsidR="007A2120" w:rsidRDefault="007A2120"/>
    <w:p w14:paraId="54FEE962" w14:textId="77777777" w:rsidR="007A2120" w:rsidRDefault="007A2A7D" w:rsidP="007A2A7D">
      <w:pPr>
        <w:ind w:firstLineChars="100" w:firstLine="210"/>
      </w:pPr>
      <w:r w:rsidRPr="007A2120">
        <w:rPr>
          <w:position w:val="-28"/>
        </w:rPr>
        <w:object w:dxaOrig="1140" w:dyaOrig="680" w14:anchorId="6C66D906">
          <v:shape id="_x0000_i1205" type="#_x0000_t75" style="width:57pt;height:33.6pt" o:ole="">
            <v:imagedata r:id="rId366" o:title=""/>
          </v:shape>
          <o:OLEObject Type="Embed" ProgID="Equation.DSMT4" ShapeID="_x0000_i1205" DrawAspect="Content" ObjectID="_1714378951" r:id="rId367"/>
        </w:object>
      </w:r>
      <w:r w:rsidR="007A2120">
        <w:t xml:space="preserve"> </w:t>
      </w:r>
      <w:r w:rsidR="007A2120">
        <w:rPr>
          <w:rFonts w:hint="eastAsia"/>
        </w:rPr>
        <w:tab/>
      </w:r>
      <w:r w:rsidR="007A2120">
        <w:rPr>
          <w:rFonts w:hint="eastAsia"/>
        </w:rPr>
        <w:tab/>
      </w:r>
      <w:r w:rsidRPr="00500D00">
        <w:rPr>
          <w:position w:val="-30"/>
        </w:rPr>
        <w:object w:dxaOrig="2380" w:dyaOrig="720" w14:anchorId="40A0B324">
          <v:shape id="_x0000_i1206" type="#_x0000_t75" style="width:119.4pt;height:36pt" o:ole="">
            <v:imagedata r:id="rId368" o:title=""/>
          </v:shape>
          <o:OLEObject Type="Embed" ProgID="Equation.DSMT4" ShapeID="_x0000_i1206" DrawAspect="Content" ObjectID="_1714378952" r:id="rId369"/>
        </w:object>
      </w:r>
    </w:p>
    <w:p w14:paraId="524C4764" w14:textId="77777777" w:rsidR="007A2120" w:rsidRDefault="007A2120"/>
    <w:p w14:paraId="535BABA8" w14:textId="77777777" w:rsidR="007A2120" w:rsidRDefault="007A2A7D">
      <w:r>
        <w:rPr>
          <w:rFonts w:hint="eastAsia"/>
        </w:rPr>
        <w:t>２）この係数行列から、行列式の値を求めよ。</w:t>
      </w:r>
    </w:p>
    <w:p w14:paraId="7ED52E2F" w14:textId="77777777" w:rsidR="007A2A7D" w:rsidRDefault="007A2A7D"/>
    <w:p w14:paraId="5359BF54" w14:textId="77777777" w:rsidR="007A2A7D" w:rsidRDefault="007A2A7D" w:rsidP="007A2A7D">
      <w:pPr>
        <w:ind w:firstLineChars="100" w:firstLine="210"/>
      </w:pPr>
      <w:r w:rsidRPr="00500D00">
        <w:rPr>
          <w:position w:val="-12"/>
        </w:rPr>
        <w:object w:dxaOrig="1540" w:dyaOrig="360" w14:anchorId="70053E92">
          <v:shape id="_x0000_i1207" type="#_x0000_t75" style="width:76.2pt;height:18.6pt" o:ole="">
            <v:imagedata r:id="rId353" o:title=""/>
          </v:shape>
          <o:OLEObject Type="Embed" ProgID="Equation.DSMT4" ShapeID="_x0000_i1207" DrawAspect="Content" ObjectID="_1714378953" r:id="rId370"/>
        </w:object>
      </w:r>
    </w:p>
    <w:p w14:paraId="350DD5E7" w14:textId="77777777" w:rsidR="007A2120" w:rsidRDefault="007A2120"/>
    <w:p w14:paraId="6ED3D755" w14:textId="77777777" w:rsidR="008D36AD" w:rsidRDefault="00850C88">
      <w:r>
        <w:rPr>
          <w:rFonts w:hint="eastAsia"/>
        </w:rPr>
        <w:t>３）この値から</w:t>
      </w:r>
      <w:r w:rsidR="00CC18C4">
        <w:rPr>
          <w:rFonts w:hint="eastAsia"/>
        </w:rPr>
        <w:t>上の連立方程式がただ１つの</w:t>
      </w:r>
      <w:r>
        <w:rPr>
          <w:rFonts w:hint="eastAsia"/>
        </w:rPr>
        <w:t>解</w:t>
      </w:r>
      <w:r w:rsidR="00CC18C4">
        <w:rPr>
          <w:rFonts w:hint="eastAsia"/>
        </w:rPr>
        <w:t>を持つか</w:t>
      </w:r>
      <w:r w:rsidR="008D36AD">
        <w:rPr>
          <w:rFonts w:hint="eastAsia"/>
        </w:rPr>
        <w:t>どうか考えよ。</w:t>
      </w:r>
    </w:p>
    <w:p w14:paraId="4FF8BE9B" w14:textId="77777777" w:rsidR="008D36AD" w:rsidRPr="00CC18C4" w:rsidRDefault="008D36AD"/>
    <w:p w14:paraId="14B51B59" w14:textId="77777777" w:rsidR="008D36AD" w:rsidRDefault="00850C88" w:rsidP="00D91FCC">
      <w:r>
        <w:rPr>
          <w:rFonts w:hint="eastAsia"/>
        </w:rPr>
        <w:t xml:space="preserve">　</w:t>
      </w:r>
      <w:r w:rsidR="00D91FCC">
        <w:rPr>
          <w:rFonts w:hint="eastAsia"/>
        </w:rPr>
        <w:t xml:space="preserve">　</w:t>
      </w:r>
      <w:r w:rsidR="00CC18C4">
        <w:rPr>
          <w:rFonts w:hint="eastAsia"/>
        </w:rPr>
        <w:t>ただ１つの解を［持つ・持たない</w:t>
      </w:r>
      <w:r w:rsidR="008D36AD">
        <w:rPr>
          <w:rFonts w:hint="eastAsia"/>
        </w:rPr>
        <w:t>］</w:t>
      </w:r>
    </w:p>
    <w:p w14:paraId="02E6F369" w14:textId="77777777" w:rsidR="00500D00" w:rsidRDefault="00500D00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2"/>
          <w:szCs w:val="22"/>
        </w:rPr>
      </w:pPr>
      <w:r>
        <w:br w:type="page"/>
      </w:r>
    </w:p>
    <w:p w14:paraId="7114C0F5" w14:textId="77777777" w:rsidR="009E5AC2" w:rsidRDefault="00EF30A7">
      <w:pPr>
        <w:pStyle w:val="2"/>
      </w:pPr>
      <w:r>
        <w:lastRenderedPageBreak/>
        <w:t>2.</w:t>
      </w:r>
      <w:r>
        <w:rPr>
          <w:rFonts w:hint="eastAsia"/>
        </w:rPr>
        <w:t>5</w:t>
      </w:r>
      <w:r w:rsidR="00D20FE2">
        <w:t xml:space="preserve"> </w:t>
      </w:r>
      <w:r>
        <w:rPr>
          <w:rFonts w:hint="eastAsia"/>
        </w:rPr>
        <w:t>行列式</w:t>
      </w:r>
      <w:r w:rsidR="00C86325">
        <w:rPr>
          <w:rFonts w:hint="eastAsia"/>
        </w:rPr>
        <w:t>【第９回】</w:t>
      </w:r>
    </w:p>
    <w:p w14:paraId="443B7197" w14:textId="77777777" w:rsidR="009E5AC2" w:rsidRPr="003C3CFB" w:rsidRDefault="00EF30A7">
      <w:pPr>
        <w:rPr>
          <w:rFonts w:ascii="ＭＳ ゴシック" w:eastAsia="ＭＳ ゴシック" w:hAnsi="ＭＳ ゴシック"/>
        </w:rPr>
      </w:pPr>
      <w:r w:rsidRPr="003C3CFB">
        <w:rPr>
          <w:rFonts w:ascii="ＭＳ ゴシック" w:eastAsia="ＭＳ ゴシック" w:hAnsi="ＭＳ ゴシック" w:hint="eastAsia"/>
        </w:rPr>
        <w:t>例</w:t>
      </w:r>
      <w:r w:rsidR="00EC799D">
        <w:rPr>
          <w:rFonts w:ascii="ＭＳ ゴシック" w:eastAsia="ＭＳ ゴシック" w:hAnsi="ＭＳ ゴシック" w:hint="eastAsia"/>
        </w:rPr>
        <w:t>（2行2列の場合）</w:t>
      </w:r>
      <w:r w:rsidR="00317D9C">
        <w:rPr>
          <w:rFonts w:ascii="ＭＳ ゴシック" w:eastAsia="ＭＳ ゴシック" w:hAnsi="ＭＳ ゴシック" w:hint="eastAsia"/>
        </w:rPr>
        <w:t>復習</w:t>
      </w:r>
    </w:p>
    <w:p w14:paraId="37817EB4" w14:textId="77777777" w:rsidR="00591FD4" w:rsidRDefault="002A1452" w:rsidP="00591FD4">
      <w:pPr>
        <w:ind w:leftChars="67" w:left="141"/>
      </w:pPr>
      <w:r w:rsidRPr="002A1452">
        <w:rPr>
          <w:position w:val="-30"/>
        </w:rPr>
        <w:object w:dxaOrig="1240" w:dyaOrig="720" w14:anchorId="143E66B8">
          <v:shape id="_x0000_i1208" type="#_x0000_t75" style="width:61.2pt;height:36pt" o:ole="">
            <v:imagedata r:id="rId371" o:title=""/>
          </v:shape>
          <o:OLEObject Type="Embed" ProgID="Equation.DSMT4" ShapeID="_x0000_i1208" DrawAspect="Content" ObjectID="_1714378954" r:id="rId372"/>
        </w:object>
      </w:r>
      <w:r w:rsidR="00591FD4">
        <w:rPr>
          <w:rFonts w:hint="eastAsia"/>
        </w:rPr>
        <w:t xml:space="preserve">　のとき　</w:t>
      </w:r>
      <w:r w:rsidRPr="002A1452">
        <w:rPr>
          <w:position w:val="-30"/>
        </w:rPr>
        <w:object w:dxaOrig="1340" w:dyaOrig="720" w14:anchorId="38F7681A">
          <v:shape id="_x0000_i1209" type="#_x0000_t75" style="width:67.8pt;height:36pt" o:ole="">
            <v:imagedata r:id="rId373" o:title=""/>
          </v:shape>
          <o:OLEObject Type="Embed" ProgID="Equation.DSMT4" ShapeID="_x0000_i1209" DrawAspect="Content" ObjectID="_1714378955" r:id="rId374"/>
        </w:object>
      </w:r>
    </w:p>
    <w:p w14:paraId="7DE698DA" w14:textId="77777777" w:rsidR="009E5AC2" w:rsidRPr="00EC799D" w:rsidRDefault="00591FD4">
      <w:pPr>
        <w:rPr>
          <w:rFonts w:ascii="ＭＳ ゴシック" w:eastAsia="ＭＳ ゴシック" w:hAnsi="ＭＳ ゴシック"/>
        </w:rPr>
      </w:pPr>
      <w:r w:rsidRPr="00EC799D">
        <w:rPr>
          <w:rFonts w:ascii="ＭＳ ゴシック" w:eastAsia="ＭＳ ゴシック" w:hAnsi="ＭＳ ゴシック" w:hint="eastAsia"/>
        </w:rPr>
        <w:t>例</w:t>
      </w:r>
      <w:r w:rsidR="00EC799D">
        <w:rPr>
          <w:rFonts w:ascii="ＭＳ ゴシック" w:eastAsia="ＭＳ ゴシック" w:hAnsi="ＭＳ ゴシック" w:hint="eastAsia"/>
        </w:rPr>
        <w:t>（3行3列の場合）</w:t>
      </w:r>
    </w:p>
    <w:p w14:paraId="1282DEC1" w14:textId="77777777" w:rsidR="00C86325" w:rsidRDefault="002A1452" w:rsidP="00A47A09">
      <w:pPr>
        <w:ind w:leftChars="67" w:left="141"/>
      </w:pPr>
      <w:r w:rsidRPr="002A1452">
        <w:rPr>
          <w:position w:val="-50"/>
        </w:rPr>
        <w:object w:dxaOrig="1620" w:dyaOrig="1120" w14:anchorId="06617D53">
          <v:shape id="_x0000_i1210" type="#_x0000_t75" style="width:81pt;height:56.4pt" o:ole="">
            <v:imagedata r:id="rId375" o:title=""/>
          </v:shape>
          <o:OLEObject Type="Embed" ProgID="Equation.DSMT4" ShapeID="_x0000_i1210" DrawAspect="Content" ObjectID="_1714378956" r:id="rId376"/>
        </w:object>
      </w:r>
      <w:r w:rsidR="00BC7509">
        <w:rPr>
          <w:rFonts w:hint="eastAsia"/>
        </w:rPr>
        <w:t xml:space="preserve">　のとき</w:t>
      </w:r>
      <w:r w:rsidR="00C86325">
        <w:rPr>
          <w:rFonts w:hint="eastAsia"/>
        </w:rPr>
        <w:t xml:space="preserve">　</w:t>
      </w:r>
      <w:r w:rsidR="00C86325" w:rsidRPr="002A1452">
        <w:rPr>
          <w:position w:val="-14"/>
        </w:rPr>
        <w:object w:dxaOrig="3640" w:dyaOrig="400" w14:anchorId="65117E64">
          <v:shape id="_x0000_i1211" type="#_x0000_t75" style="width:182.4pt;height:20.4pt" o:ole="">
            <v:imagedata r:id="rId377" o:title=""/>
          </v:shape>
          <o:OLEObject Type="Embed" ProgID="Equation.DSMT4" ShapeID="_x0000_i1211" DrawAspect="Content" ObjectID="_1714378957" r:id="rId378"/>
        </w:object>
      </w:r>
    </w:p>
    <w:p w14:paraId="41A859D2" w14:textId="77777777" w:rsidR="00A640AB" w:rsidRPr="008E4555" w:rsidRDefault="00535F44" w:rsidP="00C86325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行列式の</w:t>
      </w:r>
      <w:r w:rsidR="008E4555" w:rsidRPr="008E4555">
        <w:rPr>
          <w:rFonts w:asciiTheme="minorEastAsia" w:eastAsiaTheme="minorEastAsia" w:hAnsiTheme="minorEastAsia" w:hint="eastAsia"/>
        </w:rPr>
        <w:t>成分表示</w:t>
      </w:r>
      <w:r w:rsidR="008E4555">
        <w:rPr>
          <w:rFonts w:asciiTheme="minorEastAsia" w:eastAsiaTheme="minorEastAsia" w:hAnsiTheme="minorEastAsia" w:hint="eastAsia"/>
        </w:rPr>
        <w:t>もあるが、</w:t>
      </w:r>
      <w:r>
        <w:rPr>
          <w:rFonts w:asciiTheme="minorEastAsia" w:eastAsiaTheme="minorEastAsia" w:hAnsiTheme="minorEastAsia" w:hint="eastAsia"/>
        </w:rPr>
        <w:t>複雑なの</w:t>
      </w:r>
      <w:r w:rsidR="008E4555">
        <w:rPr>
          <w:rFonts w:asciiTheme="minorEastAsia" w:eastAsiaTheme="minorEastAsia" w:hAnsiTheme="minorEastAsia" w:hint="eastAsia"/>
        </w:rPr>
        <w:t>で省略</w:t>
      </w:r>
    </w:p>
    <w:p w14:paraId="728AA09B" w14:textId="77777777" w:rsidR="008E4555" w:rsidRPr="00535F44" w:rsidRDefault="008E4555" w:rsidP="00C86325">
      <w:pPr>
        <w:rPr>
          <w:rFonts w:asciiTheme="minorEastAsia" w:eastAsiaTheme="minorEastAsia" w:hAnsiTheme="minorEastAsia"/>
        </w:rPr>
      </w:pPr>
    </w:p>
    <w:p w14:paraId="4B4059E9" w14:textId="77777777" w:rsidR="00C86325" w:rsidRPr="00C86325" w:rsidRDefault="00C86325" w:rsidP="00C86325">
      <w:pPr>
        <w:rPr>
          <w:rFonts w:asciiTheme="majorEastAsia" w:eastAsiaTheme="majorEastAsia" w:hAnsiTheme="majorEastAsia"/>
        </w:rPr>
      </w:pPr>
      <w:r w:rsidRPr="00C86325">
        <w:rPr>
          <w:rFonts w:asciiTheme="majorEastAsia" w:eastAsiaTheme="majorEastAsia" w:hAnsiTheme="majorEastAsia" w:hint="eastAsia"/>
        </w:rPr>
        <w:t>問題</w:t>
      </w:r>
    </w:p>
    <w:p w14:paraId="7EC6265E" w14:textId="77777777" w:rsidR="00317D9C" w:rsidRDefault="002C0B7B" w:rsidP="00A640AB">
      <w:pPr>
        <w:ind w:firstLineChars="100" w:firstLine="210"/>
      </w:pPr>
      <w:r w:rsidRPr="000E79E1">
        <w:rPr>
          <w:position w:val="-50"/>
        </w:rPr>
        <w:object w:dxaOrig="1540" w:dyaOrig="1120" w14:anchorId="6B2AA6BB">
          <v:shape id="_x0000_i1212" type="#_x0000_t75" style="width:76.2pt;height:56.4pt" o:ole="">
            <v:imagedata r:id="rId379" o:title=""/>
          </v:shape>
          <o:OLEObject Type="Embed" ProgID="Equation.DSMT4" ShapeID="_x0000_i1212" DrawAspect="Content" ObjectID="_1714378958" r:id="rId380"/>
        </w:object>
      </w:r>
      <w:r w:rsidR="000E79E1">
        <w:rPr>
          <w:rFonts w:hint="eastAsia"/>
        </w:rPr>
        <w:t>，</w:t>
      </w:r>
      <w:r>
        <w:rPr>
          <w:rFonts w:hint="eastAsia"/>
        </w:rPr>
        <w:t xml:space="preserve">　</w:t>
      </w:r>
      <w:r w:rsidR="00A640AB">
        <w:rPr>
          <w:rFonts w:hint="eastAsia"/>
        </w:rPr>
        <w:t xml:space="preserve">　</w:t>
      </w:r>
      <w:r w:rsidR="000E79E1" w:rsidRPr="000E79E1">
        <w:rPr>
          <w:position w:val="-50"/>
        </w:rPr>
        <w:object w:dxaOrig="1660" w:dyaOrig="1120" w14:anchorId="5E4B3D0E">
          <v:shape id="_x0000_i1213" type="#_x0000_t75" style="width:82.2pt;height:56.4pt" o:ole="">
            <v:imagedata r:id="rId381" o:title=""/>
          </v:shape>
          <o:OLEObject Type="Embed" ProgID="Equation.DSMT4" ShapeID="_x0000_i1213" DrawAspect="Content" ObjectID="_1714378959" r:id="rId382"/>
        </w:object>
      </w:r>
      <w:r w:rsidR="00317D9C">
        <w:rPr>
          <w:rFonts w:hint="eastAsia"/>
        </w:rPr>
        <w:t>，</w:t>
      </w:r>
      <w:r>
        <w:rPr>
          <w:rFonts w:hint="eastAsia"/>
        </w:rPr>
        <w:t xml:space="preserve">　</w:t>
      </w:r>
      <w:r w:rsidR="00A640AB">
        <w:rPr>
          <w:rFonts w:hint="eastAsia"/>
        </w:rPr>
        <w:t xml:space="preserve">　</w:t>
      </w:r>
      <w:r w:rsidRPr="000E79E1">
        <w:rPr>
          <w:position w:val="-50"/>
        </w:rPr>
        <w:object w:dxaOrig="1520" w:dyaOrig="1120" w14:anchorId="07723C4C">
          <v:shape id="_x0000_i1214" type="#_x0000_t75" style="width:76.2pt;height:56.4pt" o:ole="">
            <v:imagedata r:id="rId383" o:title=""/>
          </v:shape>
          <o:OLEObject Type="Embed" ProgID="Equation.DSMT4" ShapeID="_x0000_i1214" DrawAspect="Content" ObjectID="_1714378960" r:id="rId384"/>
        </w:object>
      </w:r>
      <w:r w:rsidR="00317D9C">
        <w:rPr>
          <w:rFonts w:hint="eastAsia"/>
        </w:rPr>
        <w:t>，</w:t>
      </w:r>
    </w:p>
    <w:p w14:paraId="12BAE57A" w14:textId="77777777" w:rsidR="00C86325" w:rsidRDefault="002C0B7B" w:rsidP="00A640AB">
      <w:pPr>
        <w:ind w:firstLineChars="100" w:firstLine="210"/>
      </w:pPr>
      <w:r w:rsidRPr="000E79E1">
        <w:rPr>
          <w:position w:val="-50"/>
        </w:rPr>
        <w:object w:dxaOrig="1520" w:dyaOrig="1120" w14:anchorId="447FECE7">
          <v:shape id="_x0000_i1215" type="#_x0000_t75" style="width:75.6pt;height:56.4pt" o:ole="">
            <v:imagedata r:id="rId385" o:title=""/>
          </v:shape>
          <o:OLEObject Type="Embed" ProgID="Equation.DSMT4" ShapeID="_x0000_i1215" DrawAspect="Content" ObjectID="_1714378961" r:id="rId386"/>
        </w:object>
      </w:r>
      <w:r w:rsidR="00317D9C">
        <w:rPr>
          <w:rFonts w:hint="eastAsia"/>
        </w:rPr>
        <w:t>，</w:t>
      </w:r>
      <w:r>
        <w:rPr>
          <w:rFonts w:hint="eastAsia"/>
        </w:rPr>
        <w:t xml:space="preserve">　</w:t>
      </w:r>
      <w:r w:rsidR="00A640AB">
        <w:rPr>
          <w:rFonts w:hint="eastAsia"/>
        </w:rPr>
        <w:t xml:space="preserve">　</w:t>
      </w:r>
      <w:r w:rsidR="00A32155" w:rsidRPr="000E79E1">
        <w:rPr>
          <w:position w:val="-50"/>
        </w:rPr>
        <w:object w:dxaOrig="1620" w:dyaOrig="1120" w14:anchorId="7AB023B8">
          <v:shape id="_x0000_i1216" type="#_x0000_t75" style="width:80.4pt;height:56.4pt" o:ole="">
            <v:imagedata r:id="rId387" o:title=""/>
          </v:shape>
          <o:OLEObject Type="Embed" ProgID="Equation.DSMT4" ShapeID="_x0000_i1216" DrawAspect="Content" ObjectID="_1714378962" r:id="rId388"/>
        </w:object>
      </w:r>
    </w:p>
    <w:p w14:paraId="27024094" w14:textId="77777777" w:rsidR="00C86325" w:rsidRDefault="000E79E1" w:rsidP="00C86325">
      <w:r>
        <w:rPr>
          <w:rFonts w:hint="eastAsia"/>
        </w:rPr>
        <w:t>として、</w:t>
      </w:r>
      <w:r w:rsidR="00C86325">
        <w:rPr>
          <w:rFonts w:hint="eastAsia"/>
        </w:rPr>
        <w:t>以下の行列式の値を求めよ。</w:t>
      </w:r>
      <w:r>
        <w:rPr>
          <w:rFonts w:hint="eastAsia"/>
        </w:rPr>
        <w:t>（他は後の計算に使う）</w:t>
      </w:r>
    </w:p>
    <w:p w14:paraId="1C743DA4" w14:textId="77777777" w:rsidR="000E79E1" w:rsidRDefault="000E79E1" w:rsidP="002C0B7B">
      <w:pPr>
        <w:snapToGrid w:val="0"/>
        <w:spacing w:line="240" w:lineRule="auto"/>
      </w:pPr>
    </w:p>
    <w:p w14:paraId="326D882F" w14:textId="77777777" w:rsidR="00C86325" w:rsidRPr="000E79E1" w:rsidRDefault="000E79E1" w:rsidP="002C0B7B">
      <w:pPr>
        <w:snapToGrid w:val="0"/>
        <w:spacing w:line="240" w:lineRule="auto"/>
      </w:pPr>
      <w:r>
        <w:rPr>
          <w:rFonts w:hint="eastAsia"/>
        </w:rPr>
        <w:t>１）</w:t>
      </w:r>
      <w:r w:rsidRPr="000E79E1">
        <w:rPr>
          <w:position w:val="-14"/>
        </w:rPr>
        <w:object w:dxaOrig="520" w:dyaOrig="400" w14:anchorId="525746D3">
          <v:shape id="_x0000_i1217" type="#_x0000_t75" style="width:25.2pt;height:20.4pt" o:ole="">
            <v:imagedata r:id="rId389" o:title=""/>
          </v:shape>
          <o:OLEObject Type="Embed" ProgID="Equation.DSMT4" ShapeID="_x0000_i1217" DrawAspect="Content" ObjectID="_1714378963" r:id="rId390"/>
        </w:object>
      </w:r>
      <w:r>
        <w:t xml:space="preserve"> </w:t>
      </w:r>
    </w:p>
    <w:p w14:paraId="2F0E311E" w14:textId="77777777" w:rsidR="00520D23" w:rsidRDefault="00520D23" w:rsidP="002C0B7B">
      <w:pPr>
        <w:snapToGrid w:val="0"/>
        <w:spacing w:line="240" w:lineRule="auto"/>
      </w:pPr>
    </w:p>
    <w:p w14:paraId="4E7F0EA9" w14:textId="77777777" w:rsidR="00C86325" w:rsidRDefault="000E79E1" w:rsidP="002C0B7B">
      <w:pPr>
        <w:snapToGrid w:val="0"/>
        <w:spacing w:line="240" w:lineRule="auto"/>
      </w:pPr>
      <w:r>
        <w:rPr>
          <w:rFonts w:hint="eastAsia"/>
        </w:rPr>
        <w:t>２）</w:t>
      </w:r>
      <w:r w:rsidR="0090105A" w:rsidRPr="000E79E1">
        <w:rPr>
          <w:position w:val="-14"/>
        </w:rPr>
        <w:object w:dxaOrig="499" w:dyaOrig="400" w14:anchorId="7944E597">
          <v:shape id="_x0000_i1218" type="#_x0000_t75" style="width:25.2pt;height:20.4pt" o:ole="">
            <v:imagedata r:id="rId391" o:title=""/>
          </v:shape>
          <o:OLEObject Type="Embed" ProgID="Equation.DSMT4" ShapeID="_x0000_i1218" DrawAspect="Content" ObjectID="_1714378964" r:id="rId392"/>
        </w:object>
      </w:r>
      <w:r>
        <w:t xml:space="preserve"> </w:t>
      </w:r>
    </w:p>
    <w:p w14:paraId="7B623D29" w14:textId="77777777" w:rsidR="00494858" w:rsidRDefault="00494858" w:rsidP="002C0B7B">
      <w:pPr>
        <w:snapToGrid w:val="0"/>
        <w:spacing w:line="240" w:lineRule="auto"/>
        <w:ind w:leftChars="67" w:left="141"/>
        <w:rPr>
          <w:rFonts w:asciiTheme="majorEastAsia" w:eastAsiaTheme="majorEastAsia" w:hAnsiTheme="majorEastAsia" w:cstheme="majorEastAsia"/>
          <w:sz w:val="22"/>
          <w:szCs w:val="22"/>
        </w:rPr>
      </w:pPr>
    </w:p>
    <w:p w14:paraId="02D150F3" w14:textId="77777777" w:rsidR="009E5AC2" w:rsidRDefault="00EF30A7">
      <w:pPr>
        <w:pStyle w:val="2"/>
      </w:pPr>
      <w:r>
        <w:t>2.</w:t>
      </w:r>
      <w:r w:rsidR="00A640AB">
        <w:rPr>
          <w:rFonts w:hint="eastAsia"/>
        </w:rPr>
        <w:t>6</w:t>
      </w:r>
      <w:r w:rsidR="00D20FE2">
        <w:t xml:space="preserve"> </w:t>
      </w:r>
      <w:r>
        <w:rPr>
          <w:rFonts w:hint="eastAsia"/>
        </w:rPr>
        <w:t>行列式の性質</w:t>
      </w:r>
    </w:p>
    <w:p w14:paraId="331B21EA" w14:textId="77777777" w:rsidR="000E79E1" w:rsidRDefault="001C4B0D">
      <w:pPr>
        <w:widowControl/>
        <w:adjustRightInd/>
        <w:spacing w:line="240" w:lineRule="auto"/>
        <w:jc w:val="left"/>
        <w:textAlignment w:val="auto"/>
      </w:pPr>
      <w:r>
        <w:rPr>
          <w:rFonts w:hint="eastAsia"/>
        </w:rPr>
        <w:t>１）</w:t>
      </w:r>
      <w:r w:rsidRPr="001C4B0D">
        <w:rPr>
          <w:rFonts w:hint="eastAsia"/>
        </w:rPr>
        <w:t>２つの行（列）を入れ換えると符号が変る。</w:t>
      </w:r>
    </w:p>
    <w:p w14:paraId="32F0EB39" w14:textId="77777777" w:rsidR="001C4B0D" w:rsidRDefault="001C4B0D" w:rsidP="002C0B7B">
      <w:pPr>
        <w:widowControl/>
        <w:adjustRightInd/>
        <w:snapToGrid w:val="0"/>
        <w:spacing w:line="240" w:lineRule="auto"/>
        <w:jc w:val="left"/>
        <w:textAlignment w:val="auto"/>
      </w:pPr>
    </w:p>
    <w:p w14:paraId="5F7CB2B0" w14:textId="77777777" w:rsidR="00317D9C" w:rsidRDefault="00317D9C" w:rsidP="002C0B7B">
      <w:pPr>
        <w:widowControl/>
        <w:adjustRightInd/>
        <w:snapToGrid w:val="0"/>
        <w:spacing w:line="240" w:lineRule="auto"/>
        <w:jc w:val="left"/>
        <w:textAlignment w:val="auto"/>
      </w:pPr>
      <w:r>
        <w:rPr>
          <w:rFonts w:hint="eastAsia"/>
        </w:rPr>
        <w:t xml:space="preserve">　</w:t>
      </w:r>
      <w:r w:rsidRPr="00317D9C">
        <w:rPr>
          <w:position w:val="-14"/>
        </w:rPr>
        <w:object w:dxaOrig="499" w:dyaOrig="400" w14:anchorId="6328C2FF">
          <v:shape id="_x0000_i1219" type="#_x0000_t75" style="width:24.6pt;height:20.4pt" o:ole="">
            <v:imagedata r:id="rId393" o:title=""/>
          </v:shape>
          <o:OLEObject Type="Embed" ProgID="Equation.DSMT4" ShapeID="_x0000_i1219" DrawAspect="Content" ObjectID="_1714378965" r:id="rId394"/>
        </w:object>
      </w:r>
      <w:r>
        <w:t xml:space="preserve"> </w:t>
      </w:r>
    </w:p>
    <w:p w14:paraId="4DDFE0A1" w14:textId="77777777" w:rsidR="00317D9C" w:rsidRDefault="00317D9C" w:rsidP="002C0B7B">
      <w:pPr>
        <w:widowControl/>
        <w:adjustRightInd/>
        <w:snapToGrid w:val="0"/>
        <w:spacing w:line="240" w:lineRule="auto"/>
        <w:jc w:val="left"/>
        <w:textAlignment w:val="auto"/>
      </w:pPr>
    </w:p>
    <w:p w14:paraId="20B96066" w14:textId="77777777" w:rsidR="00317D9C" w:rsidRDefault="00317D9C" w:rsidP="00317D9C">
      <w:pPr>
        <w:ind w:left="424" w:hangingChars="202" w:hanging="424"/>
      </w:pPr>
      <w:r>
        <w:rPr>
          <w:rFonts w:hint="eastAsia"/>
        </w:rPr>
        <w:t>２）</w:t>
      </w:r>
      <w:r w:rsidRPr="00F507BA">
        <w:rPr>
          <w:rFonts w:hint="eastAsia"/>
        </w:rPr>
        <w:t>１つの行（列）に共通因子があればくくり出せる。</w:t>
      </w:r>
    </w:p>
    <w:p w14:paraId="02B3EFB7" w14:textId="77777777" w:rsidR="00317D9C" w:rsidRDefault="00317D9C" w:rsidP="00317D9C">
      <w:pPr>
        <w:ind w:left="424" w:hangingChars="202" w:hanging="424"/>
      </w:pPr>
    </w:p>
    <w:p w14:paraId="4BFFFDF8" w14:textId="77777777" w:rsidR="00317D9C" w:rsidRDefault="00317D9C" w:rsidP="00317D9C">
      <w:pPr>
        <w:ind w:left="424" w:hangingChars="202" w:hanging="424"/>
      </w:pPr>
      <w:r>
        <w:rPr>
          <w:rFonts w:hint="eastAsia"/>
        </w:rPr>
        <w:t xml:space="preserve">　</w:t>
      </w:r>
      <w:r w:rsidRPr="00317D9C">
        <w:rPr>
          <w:position w:val="-14"/>
        </w:rPr>
        <w:object w:dxaOrig="520" w:dyaOrig="400" w14:anchorId="2DCD9544">
          <v:shape id="_x0000_i1220" type="#_x0000_t75" style="width:25.2pt;height:20.4pt" o:ole="">
            <v:imagedata r:id="rId395" o:title=""/>
          </v:shape>
          <o:OLEObject Type="Embed" ProgID="Equation.DSMT4" ShapeID="_x0000_i1220" DrawAspect="Content" ObjectID="_1714378966" r:id="rId396"/>
        </w:object>
      </w:r>
    </w:p>
    <w:p w14:paraId="36BEFFAB" w14:textId="77777777" w:rsidR="00317D9C" w:rsidRPr="00317D9C" w:rsidRDefault="00317D9C" w:rsidP="00BA0975"/>
    <w:p w14:paraId="5863152B" w14:textId="77777777" w:rsidR="009E5AC2" w:rsidRDefault="00B57D7D" w:rsidP="00BA0975">
      <w:r>
        <w:rPr>
          <w:rFonts w:hint="eastAsia"/>
        </w:rPr>
        <w:lastRenderedPageBreak/>
        <w:t>３</w:t>
      </w:r>
      <w:r w:rsidR="00BA0975">
        <w:rPr>
          <w:rFonts w:hint="eastAsia"/>
        </w:rPr>
        <w:t>）</w:t>
      </w:r>
      <w:r w:rsidR="00EF30A7">
        <w:rPr>
          <w:rFonts w:hint="eastAsia"/>
        </w:rPr>
        <w:t>２つの行（列）の各成分が比例するなら、行列式は</w:t>
      </w:r>
      <w:r w:rsidR="00EF30A7">
        <w:t>0</w:t>
      </w:r>
      <w:r>
        <w:t>。</w:t>
      </w:r>
      <w:r w:rsidR="002C0B7B" w:rsidRPr="000E79E1">
        <w:rPr>
          <w:position w:val="-14"/>
        </w:rPr>
        <w:object w:dxaOrig="499" w:dyaOrig="400" w14:anchorId="42E4295F">
          <v:shape id="_x0000_i1221" type="#_x0000_t75" style="width:25.2pt;height:20.4pt" o:ole="">
            <v:imagedata r:id="rId391" o:title=""/>
          </v:shape>
          <o:OLEObject Type="Embed" ProgID="Equation.DSMT4" ShapeID="_x0000_i1221" DrawAspect="Content" ObjectID="_1714378967" r:id="rId397"/>
        </w:object>
      </w:r>
    </w:p>
    <w:p w14:paraId="6C2FE87D" w14:textId="77777777" w:rsidR="00B57D7D" w:rsidRDefault="00B57D7D" w:rsidP="00B57D7D">
      <w:pPr>
        <w:ind w:left="424" w:hangingChars="202" w:hanging="424"/>
      </w:pPr>
      <w:r>
        <w:rPr>
          <w:rFonts w:hint="eastAsia"/>
        </w:rPr>
        <w:t>４）１つの行（列）の各成分の定数倍を他の行（列）に加え（引い）ても、行列式の値は変わらない。例えば、</w:t>
      </w:r>
      <w:r w:rsidR="00A640AB" w:rsidRPr="00A640AB">
        <w:rPr>
          <w:position w:val="-4"/>
        </w:rPr>
        <w:object w:dxaOrig="240" w:dyaOrig="260" w14:anchorId="4613E8EB">
          <v:shape id="_x0000_i1222" type="#_x0000_t75" style="width:12pt;height:12.6pt" o:ole="">
            <v:imagedata r:id="rId398" o:title=""/>
          </v:shape>
          <o:OLEObject Type="Embed" ProgID="Equation.DSMT4" ShapeID="_x0000_i1222" DrawAspect="Content" ObjectID="_1714378968" r:id="rId399"/>
        </w:object>
      </w:r>
      <w:r>
        <w:t>は</w:t>
      </w:r>
      <w:r w:rsidRPr="00B57D7D">
        <w:rPr>
          <w:position w:val="-4"/>
        </w:rPr>
        <w:object w:dxaOrig="260" w:dyaOrig="260" w14:anchorId="04DB5D2F">
          <v:shape id="_x0000_i1223" type="#_x0000_t75" style="width:12.6pt;height:12.6pt" o:ole="">
            <v:imagedata r:id="rId400" o:title=""/>
          </v:shape>
          <o:OLEObject Type="Embed" ProgID="Equation.DSMT4" ShapeID="_x0000_i1223" DrawAspect="Content" ObjectID="_1714378969" r:id="rId401"/>
        </w:object>
      </w:r>
      <w:r>
        <w:t>の</w:t>
      </w:r>
      <w:r>
        <w:rPr>
          <w:rFonts w:hint="eastAsia"/>
        </w:rPr>
        <w:t>2</w:t>
      </w:r>
      <w:r w:rsidR="00520D23">
        <w:rPr>
          <w:rFonts w:hint="eastAsia"/>
        </w:rPr>
        <w:t>列目から</w:t>
      </w:r>
      <w:r w:rsidR="00080EA7">
        <w:rPr>
          <w:rFonts w:hint="eastAsia"/>
        </w:rPr>
        <w:t>1</w:t>
      </w:r>
      <w:r w:rsidR="00080EA7">
        <w:rPr>
          <w:rFonts w:hint="eastAsia"/>
        </w:rPr>
        <w:t>列目を</w:t>
      </w:r>
      <w:r w:rsidR="00520D23">
        <w:rPr>
          <w:rFonts w:hint="eastAsia"/>
        </w:rPr>
        <w:t>引いた</w:t>
      </w:r>
      <w:r>
        <w:rPr>
          <w:rFonts w:hint="eastAsia"/>
        </w:rPr>
        <w:t>もの</w:t>
      </w:r>
    </w:p>
    <w:p w14:paraId="04F6E366" w14:textId="77777777" w:rsidR="00B57D7D" w:rsidRPr="00520D23" w:rsidRDefault="00B57D7D" w:rsidP="00DC4231">
      <w:pPr>
        <w:snapToGrid w:val="0"/>
        <w:spacing w:line="240" w:lineRule="auto"/>
      </w:pPr>
    </w:p>
    <w:p w14:paraId="0E7E6765" w14:textId="77777777" w:rsidR="00B57D7D" w:rsidRPr="00B57D7D" w:rsidRDefault="00A640AB" w:rsidP="00546739">
      <w:pPr>
        <w:snapToGrid w:val="0"/>
        <w:spacing w:line="240" w:lineRule="auto"/>
        <w:ind w:firstLineChars="100" w:firstLine="210"/>
      </w:pPr>
      <w:r w:rsidRPr="000E79E1">
        <w:rPr>
          <w:position w:val="-14"/>
        </w:rPr>
        <w:object w:dxaOrig="499" w:dyaOrig="400" w14:anchorId="6E92976F">
          <v:shape id="_x0000_i1224" type="#_x0000_t75" style="width:24.6pt;height:20.4pt" o:ole="">
            <v:imagedata r:id="rId402" o:title=""/>
          </v:shape>
          <o:OLEObject Type="Embed" ProgID="Equation.DSMT4" ShapeID="_x0000_i1224" DrawAspect="Content" ObjectID="_1714378970" r:id="rId403"/>
        </w:object>
      </w:r>
    </w:p>
    <w:p w14:paraId="22514F08" w14:textId="77777777" w:rsidR="00B57D7D" w:rsidRPr="006A345E" w:rsidRDefault="00B57D7D" w:rsidP="00DC4231">
      <w:pPr>
        <w:snapToGrid w:val="0"/>
        <w:spacing w:line="240" w:lineRule="auto"/>
      </w:pPr>
    </w:p>
    <w:p w14:paraId="2451A85F" w14:textId="77777777" w:rsidR="009E5AC2" w:rsidRDefault="006A345E" w:rsidP="006A345E">
      <w:pPr>
        <w:ind w:left="424" w:hangingChars="202" w:hanging="424"/>
      </w:pPr>
      <w:r>
        <w:rPr>
          <w:rFonts w:hint="eastAsia"/>
        </w:rPr>
        <w:t>５）</w:t>
      </w:r>
      <w:r w:rsidR="00EF30A7">
        <w:rPr>
          <w:rFonts w:hint="eastAsia"/>
        </w:rPr>
        <w:t>行列の</w:t>
      </w:r>
      <w:r w:rsidR="00EF30A7">
        <w:t>1</w:t>
      </w:r>
      <w:r w:rsidR="00EF30A7">
        <w:rPr>
          <w:rFonts w:hint="eastAsia"/>
        </w:rPr>
        <w:t>行（列）成分が</w:t>
      </w:r>
      <w:r w:rsidR="00EF30A7">
        <w:t xml:space="preserve"> (1,1) </w:t>
      </w:r>
      <w:r w:rsidR="00EF30A7">
        <w:rPr>
          <w:rFonts w:hint="eastAsia"/>
        </w:rPr>
        <w:t>成分を除いて全て</w:t>
      </w:r>
      <w:r w:rsidR="00EF30A7">
        <w:t>0</w:t>
      </w:r>
      <w:r w:rsidR="00EF30A7">
        <w:rPr>
          <w:rFonts w:hint="eastAsia"/>
        </w:rPr>
        <w:t>のとき、行列式は</w:t>
      </w:r>
      <w:r w:rsidR="00EF30A7">
        <w:t xml:space="preserve"> (1,1) </w:t>
      </w:r>
      <w:r w:rsidR="00EF30A7">
        <w:rPr>
          <w:rFonts w:hint="eastAsia"/>
        </w:rPr>
        <w:t>成分と残りの</w:t>
      </w:r>
      <w:r w:rsidR="00080EA7">
        <w:rPr>
          <w:rFonts w:hint="eastAsia"/>
        </w:rPr>
        <w:t>小</w:t>
      </w:r>
      <w:r w:rsidR="00EF30A7">
        <w:rPr>
          <w:rFonts w:hint="eastAsia"/>
        </w:rPr>
        <w:t>行列の行列式との積になる。</w:t>
      </w:r>
      <w:r w:rsidR="00A640AB">
        <w:rPr>
          <w:rFonts w:hint="eastAsia"/>
        </w:rPr>
        <w:t>（１つの行または列がすべて</w:t>
      </w:r>
      <w:r w:rsidR="00A640AB">
        <w:rPr>
          <w:rFonts w:hint="eastAsia"/>
        </w:rPr>
        <w:t>0</w:t>
      </w:r>
      <w:r w:rsidR="00A640AB">
        <w:rPr>
          <w:rFonts w:hint="eastAsia"/>
        </w:rPr>
        <w:t>なら行列式は</w:t>
      </w:r>
      <w:r w:rsidR="00A640AB">
        <w:rPr>
          <w:rFonts w:hint="eastAsia"/>
        </w:rPr>
        <w:t>0</w:t>
      </w:r>
      <w:r w:rsidR="00A640AB">
        <w:rPr>
          <w:rFonts w:hint="eastAsia"/>
        </w:rPr>
        <w:t>）</w:t>
      </w:r>
    </w:p>
    <w:p w14:paraId="6BB4FC68" w14:textId="77777777" w:rsidR="00DC4231" w:rsidRDefault="00DC4231" w:rsidP="00DC4231">
      <w:pPr>
        <w:snapToGrid w:val="0"/>
        <w:spacing w:line="240" w:lineRule="auto"/>
        <w:ind w:left="424" w:hangingChars="202" w:hanging="424"/>
      </w:pPr>
    </w:p>
    <w:p w14:paraId="19440EF4" w14:textId="77777777" w:rsidR="002C0B7B" w:rsidRDefault="00A32155" w:rsidP="00A640AB">
      <w:pPr>
        <w:snapToGrid w:val="0"/>
        <w:spacing w:line="240" w:lineRule="auto"/>
        <w:ind w:leftChars="100" w:left="424" w:hangingChars="102" w:hanging="214"/>
      </w:pPr>
      <w:r w:rsidRPr="000E79E1">
        <w:rPr>
          <w:position w:val="-50"/>
        </w:rPr>
        <w:object w:dxaOrig="2920" w:dyaOrig="1120" w14:anchorId="08C8627B">
          <v:shape id="_x0000_i1225" type="#_x0000_t75" style="width:145.8pt;height:56.4pt" o:ole="">
            <v:imagedata r:id="rId404" o:title=""/>
          </v:shape>
          <o:OLEObject Type="Embed" ProgID="Equation.DSMT4" ShapeID="_x0000_i1225" DrawAspect="Content" ObjectID="_1714378971" r:id="rId405"/>
        </w:object>
      </w:r>
    </w:p>
    <w:p w14:paraId="62FE7324" w14:textId="77777777" w:rsidR="00DB1525" w:rsidRPr="00DB1525" w:rsidRDefault="00DB1525" w:rsidP="00BD544E">
      <w:pPr>
        <w:rPr>
          <w:u w:val="single"/>
        </w:rPr>
      </w:pPr>
      <w:r>
        <w:rPr>
          <w:rFonts w:hint="eastAsia"/>
        </w:rPr>
        <w:t xml:space="preserve">　　</w:t>
      </w:r>
      <w:r w:rsidR="006E1B6D" w:rsidRPr="006E1B6D">
        <w:rPr>
          <w:rFonts w:hint="eastAsia"/>
          <w:u w:val="single"/>
        </w:rPr>
        <w:t>１）</w:t>
      </w:r>
      <w:r w:rsidR="006E1B6D">
        <w:rPr>
          <w:rFonts w:hint="eastAsia"/>
          <w:u w:val="single"/>
        </w:rPr>
        <w:t>４）</w:t>
      </w:r>
      <w:r w:rsidRPr="00DB1525">
        <w:rPr>
          <w:rFonts w:hint="eastAsia"/>
          <w:u w:val="single"/>
        </w:rPr>
        <w:t>５）を組み合わせることでどんな大きさの行列式でも計算できる。</w:t>
      </w:r>
    </w:p>
    <w:p w14:paraId="56941760" w14:textId="77777777" w:rsidR="00DB1525" w:rsidRPr="006E1B6D" w:rsidRDefault="00DB1525" w:rsidP="00BD544E"/>
    <w:p w14:paraId="0A519BEA" w14:textId="77777777" w:rsidR="009E5AC2" w:rsidRDefault="007E0066" w:rsidP="006A345E">
      <w:r>
        <w:rPr>
          <w:rFonts w:hint="eastAsia"/>
        </w:rPr>
        <w:t>６</w:t>
      </w:r>
      <w:r w:rsidR="006A345E">
        <w:rPr>
          <w:rFonts w:hint="eastAsia"/>
        </w:rPr>
        <w:t>）</w:t>
      </w:r>
      <w:r w:rsidR="00EF30A7">
        <w:rPr>
          <w:rFonts w:hint="eastAsia"/>
        </w:rPr>
        <w:t>行列式の積の行列式はそれぞれの行列式の積に等しい</w:t>
      </w:r>
      <w:r w:rsidR="006A345E">
        <w:rPr>
          <w:rFonts w:hint="eastAsia"/>
        </w:rPr>
        <w:t>。</w:t>
      </w:r>
      <w:r w:rsidR="000C7A1E" w:rsidRPr="000C7A1E">
        <w:rPr>
          <w:position w:val="-14"/>
        </w:rPr>
        <w:object w:dxaOrig="1260" w:dyaOrig="400" w14:anchorId="0A76C48E">
          <v:shape id="_x0000_i1226" type="#_x0000_t75" style="width:63pt;height:20.4pt" o:ole="">
            <v:imagedata r:id="rId406" o:title=""/>
          </v:shape>
          <o:OLEObject Type="Embed" ProgID="Equation.DSMT4" ShapeID="_x0000_i1226" DrawAspect="Content" ObjectID="_1714378972" r:id="rId407"/>
        </w:object>
      </w:r>
      <w:r w:rsidR="00546739">
        <w:t xml:space="preserve"> </w:t>
      </w:r>
    </w:p>
    <w:p w14:paraId="77D711E8" w14:textId="77777777" w:rsidR="006A345E" w:rsidRPr="007E0066" w:rsidRDefault="006A345E" w:rsidP="00DC4231">
      <w:pPr>
        <w:snapToGrid w:val="0"/>
        <w:spacing w:line="240" w:lineRule="auto"/>
      </w:pPr>
    </w:p>
    <w:p w14:paraId="10D6F070" w14:textId="77777777" w:rsidR="006A345E" w:rsidRDefault="006A345E" w:rsidP="00546739">
      <w:pPr>
        <w:snapToGrid w:val="0"/>
        <w:spacing w:line="240" w:lineRule="auto"/>
        <w:ind w:firstLineChars="100" w:firstLine="210"/>
      </w:pPr>
      <w:r w:rsidRPr="002A1452">
        <w:rPr>
          <w:position w:val="-14"/>
        </w:rPr>
        <w:object w:dxaOrig="520" w:dyaOrig="400" w14:anchorId="095F3416">
          <v:shape id="_x0000_i1227" type="#_x0000_t75" style="width:25.2pt;height:20.4pt" o:ole="">
            <v:imagedata r:id="rId408" o:title=""/>
          </v:shape>
          <o:OLEObject Type="Embed" ProgID="Equation.DSMT4" ShapeID="_x0000_i1227" DrawAspect="Content" ObjectID="_1714378973" r:id="rId409"/>
        </w:object>
      </w:r>
      <w:r>
        <w:rPr>
          <w:rFonts w:hint="eastAsia"/>
        </w:rPr>
        <w:t xml:space="preserve">　　　　　　</w:t>
      </w:r>
      <w:r w:rsidRPr="002A1452">
        <w:rPr>
          <w:position w:val="-14"/>
        </w:rPr>
        <w:object w:dxaOrig="520" w:dyaOrig="400" w14:anchorId="245DE1D2">
          <v:shape id="_x0000_i1228" type="#_x0000_t75" style="width:25.2pt;height:20.4pt" o:ole="">
            <v:imagedata r:id="rId410" o:title=""/>
          </v:shape>
          <o:OLEObject Type="Embed" ProgID="Equation.DSMT4" ShapeID="_x0000_i1228" DrawAspect="Content" ObjectID="_1714378974" r:id="rId411"/>
        </w:object>
      </w:r>
      <w:r>
        <w:rPr>
          <w:rFonts w:hint="eastAsia"/>
        </w:rPr>
        <w:t xml:space="preserve">　　　　　　　</w:t>
      </w:r>
      <w:r w:rsidRPr="002A1452">
        <w:rPr>
          <w:position w:val="-14"/>
        </w:rPr>
        <w:object w:dxaOrig="680" w:dyaOrig="400" w14:anchorId="40AD071C">
          <v:shape id="_x0000_i1229" type="#_x0000_t75" style="width:33.6pt;height:20.4pt" o:ole="">
            <v:imagedata r:id="rId412" o:title=""/>
          </v:shape>
          <o:OLEObject Type="Embed" ProgID="Equation.DSMT4" ShapeID="_x0000_i1229" DrawAspect="Content" ObjectID="_1714378975" r:id="rId413"/>
        </w:object>
      </w:r>
    </w:p>
    <w:p w14:paraId="20D2B59B" w14:textId="77777777" w:rsidR="006A345E" w:rsidRPr="00546739" w:rsidRDefault="006A345E" w:rsidP="00DC4231">
      <w:pPr>
        <w:snapToGrid w:val="0"/>
        <w:spacing w:line="240" w:lineRule="auto"/>
      </w:pPr>
    </w:p>
    <w:p w14:paraId="4E8DC8A2" w14:textId="77777777" w:rsidR="00DC4231" w:rsidRDefault="007E0066" w:rsidP="00DC4231">
      <w:pPr>
        <w:snapToGrid w:val="0"/>
        <w:spacing w:line="240" w:lineRule="auto"/>
      </w:pPr>
      <w:r>
        <w:rPr>
          <w:rFonts w:hint="eastAsia"/>
        </w:rPr>
        <w:t>他に、</w:t>
      </w:r>
      <w:r w:rsidRPr="007E0066">
        <w:rPr>
          <w:position w:val="-16"/>
        </w:rPr>
        <w:object w:dxaOrig="940" w:dyaOrig="440" w14:anchorId="48F6A47F">
          <v:shape id="_x0000_i1230" type="#_x0000_t75" style="width:46.8pt;height:21.6pt" o:ole="">
            <v:imagedata r:id="rId414" o:title=""/>
          </v:shape>
          <o:OLEObject Type="Embed" ProgID="Equation.DSMT4" ShapeID="_x0000_i1230" DrawAspect="Content" ObjectID="_1714378976" r:id="rId415"/>
        </w:object>
      </w:r>
      <w:r>
        <w:rPr>
          <w:rFonts w:hint="eastAsia"/>
        </w:rPr>
        <w:t xml:space="preserve">　転置を取っても行列式は変わらない、等もある。</w:t>
      </w:r>
    </w:p>
    <w:p w14:paraId="3056DA13" w14:textId="77777777" w:rsidR="007E0066" w:rsidRPr="008E4555" w:rsidRDefault="007E0066" w:rsidP="00DC4231">
      <w:pPr>
        <w:snapToGrid w:val="0"/>
        <w:spacing w:line="240" w:lineRule="auto"/>
      </w:pPr>
    </w:p>
    <w:p w14:paraId="0EF8E1F9" w14:textId="77777777" w:rsidR="007E0066" w:rsidRPr="006A345E" w:rsidRDefault="007E0066" w:rsidP="00DC4231">
      <w:pPr>
        <w:snapToGrid w:val="0"/>
        <w:spacing w:line="240" w:lineRule="auto"/>
      </w:pPr>
    </w:p>
    <w:p w14:paraId="7D01C37A" w14:textId="77777777" w:rsidR="0004148E" w:rsidRPr="00DC4231" w:rsidRDefault="00DC4231" w:rsidP="002B186C">
      <w:pPr>
        <w:rPr>
          <w:rFonts w:asciiTheme="majorEastAsia" w:eastAsiaTheme="majorEastAsia" w:hAnsiTheme="majorEastAsia"/>
        </w:rPr>
      </w:pPr>
      <w:r w:rsidRPr="00DC4231">
        <w:rPr>
          <w:rFonts w:asciiTheme="majorEastAsia" w:eastAsiaTheme="majorEastAsia" w:hAnsiTheme="majorEastAsia"/>
        </w:rPr>
        <w:t>演習</w:t>
      </w:r>
    </w:p>
    <w:p w14:paraId="47B51E19" w14:textId="77777777" w:rsidR="00E64604" w:rsidRDefault="00DC4231">
      <w:pPr>
        <w:rPr>
          <w:rFonts w:asciiTheme="minorEastAsia" w:eastAsiaTheme="minorEastAsia" w:hAnsiTheme="minorEastAsia"/>
        </w:rPr>
      </w:pPr>
      <w:r w:rsidRPr="00DC4231">
        <w:rPr>
          <w:rFonts w:asciiTheme="minorEastAsia" w:eastAsiaTheme="minorEastAsia" w:hAnsiTheme="minorEastAsia"/>
        </w:rPr>
        <w:t>以下の</w:t>
      </w:r>
      <w:r>
        <w:rPr>
          <w:rFonts w:asciiTheme="minorEastAsia" w:eastAsiaTheme="minorEastAsia" w:hAnsiTheme="minorEastAsia"/>
        </w:rPr>
        <w:t>行列式の値を求めよ。</w:t>
      </w:r>
    </w:p>
    <w:p w14:paraId="0A508BD0" w14:textId="77777777" w:rsidR="00DC4231" w:rsidRDefault="00DC4231">
      <w:pPr>
        <w:rPr>
          <w:rFonts w:asciiTheme="minorEastAsia" w:eastAsiaTheme="minorEastAsia" w:hAnsiTheme="minorEastAsia"/>
        </w:rPr>
      </w:pPr>
    </w:p>
    <w:p w14:paraId="4F105F29" w14:textId="77777777" w:rsidR="00DC4231" w:rsidRDefault="00DC423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１）</w:t>
      </w:r>
      <w:r w:rsidRPr="00DC4231">
        <w:rPr>
          <w:rFonts w:asciiTheme="minorEastAsia" w:eastAsiaTheme="minorEastAsia" w:hAnsiTheme="minorEastAsia"/>
          <w:position w:val="-14"/>
        </w:rPr>
        <w:object w:dxaOrig="700" w:dyaOrig="400" w14:anchorId="3911887C">
          <v:shape id="_x0000_i1231" type="#_x0000_t75" style="width:35.4pt;height:20.4pt" o:ole="">
            <v:imagedata r:id="rId416" o:title=""/>
          </v:shape>
          <o:OLEObject Type="Embed" ProgID="Equation.DSMT4" ShapeID="_x0000_i1231" DrawAspect="Content" ObjectID="_1714378977" r:id="rId417"/>
        </w:object>
      </w:r>
      <w:r>
        <w:rPr>
          <w:rFonts w:asciiTheme="minorEastAsia" w:eastAsiaTheme="minorEastAsia" w:hAnsiTheme="minorEastAsia"/>
        </w:rPr>
        <w:t xml:space="preserve"> </w:t>
      </w:r>
    </w:p>
    <w:p w14:paraId="421F955D" w14:textId="77777777" w:rsidR="00DC4231" w:rsidRPr="00DC4231" w:rsidRDefault="00DC4231">
      <w:pPr>
        <w:rPr>
          <w:rFonts w:asciiTheme="minorEastAsia" w:eastAsiaTheme="minorEastAsia" w:hAnsiTheme="minorEastAsia"/>
        </w:rPr>
      </w:pPr>
    </w:p>
    <w:p w14:paraId="50B1F916" w14:textId="77777777" w:rsidR="006156CD" w:rsidRPr="00DC4231" w:rsidRDefault="00DC423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t>２）</w:t>
      </w:r>
      <w:r w:rsidRPr="00DC4231">
        <w:rPr>
          <w:rFonts w:asciiTheme="minorEastAsia" w:eastAsiaTheme="minorEastAsia" w:hAnsiTheme="minorEastAsia"/>
          <w:position w:val="-14"/>
        </w:rPr>
        <w:object w:dxaOrig="900" w:dyaOrig="400" w14:anchorId="70ADC98C">
          <v:shape id="_x0000_i1232" type="#_x0000_t75" style="width:45pt;height:20.4pt" o:ole="">
            <v:imagedata r:id="rId418" o:title=""/>
          </v:shape>
          <o:OLEObject Type="Embed" ProgID="Equation.DSMT4" ShapeID="_x0000_i1232" DrawAspect="Content" ObjectID="_1714378978" r:id="rId419"/>
        </w:object>
      </w:r>
      <w:r>
        <w:rPr>
          <w:rFonts w:asciiTheme="minorEastAsia" w:eastAsiaTheme="minorEastAsia" w:hAnsiTheme="minorEastAsia"/>
        </w:rPr>
        <w:t xml:space="preserve"> </w:t>
      </w:r>
      <w:r w:rsidR="002D76F7">
        <w:rPr>
          <w:rFonts w:asciiTheme="minorEastAsia" w:eastAsiaTheme="minorEastAsia" w:hAnsiTheme="minorEastAsia" w:hint="eastAsia"/>
        </w:rPr>
        <w:tab/>
      </w:r>
      <w:r w:rsidR="002D76F7">
        <w:rPr>
          <w:rFonts w:asciiTheme="minorEastAsia" w:eastAsiaTheme="minorEastAsia" w:hAnsiTheme="minorEastAsia" w:hint="eastAsia"/>
        </w:rPr>
        <w:tab/>
      </w:r>
      <w:r w:rsidR="002D76F7">
        <w:rPr>
          <w:rFonts w:asciiTheme="minorEastAsia" w:eastAsiaTheme="minorEastAsia" w:hAnsiTheme="minorEastAsia" w:hint="eastAsia"/>
        </w:rPr>
        <w:tab/>
      </w:r>
      <w:r w:rsidR="002D76F7">
        <w:rPr>
          <w:rFonts w:asciiTheme="minorEastAsia" w:eastAsiaTheme="minorEastAsia" w:hAnsiTheme="minorEastAsia" w:hint="eastAsia"/>
        </w:rPr>
        <w:tab/>
      </w:r>
      <w:r w:rsidR="006156CD">
        <w:rPr>
          <w:rFonts w:asciiTheme="minorEastAsia" w:eastAsiaTheme="minorEastAsia" w:hAnsiTheme="minorEastAsia" w:hint="eastAsia"/>
        </w:rPr>
        <w:tab/>
        <w:t>注）</w:t>
      </w:r>
      <w:r w:rsidR="00945C9F">
        <w:rPr>
          <w:rFonts w:asciiTheme="minorEastAsia" w:eastAsiaTheme="minorEastAsia" w:hAnsiTheme="minorEastAsia" w:hint="eastAsia"/>
        </w:rPr>
        <w:t>一般に</w:t>
      </w:r>
      <w:r w:rsidR="006156CD" w:rsidRPr="002D76F7">
        <w:rPr>
          <w:rFonts w:asciiTheme="minorEastAsia" w:eastAsiaTheme="minorEastAsia" w:hAnsiTheme="minorEastAsia"/>
          <w:position w:val="-14"/>
        </w:rPr>
        <w:object w:dxaOrig="780" w:dyaOrig="400" w14:anchorId="5619EB28">
          <v:shape id="_x0000_i1233" type="#_x0000_t75" style="width:39pt;height:20.4pt" o:ole="">
            <v:imagedata r:id="rId420" o:title=""/>
          </v:shape>
          <o:OLEObject Type="Embed" ProgID="Equation.DSMT4" ShapeID="_x0000_i1233" DrawAspect="Content" ObjectID="_1714378979" r:id="rId421"/>
        </w:object>
      </w:r>
      <w:r w:rsidR="006156CD">
        <w:rPr>
          <w:rFonts w:asciiTheme="minorEastAsia" w:eastAsiaTheme="minorEastAsia" w:hAnsiTheme="minorEastAsia"/>
        </w:rPr>
        <w:t>ではない</w:t>
      </w:r>
    </w:p>
    <w:p w14:paraId="56AD94D6" w14:textId="77777777" w:rsidR="0004148E" w:rsidRDefault="0004148E"/>
    <w:p w14:paraId="5C33B965" w14:textId="77777777" w:rsidR="00DC4231" w:rsidRDefault="00DC4231">
      <w:r>
        <w:rPr>
          <w:rFonts w:hint="eastAsia"/>
        </w:rPr>
        <w:t>３）</w:t>
      </w:r>
      <w:r w:rsidRPr="00DC4231">
        <w:rPr>
          <w:position w:val="-14"/>
        </w:rPr>
        <w:object w:dxaOrig="1020" w:dyaOrig="400" w14:anchorId="3B5F3B91">
          <v:shape id="_x0000_i1234" type="#_x0000_t75" style="width:51pt;height:20.4pt" o:ole="">
            <v:imagedata r:id="rId422" o:title=""/>
          </v:shape>
          <o:OLEObject Type="Embed" ProgID="Equation.DSMT4" ShapeID="_x0000_i1234" DrawAspect="Content" ObjectID="_1714378980" r:id="rId423"/>
        </w:object>
      </w:r>
      <w:r>
        <w:t xml:space="preserve"> </w:t>
      </w:r>
    </w:p>
    <w:p w14:paraId="475C47DC" w14:textId="77777777" w:rsidR="00DC4231" w:rsidRDefault="00DC4231"/>
    <w:p w14:paraId="3A3D998A" w14:textId="77777777" w:rsidR="00DC4231" w:rsidRPr="0004148E" w:rsidRDefault="00DC4231">
      <w:r>
        <w:rPr>
          <w:rFonts w:hint="eastAsia"/>
        </w:rPr>
        <w:t>４）</w:t>
      </w:r>
      <w:r w:rsidR="002D76F7" w:rsidRPr="002D76F7">
        <w:rPr>
          <w:position w:val="-14"/>
        </w:rPr>
        <w:object w:dxaOrig="639" w:dyaOrig="400" w14:anchorId="4F7D01F1">
          <v:shape id="_x0000_i1235" type="#_x0000_t75" style="width:31.8pt;height:20.4pt" o:ole="">
            <v:imagedata r:id="rId424" o:title=""/>
          </v:shape>
          <o:OLEObject Type="Embed" ProgID="Equation.DSMT4" ShapeID="_x0000_i1235" DrawAspect="Content" ObjectID="_1714378981" r:id="rId425"/>
        </w:object>
      </w:r>
      <w:r w:rsidR="002D76F7">
        <w:t xml:space="preserve"> </w:t>
      </w:r>
      <w:r w:rsidR="006156CD">
        <w:rPr>
          <w:rFonts w:hint="eastAsia"/>
        </w:rPr>
        <w:tab/>
      </w:r>
      <w:r w:rsidR="006156CD">
        <w:rPr>
          <w:rFonts w:hint="eastAsia"/>
        </w:rPr>
        <w:tab/>
      </w:r>
      <w:r w:rsidR="006156CD">
        <w:rPr>
          <w:rFonts w:hint="eastAsia"/>
        </w:rPr>
        <w:tab/>
      </w:r>
      <w:r w:rsidR="006156CD">
        <w:rPr>
          <w:rFonts w:hint="eastAsia"/>
        </w:rPr>
        <w:tab/>
      </w:r>
      <w:r w:rsidR="006156CD">
        <w:rPr>
          <w:rFonts w:hint="eastAsia"/>
        </w:rPr>
        <w:tab/>
      </w:r>
      <w:r w:rsidR="006156CD">
        <w:rPr>
          <w:rFonts w:hint="eastAsia"/>
        </w:rPr>
        <w:t>注）</w:t>
      </w:r>
      <w:r w:rsidR="006156CD" w:rsidRPr="006156CD">
        <w:rPr>
          <w:position w:val="-14"/>
        </w:rPr>
        <w:object w:dxaOrig="480" w:dyaOrig="400" w14:anchorId="09C05358">
          <v:shape id="_x0000_i1236" type="#_x0000_t75" style="width:24.6pt;height:20.4pt" o:ole="">
            <v:imagedata r:id="rId426" o:title=""/>
          </v:shape>
          <o:OLEObject Type="Embed" ProgID="Equation.DSMT4" ShapeID="_x0000_i1236" DrawAspect="Content" ObjectID="_1714378982" r:id="rId427"/>
        </w:object>
      </w:r>
      <w:r w:rsidR="006156CD">
        <w:rPr>
          <w:rFonts w:hint="eastAsia"/>
        </w:rPr>
        <w:t>ではない</w:t>
      </w:r>
    </w:p>
    <w:p w14:paraId="68381C12" w14:textId="77777777" w:rsidR="00E64604" w:rsidRDefault="00E64604"/>
    <w:p w14:paraId="4B99CFAE" w14:textId="77777777" w:rsidR="00E64604" w:rsidRDefault="00E64604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2"/>
          <w:szCs w:val="22"/>
        </w:rPr>
      </w:pPr>
      <w:r>
        <w:br w:type="page"/>
      </w:r>
    </w:p>
    <w:p w14:paraId="66C12AB0" w14:textId="77777777" w:rsidR="009E5AC2" w:rsidRDefault="00EF30A7">
      <w:pPr>
        <w:pStyle w:val="2"/>
      </w:pPr>
      <w:r>
        <w:lastRenderedPageBreak/>
        <w:t>2.</w:t>
      </w:r>
      <w:r w:rsidR="00945C9F">
        <w:rPr>
          <w:rFonts w:hint="eastAsia"/>
        </w:rPr>
        <w:t xml:space="preserve">6 </w:t>
      </w:r>
      <w:r w:rsidR="0087708A">
        <w:rPr>
          <w:rFonts w:hint="eastAsia"/>
        </w:rPr>
        <w:t>逆行列</w:t>
      </w:r>
      <w:r w:rsidR="00E64604">
        <w:rPr>
          <w:rFonts w:hint="eastAsia"/>
        </w:rPr>
        <w:t>【第</w:t>
      </w:r>
      <w:r w:rsidR="00945C9F">
        <w:rPr>
          <w:rFonts w:hint="eastAsia"/>
        </w:rPr>
        <w:t>10</w:t>
      </w:r>
      <w:r w:rsidR="00E64604">
        <w:rPr>
          <w:rFonts w:hint="eastAsia"/>
        </w:rPr>
        <w:t>回】</w:t>
      </w:r>
    </w:p>
    <w:p w14:paraId="1B8F9208" w14:textId="77777777" w:rsidR="009E5AC2" w:rsidRPr="00E5618A" w:rsidRDefault="00EF30A7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逆行列とは</w:t>
      </w:r>
    </w:p>
    <w:p w14:paraId="6DE20C8D" w14:textId="77777777" w:rsidR="00B114EB" w:rsidRDefault="00B114EB" w:rsidP="00FD0C56">
      <w:pPr>
        <w:ind w:firstLineChars="100" w:firstLine="210"/>
      </w:pPr>
      <w:r w:rsidRPr="00945C9F">
        <w:rPr>
          <w:position w:val="-30"/>
        </w:rPr>
        <w:object w:dxaOrig="1180" w:dyaOrig="720" w14:anchorId="324A13D0">
          <v:shape id="_x0000_i1237" type="#_x0000_t75" style="width:59.4pt;height:36pt" o:ole="">
            <v:imagedata r:id="rId428" o:title=""/>
          </v:shape>
          <o:OLEObject Type="Embed" ProgID="Equation.DSMT4" ShapeID="_x0000_i1237" DrawAspect="Content" ObjectID="_1714378983" r:id="rId429"/>
        </w:object>
      </w:r>
      <w:r>
        <w:rPr>
          <w:rFonts w:hint="eastAsia"/>
        </w:rPr>
        <w:t xml:space="preserve">　のとき、行列</w:t>
      </w:r>
      <w:r w:rsidR="00C138EE" w:rsidRPr="00C138EE">
        <w:rPr>
          <w:position w:val="-30"/>
        </w:rPr>
        <w:object w:dxaOrig="1640" w:dyaOrig="720" w14:anchorId="5EE6D8EB">
          <v:shape id="_x0000_i1238" type="#_x0000_t75" style="width:81.6pt;height:36pt" o:ole="">
            <v:imagedata r:id="rId430" o:title=""/>
          </v:shape>
          <o:OLEObject Type="Embed" ProgID="Equation.DSMT4" ShapeID="_x0000_i1238" DrawAspect="Content" ObjectID="_1714378984" r:id="rId431"/>
        </w:object>
      </w:r>
      <w:r w:rsidR="006B7CEF">
        <w:rPr>
          <w:rFonts w:hint="eastAsia"/>
        </w:rPr>
        <w:t>を考える。</w:t>
      </w:r>
    </w:p>
    <w:p w14:paraId="140880A6" w14:textId="77777777" w:rsidR="00C138EE" w:rsidRDefault="00C138EE" w:rsidP="00FD0C56"/>
    <w:p w14:paraId="253C2ADC" w14:textId="77777777" w:rsidR="00B114EB" w:rsidRDefault="006B7CEF" w:rsidP="00FD0C56">
      <w:pPr>
        <w:ind w:firstLineChars="100" w:firstLine="210"/>
      </w:pPr>
      <w:r w:rsidRPr="00B114EB">
        <w:rPr>
          <w:position w:val="-4"/>
        </w:rPr>
        <w:object w:dxaOrig="600" w:dyaOrig="260" w14:anchorId="591C9EB7">
          <v:shape id="_x0000_i1239" type="#_x0000_t75" style="width:30pt;height:12.6pt" o:ole="">
            <v:imagedata r:id="rId432" o:title=""/>
          </v:shape>
          <o:OLEObject Type="Embed" ProgID="Equation.DSMT4" ShapeID="_x0000_i1239" DrawAspect="Content" ObjectID="_1714378985" r:id="rId433"/>
        </w:object>
      </w:r>
      <w:r w:rsidR="00FD0C56">
        <w:rPr>
          <w:rFonts w:hint="eastAsia"/>
        </w:rPr>
        <w:t xml:space="preserve"> </w:t>
      </w:r>
      <w:r>
        <w:rPr>
          <w:rFonts w:hint="eastAsia"/>
        </w:rPr>
        <w:tab/>
      </w:r>
      <w:r w:rsidR="00FD0C56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6B7CEF">
        <w:rPr>
          <w:position w:val="-4"/>
        </w:rPr>
        <w:object w:dxaOrig="600" w:dyaOrig="260" w14:anchorId="3A01A92C">
          <v:shape id="_x0000_i1240" type="#_x0000_t75" style="width:30pt;height:12.6pt" o:ole="">
            <v:imagedata r:id="rId434" o:title=""/>
          </v:shape>
          <o:OLEObject Type="Embed" ProgID="Equation.DSMT4" ShapeID="_x0000_i1240" DrawAspect="Content" ObjectID="_1714378986" r:id="rId435"/>
        </w:object>
      </w:r>
      <w:r>
        <w:t xml:space="preserve"> </w:t>
      </w:r>
    </w:p>
    <w:p w14:paraId="10450980" w14:textId="77777777" w:rsidR="006B7CEF" w:rsidRPr="00FD0C56" w:rsidRDefault="006B7CEF" w:rsidP="00FD0C56"/>
    <w:p w14:paraId="438A233B" w14:textId="77777777" w:rsidR="006B7CEF" w:rsidRDefault="006B7CEF" w:rsidP="00FD0C56">
      <w:pPr>
        <w:ind w:firstLineChars="100" w:firstLine="210"/>
      </w:pPr>
      <w:r w:rsidRPr="006B7CEF">
        <w:rPr>
          <w:position w:val="-4"/>
        </w:rPr>
        <w:object w:dxaOrig="1340" w:dyaOrig="260" w14:anchorId="6CC3DCE4">
          <v:shape id="_x0000_i1241" type="#_x0000_t75" style="width:67.8pt;height:12.6pt" o:ole="">
            <v:imagedata r:id="rId436" o:title=""/>
          </v:shape>
          <o:OLEObject Type="Embed" ProgID="Equation.DSMT4" ShapeID="_x0000_i1241" DrawAspect="Content" ObjectID="_1714378987" r:id="rId437"/>
        </w:object>
      </w:r>
      <w:r>
        <w:t xml:space="preserve"> </w:t>
      </w:r>
      <w:r>
        <w:rPr>
          <w:rFonts w:hint="eastAsia"/>
        </w:rPr>
        <w:t>となる行列</w:t>
      </w:r>
      <w:r w:rsidRPr="006B7CEF">
        <w:rPr>
          <w:position w:val="-4"/>
        </w:rPr>
        <w:object w:dxaOrig="240" w:dyaOrig="260" w14:anchorId="30FE03DA">
          <v:shape id="_x0000_i1242" type="#_x0000_t75" style="width:12pt;height:12.6pt" o:ole="">
            <v:imagedata r:id="rId438" o:title=""/>
          </v:shape>
          <o:OLEObject Type="Embed" ProgID="Equation.DSMT4" ShapeID="_x0000_i1242" DrawAspect="Content" ObjectID="_1714378988" r:id="rId439"/>
        </w:object>
      </w:r>
      <w:r>
        <w:t xml:space="preserve"> </w:t>
      </w:r>
      <w:r>
        <w:rPr>
          <w:rFonts w:hint="eastAsia"/>
        </w:rPr>
        <w:t>を</w:t>
      </w:r>
      <w:r w:rsidRPr="006B7CEF">
        <w:rPr>
          <w:position w:val="-4"/>
        </w:rPr>
        <w:object w:dxaOrig="400" w:dyaOrig="300" w14:anchorId="1BE680C3">
          <v:shape id="_x0000_i1243" type="#_x0000_t75" style="width:20.4pt;height:15pt" o:ole="">
            <v:imagedata r:id="rId440" o:title=""/>
          </v:shape>
          <o:OLEObject Type="Embed" ProgID="Equation.DSMT4" ShapeID="_x0000_i1243" DrawAspect="Content" ObjectID="_1714378989" r:id="rId441"/>
        </w:object>
      </w:r>
      <w:r>
        <w:t xml:space="preserve"> </w:t>
      </w:r>
      <w:r>
        <w:rPr>
          <w:rFonts w:hint="eastAsia"/>
        </w:rPr>
        <w:t>と書いて、</w:t>
      </w:r>
      <w:r w:rsidRPr="006B7CEF">
        <w:rPr>
          <w:position w:val="-4"/>
        </w:rPr>
        <w:object w:dxaOrig="260" w:dyaOrig="260" w14:anchorId="74E68603">
          <v:shape id="_x0000_i1244" type="#_x0000_t75" style="width:12.6pt;height:12.6pt" o:ole="">
            <v:imagedata r:id="rId442" o:title=""/>
          </v:shape>
          <o:OLEObject Type="Embed" ProgID="Equation.DSMT4" ShapeID="_x0000_i1244" DrawAspect="Content" ObjectID="_1714378990" r:id="rId443"/>
        </w:object>
      </w:r>
      <w:r>
        <w:t xml:space="preserve"> </w:t>
      </w:r>
      <w:r>
        <w:rPr>
          <w:rFonts w:hint="eastAsia"/>
        </w:rPr>
        <w:t>の逆行列と呼ぶ。</w:t>
      </w:r>
    </w:p>
    <w:p w14:paraId="25765CF6" w14:textId="77777777" w:rsidR="006B7CEF" w:rsidRDefault="006B7CEF" w:rsidP="00FD0C56">
      <w:pPr>
        <w:ind w:firstLineChars="100" w:firstLine="210"/>
      </w:pPr>
      <w:r>
        <w:rPr>
          <w:rFonts w:hint="eastAsia"/>
        </w:rPr>
        <w:t>これは、普通の数の逆数と同じである。</w:t>
      </w:r>
      <w:r w:rsidRPr="006B7CEF">
        <w:rPr>
          <w:position w:val="-10"/>
        </w:rPr>
        <w:object w:dxaOrig="900" w:dyaOrig="360" w14:anchorId="4AB024BD">
          <v:shape id="_x0000_i1245" type="#_x0000_t75" style="width:45pt;height:18.6pt" o:ole="">
            <v:imagedata r:id="rId444" o:title=""/>
          </v:shape>
          <o:OLEObject Type="Embed" ProgID="Equation.DSMT4" ShapeID="_x0000_i1245" DrawAspect="Content" ObjectID="_1714378991" r:id="rId445"/>
        </w:object>
      </w:r>
      <w:r>
        <w:t xml:space="preserve"> </w:t>
      </w:r>
    </w:p>
    <w:p w14:paraId="48D90AA1" w14:textId="77777777" w:rsidR="00FD0C56" w:rsidRPr="007548CF" w:rsidRDefault="00FD0C56" w:rsidP="00FD0C56">
      <w:pPr>
        <w:ind w:firstLineChars="100" w:firstLine="210"/>
      </w:pPr>
      <w:r w:rsidRPr="007548CF">
        <w:rPr>
          <w:rFonts w:hint="eastAsia"/>
        </w:rPr>
        <w:t>逆行列</w:t>
      </w:r>
      <w:r>
        <w:rPr>
          <w:rFonts w:hint="eastAsia"/>
        </w:rPr>
        <w:t>をかけることは、割り算に等しい。</w:t>
      </w:r>
    </w:p>
    <w:p w14:paraId="4979A458" w14:textId="77777777" w:rsidR="00535F44" w:rsidRPr="00FD0C56" w:rsidRDefault="00535F44" w:rsidP="00066C27">
      <w:pPr>
        <w:ind w:leftChars="67" w:left="141"/>
        <w:rPr>
          <w:rFonts w:asciiTheme="majorEastAsia" w:eastAsiaTheme="majorEastAsia" w:hAnsiTheme="majorEastAsia"/>
        </w:rPr>
      </w:pPr>
    </w:p>
    <w:p w14:paraId="5AA2A659" w14:textId="77777777" w:rsidR="00B114EB" w:rsidRPr="006B7CEF" w:rsidRDefault="006B7CEF" w:rsidP="00066C27">
      <w:pPr>
        <w:ind w:leftChars="67" w:left="141"/>
        <w:rPr>
          <w:rFonts w:asciiTheme="majorEastAsia" w:eastAsiaTheme="majorEastAsia" w:hAnsiTheme="majorEastAsia"/>
        </w:rPr>
      </w:pPr>
      <w:r w:rsidRPr="006B7CEF">
        <w:rPr>
          <w:rFonts w:asciiTheme="majorEastAsia" w:eastAsiaTheme="majorEastAsia" w:hAnsiTheme="majorEastAsia" w:hint="eastAsia"/>
        </w:rPr>
        <w:t>公式</w:t>
      </w:r>
    </w:p>
    <w:p w14:paraId="2CD49121" w14:textId="77777777" w:rsidR="00B114EB" w:rsidRDefault="006B7CEF" w:rsidP="00066C27">
      <w:pPr>
        <w:ind w:leftChars="67" w:left="141"/>
      </w:pPr>
      <w:r>
        <w:rPr>
          <w:rFonts w:hint="eastAsia"/>
        </w:rPr>
        <w:t xml:space="preserve">　</w:t>
      </w:r>
      <w:r w:rsidRPr="006B7CEF">
        <w:rPr>
          <w:position w:val="-4"/>
        </w:rPr>
        <w:object w:dxaOrig="1700" w:dyaOrig="300" w14:anchorId="627E460B">
          <v:shape id="_x0000_i1246" type="#_x0000_t75" style="width:84.6pt;height:15pt" o:ole="">
            <v:imagedata r:id="rId446" o:title=""/>
          </v:shape>
          <o:OLEObject Type="Embed" ProgID="Equation.DSMT4" ShapeID="_x0000_i1246" DrawAspect="Content" ObjectID="_1714378992" r:id="rId447"/>
        </w:object>
      </w:r>
      <w:r>
        <w:t xml:space="preserve"> </w:t>
      </w:r>
    </w:p>
    <w:p w14:paraId="71D06EEF" w14:textId="77777777" w:rsidR="00C138EE" w:rsidRDefault="00C138EE" w:rsidP="00066C27">
      <w:pPr>
        <w:ind w:leftChars="67" w:left="141"/>
      </w:pPr>
    </w:p>
    <w:p w14:paraId="643CBFC2" w14:textId="77777777" w:rsidR="006B7CEF" w:rsidRDefault="006B7CEF" w:rsidP="00066C27">
      <w:pPr>
        <w:ind w:leftChars="67" w:left="141"/>
      </w:pPr>
      <w:r>
        <w:rPr>
          <w:rFonts w:hint="eastAsia"/>
        </w:rPr>
        <w:t>2</w:t>
      </w:r>
      <w:r>
        <w:rPr>
          <w:rFonts w:hint="eastAsia"/>
        </w:rPr>
        <w:t>行</w:t>
      </w:r>
      <w:r>
        <w:rPr>
          <w:rFonts w:hint="eastAsia"/>
        </w:rPr>
        <w:t>2</w:t>
      </w:r>
      <w:r>
        <w:rPr>
          <w:rFonts w:hint="eastAsia"/>
        </w:rPr>
        <w:t>列の場合、</w:t>
      </w:r>
    </w:p>
    <w:p w14:paraId="099555EA" w14:textId="77777777" w:rsidR="006B7CEF" w:rsidRDefault="006B7CEF" w:rsidP="006B7CEF">
      <w:pPr>
        <w:ind w:leftChars="67" w:left="141" w:firstLineChars="100" w:firstLine="210"/>
      </w:pPr>
      <w:r w:rsidRPr="006B7CEF">
        <w:rPr>
          <w:position w:val="-30"/>
        </w:rPr>
        <w:object w:dxaOrig="1240" w:dyaOrig="720" w14:anchorId="2151F69B">
          <v:shape id="_x0000_i1247" type="#_x0000_t75" style="width:61.2pt;height:36pt" o:ole="">
            <v:imagedata r:id="rId448" o:title=""/>
          </v:shape>
          <o:OLEObject Type="Embed" ProgID="Equation.DSMT4" ShapeID="_x0000_i1247" DrawAspect="Content" ObjectID="_1714378993" r:id="rId449"/>
        </w:object>
      </w:r>
      <w:r>
        <w:t xml:space="preserve"> </w:t>
      </w:r>
      <w:r>
        <w:rPr>
          <w:rFonts w:hint="eastAsia"/>
        </w:rPr>
        <w:t>のとき、</w:t>
      </w:r>
      <w:r w:rsidR="00C138EE" w:rsidRPr="006B7CEF">
        <w:rPr>
          <w:position w:val="-32"/>
        </w:rPr>
        <w:object w:dxaOrig="3940" w:dyaOrig="740" w14:anchorId="606E4D48">
          <v:shape id="_x0000_i1248" type="#_x0000_t75" style="width:196.8pt;height:36.6pt" o:ole="">
            <v:imagedata r:id="rId450" o:title=""/>
          </v:shape>
          <o:OLEObject Type="Embed" ProgID="Equation.DSMT4" ShapeID="_x0000_i1248" DrawAspect="Content" ObjectID="_1714378994" r:id="rId451"/>
        </w:object>
      </w:r>
    </w:p>
    <w:p w14:paraId="410D9CB8" w14:textId="77777777" w:rsidR="004D4724" w:rsidRDefault="004D4724" w:rsidP="004D4724">
      <w:pPr>
        <w:ind w:firstLineChars="100" w:firstLine="210"/>
      </w:pPr>
      <w:r>
        <w:rPr>
          <w:rFonts w:hint="eastAsia"/>
        </w:rPr>
        <w:t>一般に、逆行列が存在するためには</w:t>
      </w:r>
      <w:r w:rsidRPr="004D4724">
        <w:rPr>
          <w:position w:val="-14"/>
        </w:rPr>
        <w:object w:dxaOrig="700" w:dyaOrig="400" w14:anchorId="0297AD1C">
          <v:shape id="_x0000_i1249" type="#_x0000_t75" style="width:35.4pt;height:20.4pt" o:ole="">
            <v:imagedata r:id="rId452" o:title=""/>
          </v:shape>
          <o:OLEObject Type="Embed" ProgID="Equation.DSMT4" ShapeID="_x0000_i1249" DrawAspect="Content" ObjectID="_1714378995" r:id="rId453"/>
        </w:object>
      </w:r>
      <w:r>
        <w:rPr>
          <w:rFonts w:hint="eastAsia"/>
        </w:rPr>
        <w:t>が必要</w:t>
      </w:r>
    </w:p>
    <w:p w14:paraId="424206DA" w14:textId="77777777" w:rsidR="004D4724" w:rsidRPr="00535F44" w:rsidRDefault="004D4724" w:rsidP="007548CF">
      <w:pPr>
        <w:ind w:leftChars="67" w:left="141"/>
        <w:rPr>
          <w:rFonts w:asciiTheme="minorEastAsia" w:eastAsiaTheme="minorEastAsia" w:hAnsiTheme="minorEastAsia"/>
        </w:rPr>
      </w:pPr>
    </w:p>
    <w:p w14:paraId="7A0DA206" w14:textId="77777777" w:rsidR="009E5AC2" w:rsidRPr="00E5618A" w:rsidRDefault="00EF30A7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逆行列の計算</w:t>
      </w:r>
    </w:p>
    <w:p w14:paraId="780DAF4C" w14:textId="77777777" w:rsidR="00DB6884" w:rsidRDefault="00C138EE" w:rsidP="00394014">
      <w:pPr>
        <w:rPr>
          <w:rFonts w:asciiTheme="majorEastAsia" w:eastAsiaTheme="majorEastAsia" w:hAnsiTheme="majorEastAsia" w:cstheme="majorEastAsia"/>
        </w:rPr>
      </w:pPr>
      <w:r>
        <w:rPr>
          <w:rFonts w:asciiTheme="majorEastAsia" w:eastAsiaTheme="majorEastAsia" w:hAnsiTheme="majorEastAsia" w:cstheme="majorEastAsia" w:hint="eastAsia"/>
        </w:rPr>
        <w:t>問題</w:t>
      </w:r>
    </w:p>
    <w:p w14:paraId="400ADED6" w14:textId="77777777" w:rsidR="00DB6884" w:rsidRPr="00DB6884" w:rsidRDefault="00942466" w:rsidP="00DB6884">
      <w:pPr>
        <w:ind w:leftChars="67" w:left="141"/>
        <w:rPr>
          <w:rFonts w:asciiTheme="majorEastAsia" w:eastAsiaTheme="majorEastAsia" w:hAnsiTheme="majorEastAsia" w:cstheme="majorEastAsia"/>
        </w:rPr>
      </w:pPr>
      <w:r w:rsidRPr="00945C9F">
        <w:rPr>
          <w:position w:val="-30"/>
        </w:rPr>
        <w:object w:dxaOrig="1320" w:dyaOrig="720" w14:anchorId="0FD8B882">
          <v:shape id="_x0000_i1250" type="#_x0000_t75" style="width:66pt;height:36pt" o:ole="">
            <v:imagedata r:id="rId454" o:title=""/>
          </v:shape>
          <o:OLEObject Type="Embed" ProgID="Equation.DSMT4" ShapeID="_x0000_i1250" DrawAspect="Content" ObjectID="_1714378996" r:id="rId455"/>
        </w:object>
      </w:r>
      <w:r w:rsidR="00DB6884" w:rsidRPr="00AD7094">
        <w:rPr>
          <w:rFonts w:asciiTheme="minorEastAsia" w:eastAsiaTheme="minorEastAsia" w:hAnsiTheme="minorEastAsia" w:hint="eastAsia"/>
        </w:rPr>
        <w:t xml:space="preserve">　のとき</w:t>
      </w:r>
      <w:r w:rsidR="00DB6884">
        <w:rPr>
          <w:rFonts w:asciiTheme="minorEastAsia" w:eastAsiaTheme="minorEastAsia" w:hAnsiTheme="minorEastAsia" w:hint="eastAsia"/>
        </w:rPr>
        <w:t>、</w:t>
      </w:r>
      <w:r w:rsidR="00092E6E">
        <w:rPr>
          <w:rFonts w:asciiTheme="minorEastAsia" w:eastAsiaTheme="minorEastAsia" w:hAnsiTheme="minorEastAsia" w:hint="eastAsia"/>
        </w:rPr>
        <w:t xml:space="preserve">     </w:t>
      </w:r>
      <w:r w:rsidR="008D66FF" w:rsidRPr="00945C9F">
        <w:rPr>
          <w:position w:val="-30"/>
        </w:rPr>
        <w:object w:dxaOrig="3320" w:dyaOrig="720" w14:anchorId="082B0296">
          <v:shape id="_x0000_i1251" type="#_x0000_t75" style="width:165.6pt;height:36pt" o:ole="">
            <v:imagedata r:id="rId456" o:title=""/>
          </v:shape>
          <o:OLEObject Type="Embed" ProgID="Equation.DSMT4" ShapeID="_x0000_i1251" DrawAspect="Content" ObjectID="_1714378997" r:id="rId457"/>
        </w:object>
      </w:r>
    </w:p>
    <w:p w14:paraId="7C1384B1" w14:textId="77777777" w:rsidR="00FD4387" w:rsidRDefault="00FD4387" w:rsidP="00394014">
      <w:pPr>
        <w:rPr>
          <w:rFonts w:asciiTheme="majorEastAsia" w:eastAsiaTheme="majorEastAsia" w:hAnsiTheme="majorEastAsia" w:cstheme="majorEastAsia"/>
        </w:rPr>
      </w:pPr>
    </w:p>
    <w:p w14:paraId="13D6690C" w14:textId="77777777" w:rsidR="00FD4387" w:rsidRDefault="00FD4387" w:rsidP="00FD4387">
      <w:r>
        <w:rPr>
          <w:rFonts w:hint="eastAsia"/>
        </w:rPr>
        <w:t>3</w:t>
      </w:r>
      <w:r>
        <w:rPr>
          <w:rFonts w:hint="eastAsia"/>
        </w:rPr>
        <w:t>行</w:t>
      </w:r>
      <w:r w:rsidR="00C138EE">
        <w:rPr>
          <w:rFonts w:hint="eastAsia"/>
        </w:rPr>
        <w:t>3</w:t>
      </w:r>
      <w:r w:rsidR="00C138EE">
        <w:rPr>
          <w:rFonts w:hint="eastAsia"/>
        </w:rPr>
        <w:t>列以上の場合は複雑</w:t>
      </w:r>
      <w:r w:rsidR="00535F44">
        <w:rPr>
          <w:rFonts w:hint="eastAsia"/>
        </w:rPr>
        <w:t>なので式は省略</w:t>
      </w:r>
      <w:r w:rsidR="00C138EE">
        <w:rPr>
          <w:rFonts w:hint="eastAsia"/>
        </w:rPr>
        <w:t>。パソコンを利用する。</w:t>
      </w:r>
    </w:p>
    <w:p w14:paraId="2388B6D2" w14:textId="77777777" w:rsidR="004A3363" w:rsidRPr="00E22A71" w:rsidRDefault="004A3363">
      <w:pPr>
        <w:rPr>
          <w:rFonts w:asciiTheme="majorEastAsia" w:eastAsiaTheme="majorEastAsia" w:hAnsiTheme="majorEastAsia"/>
        </w:rPr>
      </w:pPr>
      <w:r w:rsidRPr="00E22A71">
        <w:rPr>
          <w:rFonts w:asciiTheme="majorEastAsia" w:eastAsiaTheme="majorEastAsia" w:hAnsiTheme="majorEastAsia" w:hint="eastAsia"/>
        </w:rPr>
        <w:t>例</w:t>
      </w:r>
    </w:p>
    <w:p w14:paraId="4EDA5860" w14:textId="77777777" w:rsidR="004A3363" w:rsidRDefault="00945C9F" w:rsidP="004A3363">
      <w:pPr>
        <w:ind w:leftChars="67" w:left="141"/>
      </w:pPr>
      <w:r w:rsidRPr="00945C9F">
        <w:rPr>
          <w:position w:val="-50"/>
        </w:rPr>
        <w:object w:dxaOrig="1540" w:dyaOrig="1120" w14:anchorId="750EF72D">
          <v:shape id="_x0000_i1252" type="#_x0000_t75" style="width:76.2pt;height:56.4pt" o:ole="">
            <v:imagedata r:id="rId458" o:title=""/>
          </v:shape>
          <o:OLEObject Type="Embed" ProgID="Equation.DSMT4" ShapeID="_x0000_i1252" DrawAspect="Content" ObjectID="_1714378998" r:id="rId459"/>
        </w:object>
      </w:r>
      <w:r w:rsidR="00C138EE">
        <w:rPr>
          <w:rFonts w:hint="eastAsia"/>
        </w:rPr>
        <w:t xml:space="preserve">，　</w:t>
      </w:r>
      <w:r w:rsidR="00867DA3" w:rsidRPr="00945C9F">
        <w:rPr>
          <w:position w:val="-50"/>
        </w:rPr>
        <w:object w:dxaOrig="1760" w:dyaOrig="1120" w14:anchorId="5A2D6C83">
          <v:shape id="_x0000_i1253" type="#_x0000_t75" style="width:88.2pt;height:56.4pt" o:ole="">
            <v:imagedata r:id="rId460" o:title=""/>
          </v:shape>
          <o:OLEObject Type="Embed" ProgID="Equation.DSMT4" ShapeID="_x0000_i1253" DrawAspect="Content" ObjectID="_1714378999" r:id="rId461"/>
        </w:object>
      </w:r>
      <w:r w:rsidR="00C138EE">
        <w:rPr>
          <w:rFonts w:hint="eastAsia"/>
        </w:rPr>
        <w:t xml:space="preserve">，　</w:t>
      </w:r>
      <w:r w:rsidR="00867DA3" w:rsidRPr="00945C9F">
        <w:rPr>
          <w:position w:val="-50"/>
        </w:rPr>
        <w:object w:dxaOrig="1640" w:dyaOrig="1120" w14:anchorId="1BA8BE7A">
          <v:shape id="_x0000_i1254" type="#_x0000_t75" style="width:81.6pt;height:56.4pt" o:ole="">
            <v:imagedata r:id="rId462" o:title=""/>
          </v:shape>
          <o:OLEObject Type="Embed" ProgID="Equation.DSMT4" ShapeID="_x0000_i1254" DrawAspect="Content" ObjectID="_1714379000" r:id="rId463"/>
        </w:object>
      </w:r>
      <w:r w:rsidR="004A3363">
        <w:rPr>
          <w:rFonts w:hint="eastAsia"/>
        </w:rPr>
        <w:t xml:space="preserve">　　のとき</w:t>
      </w:r>
      <w:r w:rsidR="0087708A">
        <w:rPr>
          <w:rFonts w:hint="eastAsia"/>
        </w:rPr>
        <w:t>、</w:t>
      </w:r>
    </w:p>
    <w:p w14:paraId="297D3CA8" w14:textId="77777777" w:rsidR="00535F44" w:rsidRDefault="00535F44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448CD472" w14:textId="77777777" w:rsidR="00E22A71" w:rsidRDefault="00A254E5">
      <w:r>
        <w:rPr>
          <w:rFonts w:hint="eastAsia"/>
        </w:rPr>
        <w:lastRenderedPageBreak/>
        <w:t>以下の値を求めよ。</w:t>
      </w:r>
      <w:r w:rsidR="00F12D61">
        <w:rPr>
          <w:rFonts w:hint="eastAsia"/>
        </w:rPr>
        <w:t>（分数表示）</w:t>
      </w:r>
    </w:p>
    <w:p w14:paraId="69BEE3F7" w14:textId="77777777" w:rsidR="00A254E5" w:rsidRDefault="00A254E5"/>
    <w:p w14:paraId="5B3C70AB" w14:textId="77777777" w:rsidR="0087708A" w:rsidRDefault="00A254E5">
      <w:r>
        <w:rPr>
          <w:rFonts w:hint="eastAsia"/>
        </w:rPr>
        <w:t>１）</w:t>
      </w:r>
      <w:r w:rsidR="00E22A71" w:rsidRPr="00E22A71">
        <w:rPr>
          <w:position w:val="-4"/>
        </w:rPr>
        <w:object w:dxaOrig="620" w:dyaOrig="300" w14:anchorId="339FFC7A">
          <v:shape id="_x0000_i1255" type="#_x0000_t75" style="width:31.8pt;height:15pt" o:ole="">
            <v:imagedata r:id="rId464" o:title=""/>
          </v:shape>
          <o:OLEObject Type="Embed" ProgID="Equation.DSMT4" ShapeID="_x0000_i1255" DrawAspect="Content" ObjectID="_1714379001" r:id="rId465"/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２）</w:t>
      </w:r>
      <w:r w:rsidRPr="00A254E5">
        <w:rPr>
          <w:rFonts w:asciiTheme="minorEastAsia" w:eastAsiaTheme="minorEastAsia" w:hAnsiTheme="minorEastAsia"/>
          <w:position w:val="-4"/>
        </w:rPr>
        <w:object w:dxaOrig="780" w:dyaOrig="300" w14:anchorId="1BA5A9F7">
          <v:shape id="_x0000_i1256" type="#_x0000_t75" style="width:39pt;height:15pt" o:ole="">
            <v:imagedata r:id="rId466" o:title=""/>
          </v:shape>
          <o:OLEObject Type="Embed" ProgID="Equation.DSMT4" ShapeID="_x0000_i1256" DrawAspect="Content" ObjectID="_1714379002" r:id="rId467"/>
        </w:object>
      </w:r>
    </w:p>
    <w:p w14:paraId="38BB2637" w14:textId="77777777" w:rsidR="0087708A" w:rsidRDefault="0087708A"/>
    <w:p w14:paraId="7EB5DA80" w14:textId="77777777" w:rsidR="00651BB1" w:rsidRDefault="00651BB1"/>
    <w:p w14:paraId="218C6E7E" w14:textId="77777777" w:rsidR="009E5AC2" w:rsidRPr="00E5618A" w:rsidRDefault="00EF30A7" w:rsidP="00E5618A">
      <w:pPr>
        <w:rPr>
          <w:rFonts w:asciiTheme="majorEastAsia" w:eastAsiaTheme="majorEastAsia" w:hAnsiTheme="majorEastAsia"/>
        </w:rPr>
      </w:pPr>
      <w:r w:rsidRPr="00E5618A">
        <w:rPr>
          <w:rFonts w:asciiTheme="majorEastAsia" w:eastAsiaTheme="majorEastAsia" w:hAnsiTheme="majorEastAsia" w:hint="eastAsia"/>
        </w:rPr>
        <w:t>逆行列の性質</w:t>
      </w:r>
    </w:p>
    <w:p w14:paraId="23779358" w14:textId="77777777" w:rsidR="0070320C" w:rsidRDefault="00E22A71" w:rsidP="00E22A71">
      <w:pPr>
        <w:pStyle w:val="MTDisplayEquation"/>
        <w:ind w:leftChars="0" w:left="0"/>
      </w:pPr>
      <w:r>
        <w:rPr>
          <w:rFonts w:hint="eastAsia"/>
        </w:rPr>
        <w:t>１）</w:t>
      </w:r>
      <w:r w:rsidR="00945C9F" w:rsidRPr="00945C9F">
        <w:rPr>
          <w:position w:val="-14"/>
        </w:rPr>
        <w:object w:dxaOrig="1660" w:dyaOrig="440" w14:anchorId="3D7633CF">
          <v:shape id="_x0000_i1257" type="#_x0000_t75" style="width:82.2pt;height:21.6pt" o:ole="">
            <v:imagedata r:id="rId468" o:title=""/>
          </v:shape>
          <o:OLEObject Type="Embed" ProgID="Equation.DSMT4" ShapeID="_x0000_i1257" DrawAspect="Content" ObjectID="_1714379003" r:id="rId469"/>
        </w:object>
      </w:r>
    </w:p>
    <w:p w14:paraId="3D5C59F5" w14:textId="77777777" w:rsidR="00E22A71" w:rsidRPr="00E22A71" w:rsidRDefault="00E22A71" w:rsidP="00470DBF">
      <w:pPr>
        <w:ind w:firstLineChars="100" w:firstLine="210"/>
      </w:pPr>
      <w:r>
        <w:rPr>
          <w:rFonts w:hint="eastAsia"/>
        </w:rPr>
        <w:t>証明</w:t>
      </w:r>
    </w:p>
    <w:p w14:paraId="1AF3CE51" w14:textId="77777777" w:rsidR="0070320C" w:rsidRPr="004F13D7" w:rsidRDefault="00470DBF" w:rsidP="00470DBF">
      <w:pPr>
        <w:pStyle w:val="MTDisplayEquation"/>
        <w:ind w:firstLineChars="100" w:firstLine="210"/>
      </w:pPr>
      <w:r w:rsidRPr="00945C9F">
        <w:rPr>
          <w:position w:val="-16"/>
        </w:rPr>
        <w:object w:dxaOrig="4580" w:dyaOrig="440" w14:anchorId="7AAE662F">
          <v:shape id="_x0000_i1258" type="#_x0000_t75" style="width:228.6pt;height:21.6pt" o:ole="">
            <v:imagedata r:id="rId470" o:title=""/>
          </v:shape>
          <o:OLEObject Type="Embed" ProgID="Equation.DSMT4" ShapeID="_x0000_i1258" DrawAspect="Content" ObjectID="_1714379004" r:id="rId471"/>
        </w:object>
      </w:r>
    </w:p>
    <w:p w14:paraId="163EC9C0" w14:textId="77777777" w:rsidR="004F13D7" w:rsidRDefault="004F13D7" w:rsidP="00470DBF">
      <w:pPr>
        <w:ind w:firstLineChars="100" w:firstLine="210"/>
      </w:pPr>
      <w:r>
        <w:rPr>
          <w:rFonts w:hint="eastAsia"/>
        </w:rPr>
        <w:t>同様に</w:t>
      </w:r>
    </w:p>
    <w:p w14:paraId="01CE99CE" w14:textId="77777777" w:rsidR="004F13D7" w:rsidRPr="004F13D7" w:rsidRDefault="00945C9F" w:rsidP="00470DBF">
      <w:pPr>
        <w:pStyle w:val="MTDisplayEquation"/>
        <w:tabs>
          <w:tab w:val="clear" w:pos="4100"/>
        </w:tabs>
        <w:ind w:firstLineChars="100" w:firstLine="210"/>
      </w:pPr>
      <w:r w:rsidRPr="00945C9F">
        <w:rPr>
          <w:position w:val="-16"/>
        </w:rPr>
        <w:object w:dxaOrig="1820" w:dyaOrig="440" w14:anchorId="0F931F0D">
          <v:shape id="_x0000_i1259" type="#_x0000_t75" style="width:90.6pt;height:21.6pt" o:ole="">
            <v:imagedata r:id="rId472" o:title=""/>
          </v:shape>
          <o:OLEObject Type="Embed" ProgID="Equation.DSMT4" ShapeID="_x0000_i1259" DrawAspect="Content" ObjectID="_1714379005" r:id="rId473"/>
        </w:object>
      </w:r>
      <w:r w:rsidR="00470DBF">
        <w:rPr>
          <w:rFonts w:hint="eastAsia"/>
        </w:rPr>
        <w:t xml:space="preserve">　　　　　　よって、</w:t>
      </w:r>
      <w:r w:rsidR="00470DBF" w:rsidRPr="00945C9F">
        <w:rPr>
          <w:position w:val="-14"/>
        </w:rPr>
        <w:object w:dxaOrig="1660" w:dyaOrig="440" w14:anchorId="1A1AE082">
          <v:shape id="_x0000_i1260" type="#_x0000_t75" style="width:82.2pt;height:21.6pt" o:ole="">
            <v:imagedata r:id="rId468" o:title=""/>
          </v:shape>
          <o:OLEObject Type="Embed" ProgID="Equation.DSMT4" ShapeID="_x0000_i1260" DrawAspect="Content" ObjectID="_1714379006" r:id="rId474"/>
        </w:object>
      </w:r>
    </w:p>
    <w:p w14:paraId="6DEF1926" w14:textId="77777777" w:rsidR="004F13D7" w:rsidRPr="00470DBF" w:rsidRDefault="004F13D7"/>
    <w:p w14:paraId="08A4B22F" w14:textId="77777777" w:rsidR="004F13D7" w:rsidRDefault="00E22A71" w:rsidP="00E22A71">
      <w:pPr>
        <w:pStyle w:val="MTDisplayEquation"/>
        <w:ind w:leftChars="0" w:left="0"/>
      </w:pPr>
      <w:r>
        <w:rPr>
          <w:rFonts w:hint="eastAsia"/>
        </w:rPr>
        <w:t>２）</w:t>
      </w:r>
      <w:r w:rsidR="00945C9F" w:rsidRPr="00945C9F">
        <w:rPr>
          <w:position w:val="-32"/>
        </w:rPr>
        <w:object w:dxaOrig="1040" w:dyaOrig="700" w14:anchorId="1423AA34">
          <v:shape id="_x0000_i1261" type="#_x0000_t75" style="width:51.6pt;height:35.4pt" o:ole="">
            <v:imagedata r:id="rId475" o:title=""/>
          </v:shape>
          <o:OLEObject Type="Embed" ProgID="Equation.DSMT4" ShapeID="_x0000_i1261" DrawAspect="Content" ObjectID="_1714379007" r:id="rId476"/>
        </w:object>
      </w:r>
    </w:p>
    <w:p w14:paraId="3154645B" w14:textId="77777777" w:rsidR="00E22A71" w:rsidRDefault="00E22A71" w:rsidP="00470DBF">
      <w:pPr>
        <w:spacing w:line="500" w:lineRule="atLeast"/>
        <w:ind w:firstLineChars="100" w:firstLine="210"/>
      </w:pPr>
      <w:r>
        <w:rPr>
          <w:rFonts w:hint="eastAsia"/>
        </w:rPr>
        <w:t>証明</w:t>
      </w:r>
    </w:p>
    <w:p w14:paraId="0D9AC224" w14:textId="77777777" w:rsidR="00A56F96" w:rsidRPr="00A56F96" w:rsidRDefault="00470DBF" w:rsidP="00A56F96">
      <w:pPr>
        <w:spacing w:line="500" w:lineRule="atLeast"/>
        <w:ind w:leftChars="67" w:left="141"/>
      </w:pPr>
      <w:r w:rsidRPr="00470DBF">
        <w:rPr>
          <w:position w:val="-36"/>
        </w:rPr>
        <w:object w:dxaOrig="1800" w:dyaOrig="840" w14:anchorId="3745519A">
          <v:shape id="_x0000_i1262" type="#_x0000_t75" style="width:90.6pt;height:42pt" o:ole="">
            <v:imagedata r:id="rId477" o:title=""/>
          </v:shape>
          <o:OLEObject Type="Embed" ProgID="Equation.DSMT4" ShapeID="_x0000_i1262" DrawAspect="Content" ObjectID="_1714379008" r:id="rId478"/>
        </w:object>
      </w:r>
      <w:r>
        <w:rPr>
          <w:rFonts w:hint="eastAsia"/>
        </w:rPr>
        <w:t xml:space="preserve">　　　　　　　よって、</w:t>
      </w:r>
      <w:r w:rsidRPr="00945C9F">
        <w:rPr>
          <w:position w:val="-32"/>
        </w:rPr>
        <w:object w:dxaOrig="1040" w:dyaOrig="700" w14:anchorId="79584A12">
          <v:shape id="_x0000_i1263" type="#_x0000_t75" style="width:51.6pt;height:35.4pt" o:ole="">
            <v:imagedata r:id="rId475" o:title=""/>
          </v:shape>
          <o:OLEObject Type="Embed" ProgID="Equation.DSMT4" ShapeID="_x0000_i1263" DrawAspect="Content" ObjectID="_1714379009" r:id="rId479"/>
        </w:object>
      </w:r>
    </w:p>
    <w:p w14:paraId="051692B5" w14:textId="77777777" w:rsidR="00A56F96" w:rsidRDefault="00FD0697">
      <w:r>
        <w:rPr>
          <w:rFonts w:hint="eastAsia"/>
        </w:rPr>
        <w:t xml:space="preserve">　　注）単位行列の行列式は</w:t>
      </w:r>
      <w:r>
        <w:rPr>
          <w:rFonts w:hint="eastAsia"/>
        </w:rPr>
        <w:t>1</w:t>
      </w:r>
    </w:p>
    <w:p w14:paraId="4E06E300" w14:textId="77777777" w:rsidR="00FD0697" w:rsidRPr="00FD0697" w:rsidRDefault="00FD0697"/>
    <w:p w14:paraId="793F4825" w14:textId="77777777" w:rsidR="009E5AC2" w:rsidRDefault="00E22A71" w:rsidP="00A56F96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演習</w:t>
      </w:r>
      <w:r w:rsidRPr="00E22A71">
        <w:rPr>
          <w:rFonts w:asciiTheme="minorEastAsia" w:eastAsiaTheme="minorEastAsia" w:hAnsiTheme="minorEastAsia" w:hint="eastAsia"/>
        </w:rPr>
        <w:t xml:space="preserve">　以下を求めよ。</w:t>
      </w:r>
      <w:r w:rsidR="00F12D61">
        <w:rPr>
          <w:rFonts w:asciiTheme="minorEastAsia" w:eastAsiaTheme="minorEastAsia" w:hAnsiTheme="minorEastAsia" w:hint="eastAsia"/>
        </w:rPr>
        <w:t>（分数表示）</w:t>
      </w:r>
    </w:p>
    <w:p w14:paraId="0BBFA8C8" w14:textId="77777777" w:rsidR="00E22A71" w:rsidRDefault="00E22A71" w:rsidP="00A56F96">
      <w:pPr>
        <w:rPr>
          <w:rFonts w:asciiTheme="minorEastAsia" w:eastAsiaTheme="minorEastAsia" w:hAnsiTheme="minorEastAsia"/>
        </w:rPr>
      </w:pPr>
    </w:p>
    <w:p w14:paraId="52BAC584" w14:textId="77777777" w:rsidR="00D32534" w:rsidRPr="00E22A71" w:rsidRDefault="00D32534" w:rsidP="00A56F96">
      <w:pPr>
        <w:rPr>
          <w:rFonts w:asciiTheme="minorEastAsia" w:eastAsiaTheme="minorEastAsia" w:hAnsiTheme="minorEastAsia"/>
        </w:rPr>
      </w:pPr>
    </w:p>
    <w:p w14:paraId="62383005" w14:textId="77777777" w:rsidR="00E22A71" w:rsidRPr="00E22A71" w:rsidRDefault="00E22A71" w:rsidP="00A56F96">
      <w:pPr>
        <w:rPr>
          <w:rFonts w:asciiTheme="minorEastAsia" w:eastAsiaTheme="minorEastAsia" w:hAnsiTheme="minorEastAsia"/>
        </w:rPr>
      </w:pPr>
      <w:r w:rsidRPr="00E22A71">
        <w:rPr>
          <w:rFonts w:asciiTheme="minorEastAsia" w:eastAsiaTheme="minorEastAsia" w:hAnsiTheme="minorEastAsia" w:hint="eastAsia"/>
        </w:rPr>
        <w:t>１）</w:t>
      </w:r>
      <w:r w:rsidR="00AF5A2B" w:rsidRPr="00D04A4B">
        <w:rPr>
          <w:rFonts w:asciiTheme="minorEastAsia" w:eastAsiaTheme="minorEastAsia" w:hAnsiTheme="minorEastAsia"/>
          <w:position w:val="-14"/>
        </w:rPr>
        <w:object w:dxaOrig="940" w:dyaOrig="440" w14:anchorId="4B1E9F88">
          <v:shape id="_x0000_i1264" type="#_x0000_t75" style="width:46.8pt;height:21.6pt" o:ole="">
            <v:imagedata r:id="rId480" o:title=""/>
          </v:shape>
          <o:OLEObject Type="Embed" ProgID="Equation.DSMT4" ShapeID="_x0000_i1264" DrawAspect="Content" ObjectID="_1714379010" r:id="rId481"/>
        </w:object>
      </w:r>
      <w:r w:rsidR="00323301">
        <w:rPr>
          <w:rFonts w:asciiTheme="minorEastAsia" w:eastAsiaTheme="minorEastAsia" w:hAnsiTheme="minorEastAsia" w:hint="eastAsia"/>
        </w:rPr>
        <w:tab/>
      </w:r>
      <w:r w:rsidR="00323301">
        <w:rPr>
          <w:rFonts w:asciiTheme="minorEastAsia" w:eastAsiaTheme="minorEastAsia" w:hAnsiTheme="minorEastAsia" w:hint="eastAsia"/>
        </w:rPr>
        <w:tab/>
      </w:r>
      <w:r w:rsidR="00323301">
        <w:rPr>
          <w:rFonts w:asciiTheme="minorEastAsia" w:eastAsiaTheme="minorEastAsia" w:hAnsiTheme="minorEastAsia" w:hint="eastAsia"/>
        </w:rPr>
        <w:tab/>
      </w:r>
      <w:r w:rsidR="00323301">
        <w:rPr>
          <w:rFonts w:asciiTheme="minorEastAsia" w:eastAsiaTheme="minorEastAsia" w:hAnsiTheme="minorEastAsia" w:hint="eastAsia"/>
        </w:rPr>
        <w:tab/>
      </w:r>
      <w:r w:rsidR="00AF5A2B">
        <w:rPr>
          <w:rFonts w:asciiTheme="minorEastAsia" w:eastAsiaTheme="minorEastAsia" w:hAnsiTheme="minorEastAsia" w:hint="eastAsia"/>
        </w:rPr>
        <w:t>２）</w:t>
      </w:r>
      <w:r w:rsidR="00AF5A2B" w:rsidRPr="00AF5A2B">
        <w:rPr>
          <w:rFonts w:asciiTheme="minorEastAsia" w:eastAsiaTheme="minorEastAsia" w:hAnsiTheme="minorEastAsia"/>
          <w:position w:val="-6"/>
        </w:rPr>
        <w:object w:dxaOrig="900" w:dyaOrig="320" w14:anchorId="70DAFC25">
          <v:shape id="_x0000_i1265" type="#_x0000_t75" style="width:45pt;height:16.2pt" o:ole="">
            <v:imagedata r:id="rId482" o:title=""/>
          </v:shape>
          <o:OLEObject Type="Embed" ProgID="Equation.DSMT4" ShapeID="_x0000_i1265" DrawAspect="Content" ObjectID="_1714379011" r:id="rId483"/>
        </w:object>
      </w:r>
    </w:p>
    <w:p w14:paraId="20970C35" w14:textId="77777777" w:rsidR="00323301" w:rsidRDefault="00323301" w:rsidP="00A56F96">
      <w:pPr>
        <w:rPr>
          <w:rFonts w:asciiTheme="minorEastAsia" w:eastAsiaTheme="minorEastAsia" w:hAnsiTheme="minorEastAsia"/>
        </w:rPr>
      </w:pPr>
    </w:p>
    <w:p w14:paraId="5DBBFF4E" w14:textId="77777777" w:rsidR="00D32534" w:rsidRDefault="00D32534" w:rsidP="00A56F96">
      <w:pPr>
        <w:rPr>
          <w:rFonts w:asciiTheme="minorEastAsia" w:eastAsiaTheme="minorEastAsia" w:hAnsiTheme="minorEastAsia"/>
        </w:rPr>
      </w:pPr>
    </w:p>
    <w:p w14:paraId="103E3A11" w14:textId="77777777" w:rsidR="00D04A4B" w:rsidRDefault="00323301" w:rsidP="00D32534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</w:r>
      <w:r>
        <w:rPr>
          <w:rFonts w:asciiTheme="minorEastAsia" w:eastAsiaTheme="minorEastAsia" w:hAnsiTheme="minorEastAsia" w:hint="eastAsia"/>
        </w:rPr>
        <w:tab/>
        <w:t>一般に、</w:t>
      </w:r>
      <w:r w:rsidRPr="00D04A4B">
        <w:rPr>
          <w:rFonts w:asciiTheme="minorEastAsia" w:eastAsiaTheme="minorEastAsia" w:hAnsiTheme="minorEastAsia"/>
          <w:position w:val="-14"/>
        </w:rPr>
        <w:object w:dxaOrig="2520" w:dyaOrig="440" w14:anchorId="1C080C2F">
          <v:shape id="_x0000_i1266" type="#_x0000_t75" style="width:125.4pt;height:21.6pt" o:ole="">
            <v:imagedata r:id="rId484" o:title=""/>
          </v:shape>
          <o:OLEObject Type="Embed" ProgID="Equation.DSMT4" ShapeID="_x0000_i1266" DrawAspect="Content" ObjectID="_1714379012" r:id="rId485"/>
        </w:object>
      </w:r>
    </w:p>
    <w:p w14:paraId="3E4652C7" w14:textId="77777777" w:rsidR="00D32534" w:rsidRDefault="00D32534" w:rsidP="00D32534">
      <w:pPr>
        <w:rPr>
          <w:rFonts w:asciiTheme="minorEastAsia" w:eastAsiaTheme="minorEastAsia" w:hAnsiTheme="minorEastAsia"/>
        </w:rPr>
      </w:pPr>
    </w:p>
    <w:p w14:paraId="2AE26367" w14:textId="77777777" w:rsidR="00F12D61" w:rsidRDefault="00AF5A2B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</w:t>
      </w:r>
      <w:r w:rsidR="00D04A4B">
        <w:rPr>
          <w:rFonts w:asciiTheme="minorEastAsia" w:eastAsiaTheme="minorEastAsia" w:hAnsiTheme="minorEastAsia" w:hint="eastAsia"/>
        </w:rPr>
        <w:t>）</w:t>
      </w:r>
      <w:r w:rsidR="004006BE" w:rsidRPr="00AF5A2B">
        <w:rPr>
          <w:rFonts w:asciiTheme="minorEastAsia" w:eastAsiaTheme="minorEastAsia" w:hAnsiTheme="minorEastAsia"/>
          <w:position w:val="-14"/>
        </w:rPr>
        <w:object w:dxaOrig="499" w:dyaOrig="400" w14:anchorId="7BC81A8C">
          <v:shape id="_x0000_i1267" type="#_x0000_t75" style="width:24.6pt;height:20.4pt" o:ole="">
            <v:imagedata r:id="rId486" o:title=""/>
          </v:shape>
          <o:OLEObject Type="Embed" ProgID="Equation.DSMT4" ShapeID="_x0000_i1267" DrawAspect="Content" ObjectID="_1714379013" r:id="rId487"/>
        </w:object>
      </w:r>
      <w:r>
        <w:rPr>
          <w:rFonts w:asciiTheme="minorEastAsia" w:eastAsiaTheme="minorEastAsia" w:hAnsiTheme="minorEastAsia"/>
        </w:rPr>
        <w:t xml:space="preserve"> </w:t>
      </w:r>
      <w:r w:rsidR="004006BE">
        <w:rPr>
          <w:rFonts w:asciiTheme="minorEastAsia" w:eastAsiaTheme="minorEastAsia" w:hAnsiTheme="minorEastAsia" w:hint="eastAsia"/>
        </w:rPr>
        <w:tab/>
      </w:r>
      <w:r w:rsidR="004006BE">
        <w:rPr>
          <w:rFonts w:asciiTheme="minorEastAsia" w:eastAsiaTheme="minorEastAsia" w:hAnsiTheme="minorEastAsia" w:hint="eastAsia"/>
        </w:rPr>
        <w:tab/>
      </w:r>
      <w:r w:rsidR="004006BE">
        <w:rPr>
          <w:rFonts w:asciiTheme="minorEastAsia" w:eastAsiaTheme="minorEastAsia" w:hAnsiTheme="minorEastAsia" w:hint="eastAsia"/>
        </w:rPr>
        <w:tab/>
      </w:r>
      <w:r w:rsidR="004006BE">
        <w:rPr>
          <w:rFonts w:asciiTheme="minorEastAsia" w:eastAsiaTheme="minorEastAsia" w:hAnsiTheme="minorEastAsia" w:hint="eastAsia"/>
        </w:rPr>
        <w:tab/>
        <w:t>４）</w:t>
      </w:r>
      <w:r w:rsidR="004006BE" w:rsidRPr="004006BE">
        <w:rPr>
          <w:rFonts w:asciiTheme="minorEastAsia" w:eastAsiaTheme="minorEastAsia" w:hAnsiTheme="minorEastAsia"/>
          <w:position w:val="-16"/>
        </w:rPr>
        <w:object w:dxaOrig="660" w:dyaOrig="440" w14:anchorId="46AF64E5">
          <v:shape id="_x0000_i1268" type="#_x0000_t75" style="width:33pt;height:21.6pt" o:ole="">
            <v:imagedata r:id="rId488" o:title=""/>
          </v:shape>
          <o:OLEObject Type="Embed" ProgID="Equation.DSMT4" ShapeID="_x0000_i1268" DrawAspect="Content" ObjectID="_1714379014" r:id="rId489"/>
        </w:object>
      </w:r>
    </w:p>
    <w:p w14:paraId="4A0C285B" w14:textId="77777777" w:rsidR="00D32534" w:rsidRDefault="00D32534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</w:p>
    <w:p w14:paraId="4F74FEE7" w14:textId="77777777" w:rsidR="00BC3288" w:rsidRDefault="00BC3288">
      <w:pPr>
        <w:widowControl/>
        <w:adjustRightInd/>
        <w:spacing w:line="240" w:lineRule="auto"/>
        <w:jc w:val="left"/>
        <w:textAlignment w:val="auto"/>
        <w:rPr>
          <w:rFonts w:asciiTheme="minorEastAsia" w:eastAsiaTheme="minorEastAsia" w:hAnsiTheme="minorEastAsia"/>
        </w:rPr>
      </w:pPr>
      <w:r w:rsidRPr="00E22A71">
        <w:rPr>
          <w:rFonts w:asciiTheme="minorEastAsia" w:eastAsiaTheme="minorEastAsia" w:hAnsiTheme="minorEastAsia"/>
        </w:rPr>
        <w:br w:type="page"/>
      </w:r>
    </w:p>
    <w:p w14:paraId="5663C792" w14:textId="77777777" w:rsidR="00323301" w:rsidRDefault="00323301" w:rsidP="00323301">
      <w:pPr>
        <w:pStyle w:val="2"/>
      </w:pPr>
      <w:r>
        <w:rPr>
          <w:rFonts w:hint="eastAsia"/>
        </w:rPr>
        <w:lastRenderedPageBreak/>
        <w:t>2.7 行列の応用２【第11回】</w:t>
      </w:r>
    </w:p>
    <w:p w14:paraId="4CEC1C35" w14:textId="77777777" w:rsidR="00323301" w:rsidRDefault="00A40F1A" w:rsidP="00323301">
      <w:pPr>
        <w:pStyle w:val="3"/>
      </w:pPr>
      <w:r>
        <w:rPr>
          <w:rFonts w:hint="eastAsia"/>
        </w:rPr>
        <w:t xml:space="preserve">2.7.1 </w:t>
      </w:r>
      <w:r w:rsidR="00323301">
        <w:rPr>
          <w:rFonts w:hint="eastAsia"/>
        </w:rPr>
        <w:t>連立方程式の解</w:t>
      </w:r>
    </w:p>
    <w:p w14:paraId="1902F3E0" w14:textId="77777777" w:rsidR="00323301" w:rsidRPr="003E0AD9" w:rsidRDefault="003E0AD9" w:rsidP="00642E27">
      <w:pPr>
        <w:rPr>
          <w:rFonts w:asciiTheme="majorEastAsia" w:eastAsiaTheme="majorEastAsia" w:hAnsiTheme="majorEastAsia"/>
        </w:rPr>
      </w:pPr>
      <w:r w:rsidRPr="003E0AD9">
        <w:rPr>
          <w:rFonts w:asciiTheme="majorEastAsia" w:eastAsiaTheme="majorEastAsia" w:hAnsiTheme="majorEastAsia" w:hint="eastAsia"/>
        </w:rPr>
        <w:t>例</w:t>
      </w:r>
    </w:p>
    <w:p w14:paraId="21528AF4" w14:textId="77777777" w:rsidR="00642E27" w:rsidRDefault="00C9232D" w:rsidP="00642E27">
      <w:r w:rsidRPr="00C9232D">
        <w:rPr>
          <w:position w:val="-28"/>
        </w:rPr>
        <w:object w:dxaOrig="1160" w:dyaOrig="680" w14:anchorId="51BE7EBB">
          <v:shape id="_x0000_i1269" type="#_x0000_t75" style="width:57.6pt;height:33.6pt" o:ole="">
            <v:imagedata r:id="rId490" o:title=""/>
          </v:shape>
          <o:OLEObject Type="Embed" ProgID="Equation.DSMT4" ShapeID="_x0000_i1269" DrawAspect="Content" ObjectID="_1714379015" r:id="rId491"/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⇔</w:t>
      </w:r>
      <w:r>
        <w:rPr>
          <w:rFonts w:hint="eastAsia"/>
        </w:rPr>
        <w:tab/>
      </w:r>
      <w:r>
        <w:rPr>
          <w:rFonts w:hint="eastAsia"/>
        </w:rPr>
        <w:tab/>
      </w:r>
      <w:r w:rsidRPr="00C9232D">
        <w:rPr>
          <w:position w:val="-30"/>
        </w:rPr>
        <w:object w:dxaOrig="2400" w:dyaOrig="720" w14:anchorId="1410A819">
          <v:shape id="_x0000_i1270" type="#_x0000_t75" style="width:119.4pt;height:36pt" o:ole="">
            <v:imagedata r:id="rId492" o:title=""/>
          </v:shape>
          <o:OLEObject Type="Embed" ProgID="Equation.DSMT4" ShapeID="_x0000_i1270" DrawAspect="Content" ObjectID="_1714379016" r:id="rId493"/>
        </w:object>
      </w:r>
    </w:p>
    <w:p w14:paraId="76A97D6B" w14:textId="77777777" w:rsidR="00C9232D" w:rsidRDefault="00D351AB" w:rsidP="00363115">
      <w:pPr>
        <w:tabs>
          <w:tab w:val="left" w:pos="1124"/>
        </w:tabs>
        <w:ind w:leftChars="67" w:left="141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Pr="00D351AB">
        <w:rPr>
          <w:position w:val="-4"/>
        </w:rPr>
        <w:object w:dxaOrig="260" w:dyaOrig="260" w14:anchorId="5E0D8A97">
          <v:shape id="_x0000_i1271" type="#_x0000_t75" style="width:12.6pt;height:12.6pt" o:ole="">
            <v:imagedata r:id="rId494" o:title=""/>
          </v:shape>
          <o:OLEObject Type="Embed" ProgID="Equation.DSMT4" ShapeID="_x0000_i1271" DrawAspect="Content" ObjectID="_1714379017" r:id="rId495"/>
        </w:object>
      </w:r>
      <w:r>
        <w:rPr>
          <w:rFonts w:hint="eastAsia"/>
        </w:rPr>
        <w:t xml:space="preserve">　　　</w:t>
      </w:r>
      <w:r w:rsidRPr="00D351AB">
        <w:rPr>
          <w:position w:val="-4"/>
        </w:rPr>
        <w:object w:dxaOrig="200" w:dyaOrig="200" w14:anchorId="488AB5F2">
          <v:shape id="_x0000_i1272" type="#_x0000_t75" style="width:10.8pt;height:10.8pt" o:ole="">
            <v:imagedata r:id="rId496" o:title=""/>
          </v:shape>
          <o:OLEObject Type="Embed" ProgID="Equation.DSMT4" ShapeID="_x0000_i1272" DrawAspect="Content" ObjectID="_1714379018" r:id="rId497"/>
        </w:object>
      </w:r>
      <w:r>
        <w:t xml:space="preserve">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D351AB">
        <w:rPr>
          <w:position w:val="-6"/>
        </w:rPr>
        <w:object w:dxaOrig="200" w:dyaOrig="279" w14:anchorId="0C72DEC2">
          <v:shape id="_x0000_i1273" type="#_x0000_t75" style="width:10.8pt;height:14.4pt" o:ole="">
            <v:imagedata r:id="rId498" o:title=""/>
          </v:shape>
          <o:OLEObject Type="Embed" ProgID="Equation.DSMT4" ShapeID="_x0000_i1273" DrawAspect="Content" ObjectID="_1714379019" r:id="rId499"/>
        </w:object>
      </w:r>
    </w:p>
    <w:p w14:paraId="5F3D5659" w14:textId="77777777" w:rsidR="00363115" w:rsidRDefault="00323301" w:rsidP="00E827FE">
      <w:pPr>
        <w:tabs>
          <w:tab w:val="left" w:pos="1124"/>
        </w:tabs>
        <w:rPr>
          <w:rFonts w:asciiTheme="minorEastAsia" w:eastAsiaTheme="minorEastAsia" w:hAnsiTheme="minorEastAsia" w:cstheme="majorEastAsia"/>
        </w:rPr>
      </w:pPr>
      <w:r w:rsidRPr="00323301">
        <w:rPr>
          <w:position w:val="-6"/>
        </w:rPr>
        <w:object w:dxaOrig="740" w:dyaOrig="279" w14:anchorId="2DD863C9">
          <v:shape id="_x0000_i1274" type="#_x0000_t75" style="width:36.6pt;height:14.4pt" o:ole="">
            <v:imagedata r:id="rId500" o:title=""/>
          </v:shape>
          <o:OLEObject Type="Embed" ProgID="Equation.DSMT4" ShapeID="_x0000_i1274" DrawAspect="Content" ObjectID="_1714379020" r:id="rId501"/>
        </w:object>
      </w:r>
      <w:r w:rsidR="00363115" w:rsidRPr="00363115">
        <w:rPr>
          <w:rFonts w:asciiTheme="minorEastAsia" w:eastAsiaTheme="minorEastAsia" w:hAnsiTheme="minorEastAsia" w:cstheme="majorEastAsia" w:hint="eastAsia"/>
          <w:b/>
        </w:rPr>
        <w:t xml:space="preserve"> </w:t>
      </w:r>
      <w:r w:rsidR="00363115" w:rsidRPr="00363115">
        <w:rPr>
          <w:rFonts w:asciiTheme="minorEastAsia" w:eastAsiaTheme="minorEastAsia" w:hAnsiTheme="minorEastAsia" w:cstheme="majorEastAsia" w:hint="eastAsia"/>
        </w:rPr>
        <w:t>の</w:t>
      </w:r>
      <w:r w:rsidR="00363115">
        <w:rPr>
          <w:rFonts w:asciiTheme="minorEastAsia" w:eastAsiaTheme="minorEastAsia" w:hAnsiTheme="minorEastAsia" w:cstheme="majorEastAsia" w:hint="eastAsia"/>
        </w:rPr>
        <w:t xml:space="preserve">左から </w:t>
      </w:r>
      <w:r w:rsidRPr="00025957">
        <w:rPr>
          <w:position w:val="-4"/>
        </w:rPr>
        <w:object w:dxaOrig="400" w:dyaOrig="300" w14:anchorId="6178EF68">
          <v:shape id="_x0000_i1275" type="#_x0000_t75" style="width:20.4pt;height:15pt" o:ole="">
            <v:imagedata r:id="rId502" o:title=""/>
          </v:shape>
          <o:OLEObject Type="Embed" ProgID="Equation.DSMT4" ShapeID="_x0000_i1275" DrawAspect="Content" ObjectID="_1714379021" r:id="rId503"/>
        </w:object>
      </w:r>
      <w:r w:rsidR="00363115">
        <w:rPr>
          <w:rFonts w:asciiTheme="minorEastAsia" w:eastAsiaTheme="minorEastAsia" w:hAnsiTheme="minorEastAsia" w:cstheme="majorEastAsia" w:hint="eastAsia"/>
        </w:rPr>
        <w:t xml:space="preserve"> をかける。</w:t>
      </w:r>
    </w:p>
    <w:p w14:paraId="4F268480" w14:textId="77777777" w:rsidR="00C9232D" w:rsidRPr="00363115" w:rsidRDefault="00C9232D" w:rsidP="00363115">
      <w:pPr>
        <w:tabs>
          <w:tab w:val="left" w:pos="1124"/>
        </w:tabs>
        <w:ind w:leftChars="67" w:left="141"/>
        <w:rPr>
          <w:rFonts w:asciiTheme="majorEastAsia" w:eastAsiaTheme="majorEastAsia" w:hAnsiTheme="majorEastAsia" w:cstheme="majorEastAsia"/>
        </w:rPr>
      </w:pPr>
    </w:p>
    <w:p w14:paraId="13B5F91F" w14:textId="77777777" w:rsidR="00642E27" w:rsidRPr="00C9232D" w:rsidRDefault="00363115" w:rsidP="00E827FE">
      <w:pPr>
        <w:ind w:firstLineChars="200" w:firstLine="420"/>
        <w:rPr>
          <w:rFonts w:asciiTheme="majorEastAsia" w:eastAsiaTheme="majorEastAsia" w:hAnsiTheme="majorEastAsia" w:cstheme="majorEastAsia"/>
          <w:b/>
        </w:rPr>
      </w:pPr>
      <w:r w:rsidRPr="00363115">
        <w:rPr>
          <w:rFonts w:asciiTheme="minorEastAsia" w:eastAsiaTheme="minorEastAsia" w:hAnsiTheme="minorEastAsia" w:cstheme="majorEastAsia" w:hint="eastAsia"/>
        </w:rPr>
        <w:t>左辺</w:t>
      </w:r>
      <w:r>
        <w:rPr>
          <w:rFonts w:asciiTheme="minorEastAsia" w:eastAsiaTheme="minorEastAsia" w:hAnsiTheme="minorEastAsia" w:cstheme="majorEastAsia" w:hint="eastAsia"/>
        </w:rPr>
        <w:t xml:space="preserve"> </w:t>
      </w:r>
      <w:r w:rsidR="00D351AB" w:rsidRPr="00D351AB">
        <w:rPr>
          <w:position w:val="-4"/>
        </w:rPr>
        <w:object w:dxaOrig="1080" w:dyaOrig="300" w14:anchorId="77855D5E">
          <v:shape id="_x0000_i1276" type="#_x0000_t75" style="width:54.6pt;height:15pt" o:ole="">
            <v:imagedata r:id="rId504" o:title=""/>
          </v:shape>
          <o:OLEObject Type="Embed" ProgID="Equation.DSMT4" ShapeID="_x0000_i1276" DrawAspect="Content" ObjectID="_1714379022" r:id="rId505"/>
        </w:object>
      </w:r>
      <w:r w:rsidR="00C9232D">
        <w:rPr>
          <w:rFonts w:hint="eastAsia"/>
        </w:rPr>
        <w:tab/>
      </w:r>
      <w:r w:rsidR="008C1F0A">
        <w:rPr>
          <w:rFonts w:hint="eastAsia"/>
        </w:rPr>
        <w:tab/>
      </w:r>
      <w:r w:rsidR="008C1F0A">
        <w:rPr>
          <w:rFonts w:hint="eastAsia"/>
        </w:rPr>
        <w:t xml:space="preserve">　　</w:t>
      </w:r>
      <w:r w:rsidRPr="00363115">
        <w:rPr>
          <w:rFonts w:asciiTheme="minorEastAsia" w:eastAsiaTheme="minorEastAsia" w:hAnsiTheme="minorEastAsia" w:cstheme="majorEastAsia" w:hint="eastAsia"/>
        </w:rPr>
        <w:t>右辺</w:t>
      </w:r>
      <w:r>
        <w:rPr>
          <w:rFonts w:asciiTheme="minorEastAsia" w:eastAsiaTheme="minorEastAsia" w:hAnsiTheme="minorEastAsia" w:cstheme="majorEastAsia" w:hint="eastAsia"/>
        </w:rPr>
        <w:t xml:space="preserve"> </w:t>
      </w:r>
      <w:r w:rsidR="008C1F0A" w:rsidRPr="008C1F0A">
        <w:rPr>
          <w:position w:val="-6"/>
        </w:rPr>
        <w:object w:dxaOrig="740" w:dyaOrig="320" w14:anchorId="525BD143">
          <v:shape id="_x0000_i1277" type="#_x0000_t75" style="width:36.6pt;height:16.2pt" o:ole="">
            <v:imagedata r:id="rId506" o:title=""/>
          </v:shape>
          <o:OLEObject Type="Embed" ProgID="Equation.DSMT4" ShapeID="_x0000_i1277" DrawAspect="Content" ObjectID="_1714379023" r:id="rId507"/>
        </w:object>
      </w:r>
      <w:r w:rsidR="008C1F0A">
        <w:rPr>
          <w:rFonts w:hint="eastAsia"/>
        </w:rPr>
        <w:t xml:space="preserve">　　　より、</w:t>
      </w:r>
      <w:r w:rsidR="008C1F0A" w:rsidRPr="00323301">
        <w:rPr>
          <w:position w:val="-6"/>
        </w:rPr>
        <w:object w:dxaOrig="900" w:dyaOrig="320" w14:anchorId="2777E9C2">
          <v:shape id="_x0000_i1278" type="#_x0000_t75" style="width:45pt;height:16.2pt" o:ole="">
            <v:imagedata r:id="rId508" o:title=""/>
          </v:shape>
          <o:OLEObject Type="Embed" ProgID="Equation.DSMT4" ShapeID="_x0000_i1278" DrawAspect="Content" ObjectID="_1714379024" r:id="rId509"/>
        </w:object>
      </w:r>
    </w:p>
    <w:p w14:paraId="4722CCD7" w14:textId="77777777" w:rsidR="00E827FE" w:rsidRPr="00E827FE" w:rsidRDefault="00E827FE"/>
    <w:p w14:paraId="1D191EE3" w14:textId="77777777" w:rsidR="00642E27" w:rsidRDefault="00D64071">
      <w:r>
        <w:rPr>
          <w:rFonts w:hint="eastAsia"/>
        </w:rPr>
        <w:t>これより、</w:t>
      </w:r>
      <w:r w:rsidR="00D351AB">
        <w:rPr>
          <w:rFonts w:hint="eastAsia"/>
        </w:rPr>
        <w:t xml:space="preserve">解　</w:t>
      </w:r>
      <w:r w:rsidR="00D351AB" w:rsidRPr="00D351AB">
        <w:rPr>
          <w:position w:val="-30"/>
        </w:rPr>
        <w:object w:dxaOrig="639" w:dyaOrig="720" w14:anchorId="3E4F78F7">
          <v:shape id="_x0000_i1279" type="#_x0000_t75" style="width:31.8pt;height:36pt" o:ole="">
            <v:imagedata r:id="rId510" o:title=""/>
          </v:shape>
          <o:OLEObject Type="Embed" ProgID="Equation.DSMT4" ShapeID="_x0000_i1279" DrawAspect="Content" ObjectID="_1714379025" r:id="rId511"/>
        </w:object>
      </w:r>
    </w:p>
    <w:p w14:paraId="67C2A894" w14:textId="77777777" w:rsidR="00E827FE" w:rsidRDefault="00E827FE" w:rsidP="007F67D2"/>
    <w:p w14:paraId="31CA25DC" w14:textId="77777777" w:rsidR="007F67D2" w:rsidRPr="007C7EB7" w:rsidRDefault="007C7EB7" w:rsidP="007F67D2">
      <w:r>
        <w:rPr>
          <w:rFonts w:hint="eastAsia"/>
        </w:rPr>
        <w:t>これは、</w:t>
      </w:r>
      <w:r w:rsidR="00323301" w:rsidRPr="00323301">
        <w:rPr>
          <w:position w:val="-6"/>
        </w:rPr>
        <w:object w:dxaOrig="660" w:dyaOrig="279" w14:anchorId="09E06C22">
          <v:shape id="_x0000_i1280" type="#_x0000_t75" style="width:33pt;height:14.4pt" o:ole="">
            <v:imagedata r:id="rId512" o:title=""/>
          </v:shape>
          <o:OLEObject Type="Embed" ProgID="Equation.DSMT4" ShapeID="_x0000_i1280" DrawAspect="Content" ObjectID="_1714379026" r:id="rId513"/>
        </w:object>
      </w:r>
      <w:r>
        <w:rPr>
          <w:rFonts w:hint="eastAsia"/>
        </w:rPr>
        <w:t xml:space="preserve"> </w:t>
      </w:r>
      <w:r>
        <w:rPr>
          <w:rFonts w:hint="eastAsia"/>
        </w:rPr>
        <w:t>の答えが、</w:t>
      </w:r>
      <w:r w:rsidR="005F446B" w:rsidRPr="00323301">
        <w:rPr>
          <w:position w:val="-16"/>
        </w:rPr>
        <w:object w:dxaOrig="1700" w:dyaOrig="440" w14:anchorId="01A10403">
          <v:shape id="_x0000_i1281" type="#_x0000_t75" style="width:84.6pt;height:21.6pt" o:ole="">
            <v:imagedata r:id="rId514" o:title=""/>
          </v:shape>
          <o:OLEObject Type="Embed" ProgID="Equation.DSMT4" ShapeID="_x0000_i1281" DrawAspect="Content" ObjectID="_1714379027" r:id="rId515"/>
        </w:object>
      </w:r>
      <w:r>
        <w:rPr>
          <w:rFonts w:hint="eastAsia"/>
        </w:rPr>
        <w:t xml:space="preserve"> </w:t>
      </w:r>
      <w:r>
        <w:rPr>
          <w:rFonts w:hint="eastAsia"/>
        </w:rPr>
        <w:t>と類似している。</w:t>
      </w:r>
    </w:p>
    <w:p w14:paraId="331B3892" w14:textId="77777777" w:rsidR="009E5AC2" w:rsidRPr="003E0AD9" w:rsidRDefault="003E0AD9">
      <w:pPr>
        <w:rPr>
          <w:rFonts w:asciiTheme="minorEastAsia" w:eastAsiaTheme="minorEastAsia" w:hAnsiTheme="minorEastAsia"/>
        </w:rPr>
      </w:pPr>
      <w:r w:rsidRPr="003E0AD9">
        <w:rPr>
          <w:rFonts w:asciiTheme="minorEastAsia" w:eastAsiaTheme="minorEastAsia" w:hAnsiTheme="minorEastAsia" w:hint="eastAsia"/>
        </w:rPr>
        <w:t>【検算】</w:t>
      </w:r>
    </w:p>
    <w:p w14:paraId="3656161A" w14:textId="77777777" w:rsidR="003E0AD9" w:rsidRDefault="00C70600" w:rsidP="003E0AD9">
      <w:pPr>
        <w:ind w:firstLineChars="200" w:firstLine="420"/>
      </w:pPr>
      <w:r w:rsidRPr="00E827FE">
        <w:rPr>
          <w:position w:val="-30"/>
        </w:rPr>
        <w:object w:dxaOrig="999" w:dyaOrig="720" w14:anchorId="19238849">
          <v:shape id="_x0000_i1282" type="#_x0000_t75" style="width:49.2pt;height:36pt" o:ole="">
            <v:imagedata r:id="rId516" o:title=""/>
          </v:shape>
          <o:OLEObject Type="Embed" ProgID="Equation.DSMT4" ShapeID="_x0000_i1282" DrawAspect="Content" ObjectID="_1714379028" r:id="rId517"/>
        </w:object>
      </w:r>
      <w:r w:rsidR="003E0AD9">
        <w:rPr>
          <w:rFonts w:hint="eastAsia"/>
        </w:rPr>
        <w:t xml:space="preserve">　　として、</w:t>
      </w:r>
      <w:r w:rsidR="003E0AD9" w:rsidRPr="003E0AD9">
        <w:rPr>
          <w:position w:val="-30"/>
        </w:rPr>
        <w:object w:dxaOrig="1100" w:dyaOrig="720" w14:anchorId="03301DE9">
          <v:shape id="_x0000_i1283" type="#_x0000_t75" style="width:54.6pt;height:36pt" o:ole="">
            <v:imagedata r:id="rId518" o:title=""/>
          </v:shape>
          <o:OLEObject Type="Embed" ProgID="Equation.DSMT4" ShapeID="_x0000_i1283" DrawAspect="Content" ObjectID="_1714379029" r:id="rId519"/>
        </w:object>
      </w:r>
      <w:r w:rsidR="003E0AD9">
        <w:t xml:space="preserve"> </w:t>
      </w:r>
    </w:p>
    <w:p w14:paraId="1F9AADDA" w14:textId="77777777" w:rsidR="00E827FE" w:rsidRDefault="00E827FE"/>
    <w:p w14:paraId="0C0C45D6" w14:textId="77777777" w:rsidR="003E0AD9" w:rsidRPr="003E0AD9" w:rsidRDefault="003E0AD9">
      <w:pPr>
        <w:rPr>
          <w:rFonts w:asciiTheme="majorEastAsia" w:eastAsiaTheme="majorEastAsia" w:hAnsiTheme="majorEastAsia"/>
        </w:rPr>
      </w:pPr>
      <w:r w:rsidRPr="003E0AD9">
        <w:rPr>
          <w:rFonts w:asciiTheme="majorEastAsia" w:eastAsiaTheme="majorEastAsia" w:hAnsiTheme="majorEastAsia" w:hint="eastAsia"/>
        </w:rPr>
        <w:t>公式</w:t>
      </w:r>
    </w:p>
    <w:p w14:paraId="4DDFDAB7" w14:textId="77777777" w:rsidR="003E0AD9" w:rsidRDefault="003E0AD9" w:rsidP="003E0AD9">
      <w:pPr>
        <w:ind w:firstLineChars="100" w:firstLine="210"/>
      </w:pPr>
      <w:r w:rsidRPr="00323301">
        <w:rPr>
          <w:position w:val="-6"/>
        </w:rPr>
        <w:object w:dxaOrig="740" w:dyaOrig="279" w14:anchorId="67F813E6">
          <v:shape id="_x0000_i1284" type="#_x0000_t75" style="width:36.6pt;height:14.4pt" o:ole="">
            <v:imagedata r:id="rId520" o:title=""/>
          </v:shape>
          <o:OLEObject Type="Embed" ProgID="Equation.DSMT4" ShapeID="_x0000_i1284" DrawAspect="Content" ObjectID="_1714379030" r:id="rId521"/>
        </w:object>
      </w:r>
      <w:r>
        <w:rPr>
          <w:rFonts w:hint="eastAsia"/>
        </w:rPr>
        <w:t xml:space="preserve">　の解は、</w:t>
      </w:r>
      <w:r w:rsidRPr="00323301">
        <w:rPr>
          <w:position w:val="-14"/>
        </w:rPr>
        <w:object w:dxaOrig="700" w:dyaOrig="400" w14:anchorId="3320531C">
          <v:shape id="_x0000_i1285" type="#_x0000_t75" style="width:35.4pt;height:20.4pt" o:ole="">
            <v:imagedata r:id="rId522" o:title=""/>
          </v:shape>
          <o:OLEObject Type="Embed" ProgID="Equation.DSMT4" ShapeID="_x0000_i1285" DrawAspect="Content" ObjectID="_1714379031" r:id="rId523"/>
        </w:object>
      </w:r>
      <w:r w:rsidR="000C129D">
        <w:rPr>
          <w:rFonts w:hint="eastAsia"/>
        </w:rPr>
        <w:t>の</w:t>
      </w:r>
      <w:r>
        <w:rPr>
          <w:rFonts w:hint="eastAsia"/>
        </w:rPr>
        <w:t>（逆行列がある）とき、</w:t>
      </w:r>
      <w:r w:rsidRPr="003E0AD9">
        <w:rPr>
          <w:position w:val="-6"/>
        </w:rPr>
        <w:object w:dxaOrig="900" w:dyaOrig="320" w14:anchorId="7A212539">
          <v:shape id="_x0000_i1286" type="#_x0000_t75" style="width:45pt;height:16.2pt" o:ole="">
            <v:imagedata r:id="rId524" o:title=""/>
          </v:shape>
          <o:OLEObject Type="Embed" ProgID="Equation.DSMT4" ShapeID="_x0000_i1286" DrawAspect="Content" ObjectID="_1714379032" r:id="rId525"/>
        </w:object>
      </w:r>
    </w:p>
    <w:p w14:paraId="1FD66C42" w14:textId="77777777" w:rsidR="00E827FE" w:rsidRPr="000C129D" w:rsidRDefault="00E827FE"/>
    <w:p w14:paraId="0003E849" w14:textId="77777777" w:rsidR="00954B97" w:rsidRPr="00954B97" w:rsidRDefault="00954B97" w:rsidP="00CC18C4">
      <w:pPr>
        <w:ind w:left="424" w:hangingChars="202" w:hanging="424"/>
      </w:pPr>
      <w:r>
        <w:rPr>
          <w:rFonts w:hint="eastAsia"/>
        </w:rPr>
        <w:t>注）</w:t>
      </w:r>
      <w:r w:rsidR="00323301" w:rsidRPr="00323301">
        <w:rPr>
          <w:position w:val="-14"/>
        </w:rPr>
        <w:object w:dxaOrig="700" w:dyaOrig="400" w14:anchorId="649DE38E">
          <v:shape id="_x0000_i1287" type="#_x0000_t75" style="width:35.4pt;height:20.4pt" o:ole="">
            <v:imagedata r:id="rId526" o:title=""/>
          </v:shape>
          <o:OLEObject Type="Embed" ProgID="Equation.DSMT4" ShapeID="_x0000_i1287" DrawAspect="Content" ObjectID="_1714379033" r:id="rId527"/>
        </w:object>
      </w:r>
      <w:r w:rsidR="000C129D">
        <w:rPr>
          <w:rFonts w:hint="eastAsia"/>
        </w:rPr>
        <w:t>の（逆行列がない）</w:t>
      </w:r>
      <w:r>
        <w:rPr>
          <w:rFonts w:hint="eastAsia"/>
        </w:rPr>
        <w:t>とき、解は上のように書けない</w:t>
      </w:r>
      <w:r w:rsidR="000C129D">
        <w:rPr>
          <w:rFonts w:hint="eastAsia"/>
        </w:rPr>
        <w:t>（</w:t>
      </w:r>
      <w:r w:rsidR="00EE1CF3">
        <w:rPr>
          <w:rFonts w:hint="eastAsia"/>
        </w:rPr>
        <w:t>ただ１つ</w:t>
      </w:r>
      <w:r w:rsidR="00CC18C4">
        <w:rPr>
          <w:rFonts w:hint="eastAsia"/>
        </w:rPr>
        <w:t>の解を持たない</w:t>
      </w:r>
      <w:r w:rsidR="00651BB1">
        <w:rPr>
          <w:rFonts w:hint="eastAsia"/>
        </w:rPr>
        <w:t>。</w:t>
      </w:r>
    </w:p>
    <w:p w14:paraId="30F2F6DC" w14:textId="77777777" w:rsidR="004C66D6" w:rsidRDefault="004C66D6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</w:rPr>
      </w:pPr>
    </w:p>
    <w:p w14:paraId="73F5348E" w14:textId="77777777" w:rsidR="00E827FE" w:rsidRPr="00D351AB" w:rsidRDefault="00E827FE">
      <w:pPr>
        <w:rPr>
          <w:rFonts w:asciiTheme="majorEastAsia" w:eastAsiaTheme="majorEastAsia" w:hAnsiTheme="majorEastAsia"/>
        </w:rPr>
      </w:pPr>
      <w:r w:rsidRPr="00D351AB">
        <w:rPr>
          <w:rFonts w:asciiTheme="majorEastAsia" w:eastAsiaTheme="majorEastAsia" w:hAnsiTheme="majorEastAsia" w:hint="eastAsia"/>
        </w:rPr>
        <w:t>問題</w:t>
      </w:r>
    </w:p>
    <w:p w14:paraId="20EE2310" w14:textId="77777777" w:rsidR="00E827FE" w:rsidRDefault="00E827FE">
      <w:r>
        <w:rPr>
          <w:rFonts w:hint="eastAsia"/>
        </w:rPr>
        <w:t>以下の連立方程式を行列で表し、</w:t>
      </w:r>
      <w:r w:rsidR="00CC18C4">
        <w:rPr>
          <w:rFonts w:hint="eastAsia"/>
        </w:rPr>
        <w:t>ただ１つの解を持てば</w:t>
      </w:r>
      <w:r>
        <w:rPr>
          <w:rFonts w:hint="eastAsia"/>
        </w:rPr>
        <w:t>解を求めよ。</w:t>
      </w:r>
    </w:p>
    <w:p w14:paraId="6AC3D53B" w14:textId="77777777" w:rsidR="00E827FE" w:rsidRDefault="00E827FE">
      <w:r>
        <w:rPr>
          <w:rFonts w:hint="eastAsia"/>
        </w:rPr>
        <w:t>１）</w:t>
      </w:r>
    </w:p>
    <w:p w14:paraId="75D83004" w14:textId="77777777" w:rsidR="00E827FE" w:rsidRDefault="00E827FE" w:rsidP="00FD0697">
      <w:pPr>
        <w:ind w:firstLineChars="100" w:firstLine="210"/>
      </w:pPr>
      <w:r w:rsidRPr="00C9232D">
        <w:rPr>
          <w:position w:val="-28"/>
        </w:rPr>
        <w:object w:dxaOrig="1020" w:dyaOrig="680" w14:anchorId="182FB580">
          <v:shape id="_x0000_i1288" type="#_x0000_t75" style="width:51pt;height:33.6pt" o:ole="">
            <v:imagedata r:id="rId528" o:title=""/>
          </v:shape>
          <o:OLEObject Type="Embed" ProgID="Equation.DSMT4" ShapeID="_x0000_i1288" DrawAspect="Content" ObjectID="_1714379034" r:id="rId529"/>
        </w:object>
      </w:r>
      <w:r w:rsidR="004C66D6">
        <w:rPr>
          <w:rFonts w:hint="eastAsia"/>
        </w:rPr>
        <w:tab/>
      </w:r>
      <w:r w:rsidR="00DE4687">
        <w:rPr>
          <w:rFonts w:hint="eastAsia"/>
        </w:rPr>
        <w:t xml:space="preserve">　　　</w:t>
      </w:r>
      <w:r w:rsidR="00D351AB">
        <w:rPr>
          <w:rFonts w:hint="eastAsia"/>
        </w:rPr>
        <w:t xml:space="preserve">⇔　</w:t>
      </w:r>
      <w:r w:rsidR="00D351AB" w:rsidRPr="00C9232D">
        <w:rPr>
          <w:position w:val="-30"/>
        </w:rPr>
        <w:object w:dxaOrig="2280" w:dyaOrig="720" w14:anchorId="7952AD16">
          <v:shape id="_x0000_i1289" type="#_x0000_t75" style="width:114pt;height:36pt" o:ole="">
            <v:imagedata r:id="rId530" o:title=""/>
          </v:shape>
          <o:OLEObject Type="Embed" ProgID="Equation.DSMT4" ShapeID="_x0000_i1289" DrawAspect="Content" ObjectID="_1714379035" r:id="rId531"/>
        </w:object>
      </w:r>
      <w:r w:rsidR="00D351AB">
        <w:rPr>
          <w:rFonts w:hint="eastAsia"/>
        </w:rPr>
        <w:t xml:space="preserve">　　　</w:t>
      </w:r>
      <w:r w:rsidR="00B60AD1" w:rsidRPr="00D351AB">
        <w:rPr>
          <w:position w:val="-30"/>
        </w:rPr>
        <w:object w:dxaOrig="1340" w:dyaOrig="720" w14:anchorId="73C73108">
          <v:shape id="_x0000_i1290" type="#_x0000_t75" style="width:66.6pt;height:36pt" o:ole="">
            <v:imagedata r:id="rId532" o:title=""/>
          </v:shape>
          <o:OLEObject Type="Embed" ProgID="Equation.DSMT4" ShapeID="_x0000_i1290" DrawAspect="Content" ObjectID="_1714379036" r:id="rId533"/>
        </w:object>
      </w:r>
    </w:p>
    <w:p w14:paraId="01B705C3" w14:textId="77777777" w:rsidR="00FD0697" w:rsidRDefault="00FD0697"/>
    <w:p w14:paraId="6564CA80" w14:textId="77777777" w:rsidR="00E827FE" w:rsidRDefault="00FD0697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CC18C4">
        <w:rPr>
          <w:rFonts w:hint="eastAsia"/>
        </w:rPr>
        <w:t>ただ</w:t>
      </w:r>
      <w:r w:rsidR="00772B5C">
        <w:rPr>
          <w:rFonts w:hint="eastAsia"/>
        </w:rPr>
        <w:t>１</w:t>
      </w:r>
      <w:r w:rsidR="00CC18C4">
        <w:rPr>
          <w:rFonts w:hint="eastAsia"/>
        </w:rPr>
        <w:t>つの</w:t>
      </w:r>
      <w:r>
        <w:rPr>
          <w:rFonts w:hint="eastAsia"/>
        </w:rPr>
        <w:t>解</w:t>
      </w:r>
      <w:r w:rsidR="00CC18C4">
        <w:rPr>
          <w:rFonts w:hint="eastAsia"/>
        </w:rPr>
        <w:t>を［持つ・持たない</w:t>
      </w:r>
      <w:r>
        <w:rPr>
          <w:rFonts w:hint="eastAsia"/>
        </w:rPr>
        <w:t>］</w:t>
      </w:r>
    </w:p>
    <w:p w14:paraId="66B98756" w14:textId="77777777" w:rsidR="00803D38" w:rsidRPr="00772B5C" w:rsidRDefault="00803D38"/>
    <w:p w14:paraId="7689E23A" w14:textId="77777777" w:rsidR="00FD0697" w:rsidRDefault="00FD0697">
      <w:r>
        <w:rPr>
          <w:rFonts w:hint="eastAsia"/>
        </w:rPr>
        <w:lastRenderedPageBreak/>
        <w:t>２）</w:t>
      </w:r>
    </w:p>
    <w:p w14:paraId="22B8D22B" w14:textId="77777777" w:rsidR="00FD0697" w:rsidRDefault="00FD0697">
      <w:r w:rsidRPr="00C9232D">
        <w:rPr>
          <w:position w:val="-28"/>
        </w:rPr>
        <w:object w:dxaOrig="1140" w:dyaOrig="680" w14:anchorId="3BB0EC7A">
          <v:shape id="_x0000_i1291" type="#_x0000_t75" style="width:57pt;height:33.6pt" o:ole="">
            <v:imagedata r:id="rId534" o:title=""/>
          </v:shape>
          <o:OLEObject Type="Embed" ProgID="Equation.DSMT4" ShapeID="_x0000_i1291" DrawAspect="Content" ObjectID="_1714379037" r:id="rId535"/>
        </w:object>
      </w:r>
      <w:r w:rsidR="000C129D">
        <w:rPr>
          <w:rFonts w:hint="eastAsia"/>
        </w:rPr>
        <w:tab/>
      </w:r>
      <w:r w:rsidR="000C129D">
        <w:rPr>
          <w:rFonts w:hint="eastAsia"/>
        </w:rPr>
        <w:t xml:space="preserve">　　　⇔　</w:t>
      </w:r>
      <w:r w:rsidR="000C129D" w:rsidRPr="00C9232D">
        <w:rPr>
          <w:position w:val="-30"/>
        </w:rPr>
        <w:object w:dxaOrig="2280" w:dyaOrig="720" w14:anchorId="0D6CE5CE">
          <v:shape id="_x0000_i1292" type="#_x0000_t75" style="width:114pt;height:36pt" o:ole="">
            <v:imagedata r:id="rId530" o:title=""/>
          </v:shape>
          <o:OLEObject Type="Embed" ProgID="Equation.DSMT4" ShapeID="_x0000_i1292" DrawAspect="Content" ObjectID="_1714379038" r:id="rId536"/>
        </w:object>
      </w:r>
      <w:r w:rsidR="000C129D">
        <w:rPr>
          <w:rFonts w:hint="eastAsia"/>
        </w:rPr>
        <w:t xml:space="preserve">　　　</w:t>
      </w:r>
      <w:r w:rsidR="00B60AD1" w:rsidRPr="00D351AB">
        <w:rPr>
          <w:position w:val="-30"/>
        </w:rPr>
        <w:object w:dxaOrig="639" w:dyaOrig="720" w14:anchorId="25B8CF61">
          <v:shape id="_x0000_i1293" type="#_x0000_t75" style="width:33pt;height:36pt" o:ole="">
            <v:imagedata r:id="rId537" o:title=""/>
          </v:shape>
          <o:OLEObject Type="Embed" ProgID="Equation.DSMT4" ShapeID="_x0000_i1293" DrawAspect="Content" ObjectID="_1714379039" r:id="rId538"/>
        </w:object>
      </w:r>
    </w:p>
    <w:p w14:paraId="27638248" w14:textId="77777777" w:rsidR="000C129D" w:rsidRDefault="000C129D" w:rsidP="000C129D"/>
    <w:p w14:paraId="2F89C2A6" w14:textId="77777777" w:rsidR="000C129D" w:rsidRDefault="000C129D" w:rsidP="000C129D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CC18C4">
        <w:rPr>
          <w:rFonts w:hint="eastAsia"/>
        </w:rPr>
        <w:t>ただ１つの解を［持つ・持たない</w:t>
      </w:r>
      <w:r>
        <w:rPr>
          <w:rFonts w:hint="eastAsia"/>
        </w:rPr>
        <w:t>］</w:t>
      </w:r>
    </w:p>
    <w:p w14:paraId="52FD2083" w14:textId="77777777" w:rsidR="00FD0697" w:rsidRPr="00CC18C4" w:rsidRDefault="00FD0697"/>
    <w:p w14:paraId="53D522FF" w14:textId="77777777" w:rsidR="00DE4687" w:rsidRDefault="00DE4687"/>
    <w:p w14:paraId="32AC6F92" w14:textId="77777777" w:rsidR="004C66D6" w:rsidRDefault="00DE4687">
      <w:r>
        <w:rPr>
          <w:rFonts w:hint="eastAsia"/>
        </w:rPr>
        <w:t>３</w:t>
      </w:r>
      <w:r w:rsidR="004C66D6">
        <w:rPr>
          <w:rFonts w:hint="eastAsia"/>
        </w:rPr>
        <w:t>）</w:t>
      </w:r>
    </w:p>
    <w:p w14:paraId="1C411333" w14:textId="77777777" w:rsidR="004C66D6" w:rsidRDefault="004C66D6">
      <w:r w:rsidRPr="004C66D6">
        <w:rPr>
          <w:position w:val="-48"/>
        </w:rPr>
        <w:object w:dxaOrig="1840" w:dyaOrig="1080" w14:anchorId="3DF870EA">
          <v:shape id="_x0000_i1294" type="#_x0000_t75" style="width:92.4pt;height:54.6pt" o:ole="">
            <v:imagedata r:id="rId539" o:title=""/>
          </v:shape>
          <o:OLEObject Type="Embed" ProgID="Equation.DSMT4" ShapeID="_x0000_i1294" DrawAspect="Content" ObjectID="_1714379040" r:id="rId540"/>
        </w:object>
      </w:r>
      <w:r w:rsidR="00DE4687">
        <w:rPr>
          <w:rFonts w:hint="eastAsia"/>
        </w:rPr>
        <w:t xml:space="preserve">　　⇔　</w:t>
      </w:r>
      <w:r w:rsidR="00DE4687" w:rsidRPr="00DE4687">
        <w:rPr>
          <w:position w:val="-50"/>
        </w:rPr>
        <w:object w:dxaOrig="2740" w:dyaOrig="1120" w14:anchorId="7F108F14">
          <v:shape id="_x0000_i1295" type="#_x0000_t75" style="width:137.4pt;height:56.4pt" o:ole="">
            <v:imagedata r:id="rId541" o:title=""/>
          </v:shape>
          <o:OLEObject Type="Embed" ProgID="Equation.DSMT4" ShapeID="_x0000_i1295" DrawAspect="Content" ObjectID="_1714379041" r:id="rId542"/>
        </w:object>
      </w:r>
      <w:r w:rsidR="003F46ED">
        <w:rPr>
          <w:rFonts w:hint="eastAsia"/>
        </w:rPr>
        <w:t xml:space="preserve">　　</w:t>
      </w:r>
      <w:r w:rsidR="00DE4687">
        <w:rPr>
          <w:rFonts w:hint="eastAsia"/>
        </w:rPr>
        <w:t xml:space="preserve">　</w:t>
      </w:r>
      <w:r w:rsidR="00DE4687" w:rsidRPr="00DE4687">
        <w:rPr>
          <w:position w:val="-50"/>
        </w:rPr>
        <w:object w:dxaOrig="700" w:dyaOrig="1120" w14:anchorId="394DFCCF">
          <v:shape id="_x0000_i1296" type="#_x0000_t75" style="width:35.4pt;height:56.4pt" o:ole="">
            <v:imagedata r:id="rId543" o:title=""/>
          </v:shape>
          <o:OLEObject Type="Embed" ProgID="Equation.DSMT4" ShapeID="_x0000_i1296" DrawAspect="Content" ObjectID="_1714379042" r:id="rId544"/>
        </w:object>
      </w:r>
      <w:r w:rsidR="00DE4687">
        <w:t xml:space="preserve"> </w:t>
      </w:r>
    </w:p>
    <w:p w14:paraId="078A593B" w14:textId="77777777" w:rsidR="000C129D" w:rsidRPr="00850C88" w:rsidRDefault="000C129D" w:rsidP="000C129D"/>
    <w:p w14:paraId="618DEDC5" w14:textId="77777777" w:rsidR="000C129D" w:rsidRDefault="000C129D" w:rsidP="000C129D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CC18C4">
        <w:rPr>
          <w:rFonts w:hint="eastAsia"/>
        </w:rPr>
        <w:t>ただ１つの解を［持つ・持たない</w:t>
      </w:r>
      <w:r>
        <w:rPr>
          <w:rFonts w:hint="eastAsia"/>
        </w:rPr>
        <w:t>］</w:t>
      </w:r>
    </w:p>
    <w:p w14:paraId="1CE78765" w14:textId="77777777" w:rsidR="00E827FE" w:rsidRPr="00CC18C4" w:rsidRDefault="00E827FE"/>
    <w:p w14:paraId="7941E596" w14:textId="77777777" w:rsidR="00E827FE" w:rsidRPr="00DE4687" w:rsidRDefault="00DE4687">
      <w:pPr>
        <w:rPr>
          <w:rFonts w:asciiTheme="majorEastAsia" w:eastAsiaTheme="majorEastAsia" w:hAnsiTheme="majorEastAsia"/>
        </w:rPr>
      </w:pPr>
      <w:r w:rsidRPr="00DE4687">
        <w:rPr>
          <w:rFonts w:asciiTheme="majorEastAsia" w:eastAsiaTheme="majorEastAsia" w:hAnsiTheme="majorEastAsia" w:hint="eastAsia"/>
        </w:rPr>
        <w:t>演習</w:t>
      </w:r>
    </w:p>
    <w:p w14:paraId="701198A9" w14:textId="77777777" w:rsidR="00E827FE" w:rsidRDefault="00DE4687">
      <w:r>
        <w:rPr>
          <w:rFonts w:hint="eastAsia"/>
        </w:rPr>
        <w:t>以下の連立方程式を行列で表し、解を求めよ。</w:t>
      </w:r>
    </w:p>
    <w:p w14:paraId="6E1A7E42" w14:textId="77777777" w:rsidR="00DE4687" w:rsidRDefault="00DE4687"/>
    <w:p w14:paraId="096A955A" w14:textId="77777777" w:rsidR="00742E9C" w:rsidRDefault="00742E9C" w:rsidP="000C129D">
      <w:r w:rsidRPr="00742E9C">
        <w:rPr>
          <w:position w:val="-66"/>
        </w:rPr>
        <w:object w:dxaOrig="2140" w:dyaOrig="1440" w14:anchorId="7FE8657D">
          <v:shape id="_x0000_i1297" type="#_x0000_t75" style="width:108pt;height:1in" o:ole="">
            <v:imagedata r:id="rId545" o:title=""/>
          </v:shape>
          <o:OLEObject Type="Embed" ProgID="Equation.DSMT4" ShapeID="_x0000_i1297" DrawAspect="Content" ObjectID="_1714379043" r:id="rId546"/>
        </w:object>
      </w:r>
      <w:r w:rsidR="000C129D">
        <w:rPr>
          <w:rFonts w:hint="eastAsia"/>
        </w:rPr>
        <w:t xml:space="preserve">　　⇔</w:t>
      </w:r>
      <w:r>
        <w:rPr>
          <w:rFonts w:hint="eastAsia"/>
        </w:rPr>
        <w:t xml:space="preserve">　</w:t>
      </w:r>
      <w:r w:rsidR="000C129D">
        <w:rPr>
          <w:rFonts w:hint="eastAsia"/>
        </w:rPr>
        <w:t xml:space="preserve">　</w:t>
      </w:r>
      <w:r w:rsidRPr="00742E9C">
        <w:rPr>
          <w:position w:val="-68"/>
        </w:rPr>
        <w:object w:dxaOrig="3220" w:dyaOrig="1480" w14:anchorId="118A79E1">
          <v:shape id="_x0000_i1298" type="#_x0000_t75" style="width:161.4pt;height:74.4pt" o:ole="">
            <v:imagedata r:id="rId547" o:title=""/>
          </v:shape>
          <o:OLEObject Type="Embed" ProgID="Equation.DSMT4" ShapeID="_x0000_i1298" DrawAspect="Content" ObjectID="_1714379044" r:id="rId548"/>
        </w:object>
      </w:r>
      <w:r w:rsidR="000C129D">
        <w:t xml:space="preserve"> </w:t>
      </w:r>
    </w:p>
    <w:p w14:paraId="58F05C69" w14:textId="77777777" w:rsidR="00742E9C" w:rsidRDefault="00742E9C" w:rsidP="000C129D"/>
    <w:p w14:paraId="18160343" w14:textId="77777777" w:rsidR="000C129D" w:rsidRDefault="00742E9C" w:rsidP="00850C88">
      <w:pPr>
        <w:ind w:left="1702" w:firstLine="851"/>
      </w:pPr>
      <w:r w:rsidRPr="00742E9C">
        <w:rPr>
          <w:position w:val="-68"/>
        </w:rPr>
        <w:object w:dxaOrig="700" w:dyaOrig="1480" w14:anchorId="08725DD2">
          <v:shape id="_x0000_i1299" type="#_x0000_t75" style="width:35.4pt;height:74.4pt" o:ole="">
            <v:imagedata r:id="rId549" o:title=""/>
          </v:shape>
          <o:OLEObject Type="Embed" ProgID="Equation.DSMT4" ShapeID="_x0000_i1299" DrawAspect="Content" ObjectID="_1714379045" r:id="rId550"/>
        </w:object>
      </w:r>
      <w:r w:rsidR="000C129D">
        <w:t xml:space="preserve"> </w:t>
      </w:r>
    </w:p>
    <w:p w14:paraId="1F87D006" w14:textId="77777777" w:rsidR="00742E9C" w:rsidRDefault="00742E9C" w:rsidP="00742E9C"/>
    <w:p w14:paraId="38442FE0" w14:textId="77777777" w:rsidR="00742E9C" w:rsidRDefault="00850C88" w:rsidP="00742E9C">
      <w:r>
        <w:rPr>
          <w:rFonts w:hint="eastAsia"/>
        </w:rPr>
        <w:tab/>
      </w:r>
      <w:r w:rsidR="00CC18C4">
        <w:rPr>
          <w:rFonts w:hint="eastAsia"/>
        </w:rPr>
        <w:tab/>
      </w:r>
      <w:r w:rsidR="00CC18C4">
        <w:rPr>
          <w:rFonts w:hint="eastAsia"/>
        </w:rPr>
        <w:tab/>
      </w:r>
      <w:r w:rsidR="00CC18C4">
        <w:rPr>
          <w:rFonts w:hint="eastAsia"/>
        </w:rPr>
        <w:t>ただ１つの解を［持つ・持たない</w:t>
      </w:r>
      <w:r w:rsidR="00742E9C">
        <w:rPr>
          <w:rFonts w:hint="eastAsia"/>
        </w:rPr>
        <w:t>］</w:t>
      </w:r>
    </w:p>
    <w:p w14:paraId="2AED78F8" w14:textId="77777777" w:rsidR="00742E9C" w:rsidRPr="00CC18C4" w:rsidRDefault="00742E9C"/>
    <w:p w14:paraId="73469EB4" w14:textId="77777777" w:rsidR="00EE1CF3" w:rsidRDefault="00EE1CF3"/>
    <w:p w14:paraId="77434CB5" w14:textId="77777777" w:rsidR="00DE4687" w:rsidRDefault="00DE4687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 w:cstheme="majorEastAsia"/>
          <w:sz w:val="22"/>
          <w:szCs w:val="22"/>
        </w:rPr>
      </w:pPr>
      <w:r>
        <w:br w:type="page"/>
      </w:r>
    </w:p>
    <w:p w14:paraId="6BE2BC8E" w14:textId="77777777" w:rsidR="00936B59" w:rsidRDefault="00936B59" w:rsidP="00936B59">
      <w:pPr>
        <w:pStyle w:val="3"/>
      </w:pPr>
      <w:r>
        <w:rPr>
          <w:rFonts w:hint="eastAsia"/>
        </w:rPr>
        <w:lastRenderedPageBreak/>
        <w:t>2.7.2 座標の回転</w:t>
      </w:r>
      <w:r w:rsidRPr="000F306E">
        <w:rPr>
          <w:rFonts w:hint="eastAsia"/>
        </w:rPr>
        <w:t>【第</w:t>
      </w:r>
      <w:r>
        <w:rPr>
          <w:rFonts w:hint="eastAsia"/>
        </w:rPr>
        <w:t>12</w:t>
      </w:r>
      <w:r w:rsidRPr="000F306E">
        <w:rPr>
          <w:rFonts w:hint="eastAsia"/>
        </w:rPr>
        <w:t>回】</w:t>
      </w:r>
    </w:p>
    <w:p w14:paraId="746876B7" w14:textId="77777777" w:rsidR="00936B59" w:rsidRDefault="00741D9D" w:rsidP="00936B59">
      <w:pPr>
        <w:jc w:val="center"/>
      </w:pPr>
      <w:r>
        <w:object w:dxaOrig="5385" w:dyaOrig="4125" w14:anchorId="2685F3CB">
          <v:shape id="_x0000_i1300" type="#_x0000_t75" style="width:157.8pt;height:121.8pt" o:ole="" fillcolor="window">
            <v:imagedata r:id="rId551" o:title=""/>
          </v:shape>
          <o:OLEObject Type="Embed" ProgID="Word.Picture.8" ShapeID="_x0000_i1300" DrawAspect="Content" ObjectID="_1714379046" r:id="rId552"/>
        </w:object>
      </w:r>
    </w:p>
    <w:p w14:paraId="669F304E" w14:textId="77777777" w:rsidR="00936B59" w:rsidRPr="00D60CCA" w:rsidRDefault="00936B59" w:rsidP="00936B59">
      <w:pPr>
        <w:rPr>
          <w:rFonts w:asciiTheme="majorEastAsia" w:eastAsiaTheme="majorEastAsia" w:hAnsiTheme="majorEastAsia"/>
        </w:rPr>
      </w:pPr>
      <w:r w:rsidRPr="00D60CCA">
        <w:rPr>
          <w:rFonts w:asciiTheme="majorEastAsia" w:eastAsiaTheme="majorEastAsia" w:hAnsiTheme="majorEastAsia" w:hint="eastAsia"/>
        </w:rPr>
        <w:t>公式</w:t>
      </w:r>
    </w:p>
    <w:p w14:paraId="040D1AD9" w14:textId="77777777" w:rsidR="00936B59" w:rsidRDefault="00936B59" w:rsidP="00936B59">
      <w:r>
        <w:rPr>
          <w:rFonts w:hint="eastAsia"/>
        </w:rPr>
        <w:t>座標を</w:t>
      </w:r>
      <w:r w:rsidRPr="007F16E3">
        <w:rPr>
          <w:position w:val="-6"/>
        </w:rPr>
        <w:object w:dxaOrig="200" w:dyaOrig="279" w14:anchorId="7BE6768E">
          <v:shape id="_x0000_i1301" type="#_x0000_t75" style="width:10.8pt;height:14.4pt" o:ole="">
            <v:imagedata r:id="rId553" o:title=""/>
          </v:shape>
          <o:OLEObject Type="Embed" ProgID="Equation.DSMT4" ShapeID="_x0000_i1301" DrawAspect="Content" ObjectID="_1714379047" r:id="rId554"/>
        </w:object>
      </w:r>
      <w:r w:rsidR="00F81788">
        <w:rPr>
          <w:rFonts w:hint="eastAsia"/>
        </w:rPr>
        <w:t>だけ回転させると点</w:t>
      </w:r>
      <w:r w:rsidRPr="007F16E3">
        <w:rPr>
          <w:position w:val="-10"/>
        </w:rPr>
        <w:object w:dxaOrig="580" w:dyaOrig="320" w14:anchorId="535F0E2F">
          <v:shape id="_x0000_i1302" type="#_x0000_t75" style="width:29.4pt;height:16.2pt" o:ole="">
            <v:imagedata r:id="rId555" o:title=""/>
          </v:shape>
          <o:OLEObject Type="Embed" ProgID="Equation.DSMT4" ShapeID="_x0000_i1302" DrawAspect="Content" ObjectID="_1714379048" r:id="rId556"/>
        </w:object>
      </w:r>
      <w:r>
        <w:t xml:space="preserve"> </w:t>
      </w:r>
      <w:r>
        <w:rPr>
          <w:rFonts w:hint="eastAsia"/>
        </w:rPr>
        <w:t>はどのような位置に動いたように見えるか。</w:t>
      </w:r>
    </w:p>
    <w:p w14:paraId="05CBA9A3" w14:textId="77777777" w:rsidR="00936B59" w:rsidRDefault="00936B59" w:rsidP="00936B59">
      <w:pPr>
        <w:ind w:firstLine="360"/>
      </w:pPr>
      <w:r w:rsidRPr="00A40F1A">
        <w:rPr>
          <w:position w:val="-28"/>
        </w:rPr>
        <w:object w:dxaOrig="2079" w:dyaOrig="680" w14:anchorId="00B010CC">
          <v:shape id="_x0000_i1303" type="#_x0000_t75" style="width:103.8pt;height:33.6pt" o:ole="">
            <v:imagedata r:id="rId557" o:title=""/>
          </v:shape>
          <o:OLEObject Type="Embed" ProgID="Equation.DSMT4" ShapeID="_x0000_i1303" DrawAspect="Content" ObjectID="_1714379049" r:id="rId558"/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⇔</w:t>
      </w:r>
      <w:r>
        <w:rPr>
          <w:rFonts w:hint="eastAsia"/>
        </w:rPr>
        <w:tab/>
      </w:r>
      <w:r w:rsidRPr="00323301">
        <w:rPr>
          <w:position w:val="-30"/>
        </w:rPr>
        <w:object w:dxaOrig="2840" w:dyaOrig="720" w14:anchorId="7D810EEA">
          <v:shape id="_x0000_i1304" type="#_x0000_t75" style="width:141.6pt;height:36pt" o:ole="">
            <v:imagedata r:id="rId559" o:title=""/>
          </v:shape>
          <o:OLEObject Type="Embed" ProgID="Equation.DSMT4" ShapeID="_x0000_i1304" DrawAspect="Content" ObjectID="_1714379050" r:id="rId560"/>
        </w:object>
      </w:r>
    </w:p>
    <w:p w14:paraId="71378B88" w14:textId="77777777" w:rsidR="00936B59" w:rsidRDefault="00936B59" w:rsidP="00936B5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F4543E" w:rsidRPr="00F4543E">
        <w:rPr>
          <w:position w:val="-6"/>
        </w:rPr>
        <w:object w:dxaOrig="780" w:dyaOrig="279" w14:anchorId="5B2618AD">
          <v:shape id="_x0000_i1305" type="#_x0000_t75" style="width:39pt;height:14.4pt" o:ole="">
            <v:imagedata r:id="rId561" o:title=""/>
          </v:shape>
          <o:OLEObject Type="Embed" ProgID="Equation.DSMT4" ShapeID="_x0000_i1305" DrawAspect="Content" ObjectID="_1714379051" r:id="rId562"/>
        </w:object>
      </w:r>
      <w:r>
        <w:rPr>
          <w:rFonts w:hint="eastAsia"/>
        </w:rPr>
        <w:t xml:space="preserve">　（</w:t>
      </w:r>
      <w:r w:rsidR="00F4543E" w:rsidRPr="00F4543E">
        <w:rPr>
          <w:position w:val="-6"/>
        </w:rPr>
        <w:object w:dxaOrig="260" w:dyaOrig="279" w14:anchorId="5F8D78FE">
          <v:shape id="_x0000_i1306" type="#_x0000_t75" style="width:12.6pt;height:14.4pt" o:ole="">
            <v:imagedata r:id="rId563" o:title=""/>
          </v:shape>
          <o:OLEObject Type="Embed" ProgID="Equation.DSMT4" ShapeID="_x0000_i1306" DrawAspect="Content" ObjectID="_1714379052" r:id="rId564"/>
        </w:object>
      </w:r>
      <w:r>
        <w:t xml:space="preserve"> </w:t>
      </w:r>
      <w:r>
        <w:rPr>
          <w:rFonts w:hint="eastAsia"/>
        </w:rPr>
        <w:t>を回転行列という）</w:t>
      </w:r>
    </w:p>
    <w:p w14:paraId="7AF0DEE2" w14:textId="77777777" w:rsidR="00936B59" w:rsidRPr="002A0232" w:rsidRDefault="00936B59" w:rsidP="00936B59">
      <w:pPr>
        <w:rPr>
          <w:rFonts w:asciiTheme="majorEastAsia" w:eastAsiaTheme="majorEastAsia" w:hAnsiTheme="majorEastAsia"/>
        </w:rPr>
      </w:pPr>
      <w:r w:rsidRPr="002A0232">
        <w:rPr>
          <w:rFonts w:asciiTheme="majorEastAsia" w:eastAsiaTheme="majorEastAsia" w:hAnsiTheme="majorEastAsia" w:hint="eastAsia"/>
        </w:rPr>
        <w:t>例</w:t>
      </w:r>
    </w:p>
    <w:p w14:paraId="05A37552" w14:textId="77777777" w:rsidR="00936B59" w:rsidRDefault="00936B59" w:rsidP="00936B59">
      <w:r w:rsidRPr="00AE59C7">
        <w:rPr>
          <w:position w:val="-4"/>
        </w:rPr>
        <w:object w:dxaOrig="200" w:dyaOrig="200" w14:anchorId="51678170">
          <v:shape id="_x0000_i1307" type="#_x0000_t75" style="width:10.8pt;height:10.8pt" o:ole="">
            <v:imagedata r:id="rId565" o:title=""/>
          </v:shape>
          <o:OLEObject Type="Embed" ProgID="Equation.DSMT4" ShapeID="_x0000_i1307" DrawAspect="Content" ObjectID="_1714379053" r:id="rId566"/>
        </w:object>
      </w:r>
      <w:r>
        <w:rPr>
          <w:rFonts w:hint="eastAsia"/>
        </w:rPr>
        <w:t>座標を</w:t>
      </w:r>
      <w:r w:rsidR="00C27077" w:rsidRPr="00386C1A">
        <w:rPr>
          <w:position w:val="-10"/>
        </w:rPr>
        <w:object w:dxaOrig="420" w:dyaOrig="340" w14:anchorId="0ADD8560">
          <v:shape id="_x0000_i1308" type="#_x0000_t75" style="width:21pt;height:17.4pt" o:ole="">
            <v:imagedata r:id="rId567" o:title=""/>
          </v:shape>
          <o:OLEObject Type="Embed" ProgID="Equation.DSMT4" ShapeID="_x0000_i1308" DrawAspect="Content" ObjectID="_1714379054" r:id="rId568"/>
        </w:object>
      </w:r>
      <w:r>
        <w:rPr>
          <w:rFonts w:hint="eastAsia"/>
        </w:rPr>
        <w:t>（</w:t>
      </w:r>
      <w:r w:rsidR="00C27077">
        <w:rPr>
          <w:rFonts w:hint="eastAsia"/>
        </w:rPr>
        <w:t>60</w:t>
      </w:r>
      <w:r w:rsidR="00C27077">
        <w:rPr>
          <w:rFonts w:hint="eastAsia"/>
        </w:rPr>
        <w:t>度</w:t>
      </w:r>
      <w:r>
        <w:rPr>
          <w:rFonts w:hint="eastAsia"/>
        </w:rPr>
        <w:t>）回転させて</w:t>
      </w:r>
      <w:r w:rsidRPr="00AE59C7">
        <w:rPr>
          <w:position w:val="-4"/>
        </w:rPr>
        <w:object w:dxaOrig="260" w:dyaOrig="260" w14:anchorId="6F5265A0">
          <v:shape id="_x0000_i1309" type="#_x0000_t75" style="width:12.6pt;height:12.6pt" o:ole="">
            <v:imagedata r:id="rId569" o:title=""/>
          </v:shape>
          <o:OLEObject Type="Embed" ProgID="Equation.DSMT4" ShapeID="_x0000_i1309" DrawAspect="Content" ObjectID="_1714379055" r:id="rId570"/>
        </w:object>
      </w:r>
      <w:r>
        <w:rPr>
          <w:rFonts w:hint="eastAsia"/>
        </w:rPr>
        <w:t>にする。（</w:t>
      </w:r>
      <w:r w:rsidR="00F4543E" w:rsidRPr="00F4543E">
        <w:rPr>
          <w:position w:val="-6"/>
        </w:rPr>
        <w:object w:dxaOrig="780" w:dyaOrig="279" w14:anchorId="47119C57">
          <v:shape id="_x0000_i1310" type="#_x0000_t75" style="width:39pt;height:14.4pt" o:ole="">
            <v:imagedata r:id="rId571" o:title=""/>
          </v:shape>
          <o:OLEObject Type="Embed" ProgID="Equation.DSMT4" ShapeID="_x0000_i1310" DrawAspect="Content" ObjectID="_1714379056" r:id="rId572"/>
        </w:object>
      </w:r>
      <w:r>
        <w:rPr>
          <w:rFonts w:hint="eastAsia"/>
        </w:rPr>
        <w:t>）</w:t>
      </w:r>
    </w:p>
    <w:p w14:paraId="6AD88FF2" w14:textId="77777777" w:rsidR="00936B59" w:rsidRDefault="00936B59" w:rsidP="00936B59">
      <w:r>
        <w:rPr>
          <w:rFonts w:hint="eastAsia"/>
        </w:rPr>
        <w:t>１）回転行列</w:t>
      </w:r>
      <w:r w:rsidR="00F4543E" w:rsidRPr="00F4543E">
        <w:rPr>
          <w:position w:val="-6"/>
        </w:rPr>
        <w:object w:dxaOrig="260" w:dyaOrig="279" w14:anchorId="09A7A122">
          <v:shape id="_x0000_i1311" type="#_x0000_t75" style="width:12.6pt;height:14.4pt" o:ole="">
            <v:imagedata r:id="rId573" o:title=""/>
          </v:shape>
          <o:OLEObject Type="Embed" ProgID="Equation.DSMT4" ShapeID="_x0000_i1311" DrawAspect="Content" ObjectID="_1714379057" r:id="rId574"/>
        </w:object>
      </w:r>
      <w:r>
        <w:rPr>
          <w:rFonts w:hint="eastAsia"/>
        </w:rPr>
        <w:t>を数式で表せ。</w:t>
      </w:r>
    </w:p>
    <w:p w14:paraId="111729DB" w14:textId="77777777" w:rsidR="00936B59" w:rsidRDefault="00F4543E" w:rsidP="00936B59">
      <w:pPr>
        <w:ind w:firstLineChars="200" w:firstLine="420"/>
      </w:pPr>
      <w:r w:rsidRPr="00207B46">
        <w:rPr>
          <w:position w:val="-30"/>
        </w:rPr>
        <w:object w:dxaOrig="2880" w:dyaOrig="720" w14:anchorId="7EDD3B90">
          <v:shape id="_x0000_i1312" type="#_x0000_t75" style="width:2in;height:36pt" o:ole="">
            <v:imagedata r:id="rId575" o:title=""/>
          </v:shape>
          <o:OLEObject Type="Embed" ProgID="Equation.DSMT4" ShapeID="_x0000_i1312" DrawAspect="Content" ObjectID="_1714379058" r:id="rId576"/>
        </w:object>
      </w:r>
    </w:p>
    <w:p w14:paraId="40AD829C" w14:textId="77777777" w:rsidR="00936B59" w:rsidRDefault="00936B59" w:rsidP="00936B59">
      <w:r>
        <w:rPr>
          <w:rFonts w:hint="eastAsia"/>
        </w:rPr>
        <w:t>２）回転行列</w:t>
      </w:r>
      <w:r w:rsidR="00F4543E" w:rsidRPr="00F4543E">
        <w:rPr>
          <w:position w:val="-6"/>
        </w:rPr>
        <w:object w:dxaOrig="260" w:dyaOrig="279" w14:anchorId="0842F595">
          <v:shape id="_x0000_i1313" type="#_x0000_t75" style="width:12.6pt;height:14.4pt" o:ole="">
            <v:imagedata r:id="rId577" o:title=""/>
          </v:shape>
          <o:OLEObject Type="Embed" ProgID="Equation.DSMT4" ShapeID="_x0000_i1313" DrawAspect="Content" ObjectID="_1714379059" r:id="rId578"/>
        </w:object>
      </w:r>
      <w:r>
        <w:rPr>
          <w:rFonts w:hint="eastAsia"/>
        </w:rPr>
        <w:t>を数値で表せ。</w:t>
      </w:r>
    </w:p>
    <w:p w14:paraId="5B788285" w14:textId="77777777" w:rsidR="00936B59" w:rsidRDefault="00F4543E" w:rsidP="00936B59">
      <w:pPr>
        <w:ind w:firstLineChars="200" w:firstLine="420"/>
      </w:pPr>
      <w:r w:rsidRPr="00207B46">
        <w:rPr>
          <w:position w:val="-30"/>
        </w:rPr>
        <w:object w:dxaOrig="3379" w:dyaOrig="720" w14:anchorId="0BD408C2">
          <v:shape id="_x0000_i1314" type="#_x0000_t75" style="width:168pt;height:36pt" o:ole="">
            <v:imagedata r:id="rId579" o:title=""/>
          </v:shape>
          <o:OLEObject Type="Embed" ProgID="Equation.DSMT4" ShapeID="_x0000_i1314" DrawAspect="Content" ObjectID="_1714379060" r:id="rId580"/>
        </w:object>
      </w:r>
    </w:p>
    <w:p w14:paraId="39341F14" w14:textId="77777777" w:rsidR="00936B59" w:rsidRDefault="00936B59" w:rsidP="00936B59">
      <w:r>
        <w:rPr>
          <w:rFonts w:hint="eastAsia"/>
        </w:rPr>
        <w:t>３）逆に</w:t>
      </w:r>
      <w:r>
        <w:rPr>
          <w:rFonts w:hint="eastAsia"/>
        </w:rPr>
        <w:t xml:space="preserve"> </w:t>
      </w:r>
      <w:r w:rsidR="00C27077" w:rsidRPr="00386C1A">
        <w:rPr>
          <w:position w:val="-10"/>
        </w:rPr>
        <w:object w:dxaOrig="560" w:dyaOrig="340" w14:anchorId="6060B3B8">
          <v:shape id="_x0000_i1315" type="#_x0000_t75" style="width:27.6pt;height:17.4pt" o:ole="">
            <v:imagedata r:id="rId581" o:title=""/>
          </v:shape>
          <o:OLEObject Type="Embed" ProgID="Equation.DSMT4" ShapeID="_x0000_i1315" DrawAspect="Content" ObjectID="_1714379061" r:id="rId582"/>
        </w:object>
      </w:r>
      <w:r>
        <w:rPr>
          <w:rFonts w:hint="eastAsia"/>
        </w:rPr>
        <w:t>（</w:t>
      </w:r>
      <w:r w:rsidR="00C27077">
        <w:rPr>
          <w:rFonts w:hint="eastAsia"/>
        </w:rPr>
        <w:t>-60</w:t>
      </w:r>
      <w:r w:rsidR="00C27077">
        <w:rPr>
          <w:rFonts w:hint="eastAsia"/>
        </w:rPr>
        <w:t>度</w:t>
      </w:r>
      <w:r>
        <w:rPr>
          <w:rFonts w:hint="eastAsia"/>
        </w:rPr>
        <w:t>）回転させた回転行列を求めよ。</w:t>
      </w:r>
    </w:p>
    <w:p w14:paraId="1F991849" w14:textId="77777777" w:rsidR="00936B59" w:rsidRDefault="00F4543E" w:rsidP="00936B59">
      <w:pPr>
        <w:ind w:firstLineChars="200" w:firstLine="420"/>
      </w:pPr>
      <w:r w:rsidRPr="00207B46">
        <w:rPr>
          <w:position w:val="-30"/>
        </w:rPr>
        <w:object w:dxaOrig="6440" w:dyaOrig="720" w14:anchorId="78DB915A">
          <v:shape id="_x0000_i1316" type="#_x0000_t75" style="width:322.2pt;height:36pt" o:ole="">
            <v:imagedata r:id="rId583" o:title=""/>
          </v:shape>
          <o:OLEObject Type="Embed" ProgID="Equation.DSMT4" ShapeID="_x0000_i1316" DrawAspect="Content" ObjectID="_1714379062" r:id="rId584"/>
        </w:object>
      </w:r>
    </w:p>
    <w:p w14:paraId="4F457013" w14:textId="77777777" w:rsidR="00936B59" w:rsidRDefault="00936B59" w:rsidP="00936B59">
      <w:r>
        <w:rPr>
          <w:rFonts w:hint="eastAsia"/>
        </w:rPr>
        <w:t>４）</w:t>
      </w:r>
      <w:r w:rsidR="003238F4" w:rsidRPr="00F4543E">
        <w:rPr>
          <w:position w:val="-6"/>
        </w:rPr>
        <w:object w:dxaOrig="900" w:dyaOrig="320" w14:anchorId="1A641F09">
          <v:shape id="_x0000_i1317" type="#_x0000_t75" style="width:44.4pt;height:16.2pt" o:ole="">
            <v:imagedata r:id="rId585" o:title=""/>
          </v:shape>
          <o:OLEObject Type="Embed" ProgID="Equation.DSMT4" ShapeID="_x0000_i1317" DrawAspect="Content" ObjectID="_1714379063" r:id="rId586"/>
        </w:object>
      </w:r>
      <w:r>
        <w:rPr>
          <w:rFonts w:hint="eastAsia"/>
        </w:rPr>
        <w:t>であることを示せ。</w:t>
      </w:r>
    </w:p>
    <w:p w14:paraId="35E974A6" w14:textId="77777777" w:rsidR="00936B59" w:rsidRDefault="00F4543E" w:rsidP="00936B59">
      <w:pPr>
        <w:ind w:firstLineChars="200" w:firstLine="420"/>
      </w:pPr>
      <w:r w:rsidRPr="00F4543E">
        <w:rPr>
          <w:position w:val="-6"/>
        </w:rPr>
        <w:object w:dxaOrig="1400" w:dyaOrig="320" w14:anchorId="0E076122">
          <v:shape id="_x0000_i1318" type="#_x0000_t75" style="width:70.2pt;height:16.2pt" o:ole="">
            <v:imagedata r:id="rId587" o:title=""/>
          </v:shape>
          <o:OLEObject Type="Embed" ProgID="Equation.DSMT4" ShapeID="_x0000_i1318" DrawAspect="Content" ObjectID="_1714379064" r:id="rId588"/>
        </w:object>
      </w:r>
      <w:r w:rsidR="00766B37">
        <w:rPr>
          <w:rFonts w:hint="eastAsia"/>
        </w:rPr>
        <w:t xml:space="preserve">　　　　　　　　　　このような行列を</w:t>
      </w:r>
      <w:r w:rsidR="00766B37" w:rsidRPr="00766B37">
        <w:rPr>
          <w:rFonts w:hint="eastAsia"/>
          <w:u w:val="single"/>
        </w:rPr>
        <w:t>直交行列</w:t>
      </w:r>
      <w:r w:rsidR="00766B37">
        <w:rPr>
          <w:rFonts w:hint="eastAsia"/>
        </w:rPr>
        <w:t>という。</w:t>
      </w:r>
    </w:p>
    <w:p w14:paraId="582CE5C9" w14:textId="77777777" w:rsidR="00766B37" w:rsidRDefault="00766B37" w:rsidP="00936B59">
      <w:pPr>
        <w:ind w:firstLineChars="200" w:firstLine="420"/>
      </w:pPr>
      <w:r>
        <w:rPr>
          <w:rFonts w:hint="eastAsia"/>
        </w:rPr>
        <w:t xml:space="preserve">　　　　　　　　　　　　　　　　　　　　回転行列は直交行列である。</w:t>
      </w:r>
    </w:p>
    <w:p w14:paraId="4D7835EC" w14:textId="77777777" w:rsidR="00936B59" w:rsidRDefault="00936B59" w:rsidP="00936B59">
      <w:r>
        <w:rPr>
          <w:rFonts w:hint="eastAsia"/>
        </w:rPr>
        <w:t>５）回転行列の行列式</w:t>
      </w:r>
      <w:r w:rsidR="00F4543E" w:rsidRPr="006320D5">
        <w:rPr>
          <w:position w:val="-14"/>
        </w:rPr>
        <w:object w:dxaOrig="340" w:dyaOrig="400" w14:anchorId="4C26060E">
          <v:shape id="_x0000_i1319" type="#_x0000_t75" style="width:17.4pt;height:20.4pt" o:ole="">
            <v:imagedata r:id="rId589" o:title=""/>
          </v:shape>
          <o:OLEObject Type="Embed" ProgID="Equation.DSMT4" ShapeID="_x0000_i1319" DrawAspect="Content" ObjectID="_1714379065" r:id="rId590"/>
        </w:object>
      </w:r>
      <w:r>
        <w:rPr>
          <w:rFonts w:hint="eastAsia"/>
        </w:rPr>
        <w:t>の値を求めよ。</w:t>
      </w:r>
    </w:p>
    <w:p w14:paraId="17B979C6" w14:textId="77777777" w:rsidR="00936B59" w:rsidRDefault="00F4543E" w:rsidP="00936B59">
      <w:pPr>
        <w:ind w:firstLineChars="200" w:firstLine="420"/>
      </w:pPr>
      <w:r w:rsidRPr="006320D5">
        <w:rPr>
          <w:position w:val="-14"/>
        </w:rPr>
        <w:object w:dxaOrig="520" w:dyaOrig="400" w14:anchorId="69C32378">
          <v:shape id="_x0000_i1320" type="#_x0000_t75" style="width:25.2pt;height:20.4pt" o:ole="">
            <v:imagedata r:id="rId591" o:title=""/>
          </v:shape>
          <o:OLEObject Type="Embed" ProgID="Equation.DSMT4" ShapeID="_x0000_i1320" DrawAspect="Content" ObjectID="_1714379066" r:id="rId592"/>
        </w:object>
      </w:r>
    </w:p>
    <w:p w14:paraId="41816F01" w14:textId="77777777" w:rsidR="00A25D32" w:rsidRDefault="00A25D32" w:rsidP="00936B59">
      <w:r>
        <w:rPr>
          <w:rFonts w:hint="eastAsia"/>
        </w:rPr>
        <w:t>６）回転行列の縦・横の成分を</w:t>
      </w:r>
      <w:r>
        <w:rPr>
          <w:rFonts w:hint="eastAsia"/>
        </w:rPr>
        <w:t>2</w:t>
      </w:r>
      <w:r>
        <w:rPr>
          <w:rFonts w:hint="eastAsia"/>
        </w:rPr>
        <w:t>乗して足すといくつになるか。</w:t>
      </w:r>
    </w:p>
    <w:p w14:paraId="1D8C5D8B" w14:textId="77777777" w:rsidR="00A25D32" w:rsidRDefault="00F4543E" w:rsidP="00A25D32">
      <w:pPr>
        <w:ind w:firstLineChars="200" w:firstLine="420"/>
      </w:pPr>
      <w:r w:rsidRPr="00A25D32">
        <w:rPr>
          <w:position w:val="-32"/>
        </w:rPr>
        <w:object w:dxaOrig="1500" w:dyaOrig="760" w14:anchorId="7E34B15E">
          <v:shape id="_x0000_i1321" type="#_x0000_t75" style="width:75.6pt;height:38.4pt" o:ole="">
            <v:imagedata r:id="rId593" o:title=""/>
          </v:shape>
          <o:OLEObject Type="Embed" ProgID="Equation.DSMT4" ShapeID="_x0000_i1321" DrawAspect="Content" ObjectID="_1714379067" r:id="rId594"/>
        </w:object>
      </w:r>
      <w:r w:rsidR="00A25D32">
        <w:t xml:space="preserve"> </w:t>
      </w:r>
      <w:r w:rsidR="00A25D32">
        <w:rPr>
          <w:rFonts w:hint="eastAsia"/>
        </w:rPr>
        <w:t xml:space="preserve">　　　　</w:t>
      </w:r>
      <w:r w:rsidRPr="00A25D32">
        <w:rPr>
          <w:position w:val="-12"/>
        </w:rPr>
        <w:object w:dxaOrig="3580" w:dyaOrig="380" w14:anchorId="4685703D">
          <v:shape id="_x0000_i1322" type="#_x0000_t75" style="width:179.4pt;height:18.6pt" o:ole="">
            <v:imagedata r:id="rId595" o:title=""/>
          </v:shape>
          <o:OLEObject Type="Embed" ProgID="Equation.DSMT4" ShapeID="_x0000_i1322" DrawAspect="Content" ObjectID="_1714379068" r:id="rId596"/>
        </w:object>
      </w:r>
      <w:r w:rsidR="00A25D32">
        <w:t xml:space="preserve"> </w:t>
      </w:r>
    </w:p>
    <w:p w14:paraId="2CED71B8" w14:textId="77777777" w:rsidR="00936B59" w:rsidRDefault="00766B37" w:rsidP="00936B59">
      <w:r>
        <w:rPr>
          <w:rFonts w:hint="eastAsia"/>
        </w:rPr>
        <w:lastRenderedPageBreak/>
        <w:t>７</w:t>
      </w:r>
      <w:r w:rsidR="00936B59">
        <w:rPr>
          <w:rFonts w:hint="eastAsia"/>
        </w:rPr>
        <w:t>）以下の</w:t>
      </w:r>
      <w:r w:rsidR="00936B59" w:rsidRPr="00972C61">
        <w:rPr>
          <w:position w:val="-4"/>
        </w:rPr>
        <w:object w:dxaOrig="200" w:dyaOrig="200" w14:anchorId="082FAF34">
          <v:shape id="_x0000_i1323" type="#_x0000_t75" style="width:9.6pt;height:9.6pt" o:ole="">
            <v:imagedata r:id="rId597" o:title=""/>
          </v:shape>
          <o:OLEObject Type="Embed" ProgID="Equation.DSMT4" ShapeID="_x0000_i1323" DrawAspect="Content" ObjectID="_1714379069" r:id="rId598"/>
        </w:object>
      </w:r>
      <w:r w:rsidR="00936B59">
        <w:t xml:space="preserve"> </w:t>
      </w:r>
      <w:r w:rsidR="00936B59">
        <w:rPr>
          <w:rFonts w:hint="eastAsia"/>
        </w:rPr>
        <w:t>座標の点は</w:t>
      </w:r>
      <w:r w:rsidR="00936B59" w:rsidRPr="00972C61">
        <w:rPr>
          <w:position w:val="-4"/>
        </w:rPr>
        <w:object w:dxaOrig="260" w:dyaOrig="260" w14:anchorId="2861059B">
          <v:shape id="_x0000_i1324" type="#_x0000_t75" style="width:12.6pt;height:12.6pt" o:ole="">
            <v:imagedata r:id="rId599" o:title=""/>
          </v:shape>
          <o:OLEObject Type="Embed" ProgID="Equation.DSMT4" ShapeID="_x0000_i1324" DrawAspect="Content" ObjectID="_1714379070" r:id="rId600"/>
        </w:object>
      </w:r>
      <w:r w:rsidR="00936B59">
        <w:t xml:space="preserve"> </w:t>
      </w:r>
      <w:r w:rsidR="00936B59">
        <w:rPr>
          <w:rFonts w:hint="eastAsia"/>
        </w:rPr>
        <w:t>座標ではどこに移るか。（</w:t>
      </w:r>
      <w:r w:rsidR="00F4543E" w:rsidRPr="00F4543E">
        <w:rPr>
          <w:position w:val="-6"/>
        </w:rPr>
        <w:object w:dxaOrig="780" w:dyaOrig="279" w14:anchorId="2D20C920">
          <v:shape id="_x0000_i1325" type="#_x0000_t75" style="width:39pt;height:14.4pt" o:ole="">
            <v:imagedata r:id="rId601" o:title=""/>
          </v:shape>
          <o:OLEObject Type="Embed" ProgID="Equation.DSMT4" ShapeID="_x0000_i1325" DrawAspect="Content" ObjectID="_1714379071" r:id="rId602"/>
        </w:object>
      </w:r>
      <w:r w:rsidR="00936B59">
        <w:rPr>
          <w:rFonts w:hint="eastAsia"/>
        </w:rPr>
        <w:t>）</w:t>
      </w:r>
    </w:p>
    <w:p w14:paraId="2C30599D" w14:textId="77777777" w:rsidR="00936B59" w:rsidRDefault="00936B59" w:rsidP="00936B59">
      <w:pPr>
        <w:ind w:firstLineChars="200" w:firstLine="420"/>
      </w:pPr>
      <w:r w:rsidRPr="00386C1A">
        <w:rPr>
          <w:position w:val="-30"/>
        </w:rPr>
        <w:object w:dxaOrig="1040" w:dyaOrig="720" w14:anchorId="5DD0A4D8">
          <v:shape id="_x0000_i1326" type="#_x0000_t75" style="width:51.6pt;height:36pt" o:ole="">
            <v:imagedata r:id="rId603" o:title=""/>
          </v:shape>
          <o:OLEObject Type="Embed" ProgID="Equation.DSMT4" ShapeID="_x0000_i1326" DrawAspect="Content" ObjectID="_1714379072" r:id="rId604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323301">
        <w:rPr>
          <w:position w:val="-30"/>
        </w:rPr>
        <w:object w:dxaOrig="680" w:dyaOrig="720" w14:anchorId="2850D29B">
          <v:shape id="_x0000_i1327" type="#_x0000_t75" style="width:33.6pt;height:36pt" o:ole="">
            <v:imagedata r:id="rId605" o:title=""/>
          </v:shape>
          <o:OLEObject Type="Embed" ProgID="Equation.DSMT4" ShapeID="_x0000_i1327" DrawAspect="Content" ObjectID="_1714379073" r:id="rId606"/>
        </w:object>
      </w:r>
    </w:p>
    <w:p w14:paraId="55EAB799" w14:textId="77777777" w:rsidR="00A25D32" w:rsidRDefault="00A25D32" w:rsidP="00936B59">
      <w:pPr>
        <w:ind w:firstLineChars="200" w:firstLine="420"/>
      </w:pPr>
    </w:p>
    <w:p w14:paraId="28924113" w14:textId="77777777" w:rsidR="00936B59" w:rsidRDefault="00766B37" w:rsidP="00936B59">
      <w:r>
        <w:rPr>
          <w:rFonts w:hint="eastAsia"/>
        </w:rPr>
        <w:t>８</w:t>
      </w:r>
      <w:r w:rsidR="00936B59">
        <w:rPr>
          <w:rFonts w:hint="eastAsia"/>
        </w:rPr>
        <w:t>）</w:t>
      </w:r>
      <w:r w:rsidR="00F4543E" w:rsidRPr="00F4543E">
        <w:rPr>
          <w:position w:val="-6"/>
        </w:rPr>
        <w:object w:dxaOrig="780" w:dyaOrig="279" w14:anchorId="3FAC3982">
          <v:shape id="_x0000_i1328" type="#_x0000_t75" style="width:39pt;height:14.4pt" o:ole="">
            <v:imagedata r:id="rId607" o:title=""/>
          </v:shape>
          <o:OLEObject Type="Embed" ProgID="Equation.DSMT4" ShapeID="_x0000_i1328" DrawAspect="Content" ObjectID="_1714379074" r:id="rId608"/>
        </w:object>
      </w:r>
      <w:r w:rsidR="00936B59">
        <w:rPr>
          <w:rFonts w:hint="eastAsia"/>
        </w:rPr>
        <w:t xml:space="preserve">を逆に　</w:t>
      </w:r>
      <w:r w:rsidR="00936B59" w:rsidRPr="0006259A">
        <w:rPr>
          <w:position w:val="-4"/>
        </w:rPr>
        <w:object w:dxaOrig="380" w:dyaOrig="200" w14:anchorId="4D2708B7">
          <v:shape id="_x0000_i1329" type="#_x0000_t75" style="width:18.6pt;height:10.8pt" o:ole="">
            <v:imagedata r:id="rId609" o:title=""/>
          </v:shape>
          <o:OLEObject Type="Embed" ProgID="Equation.DSMT4" ShapeID="_x0000_i1329" DrawAspect="Content" ObjectID="_1714379075" r:id="rId610"/>
        </w:object>
      </w:r>
      <w:r w:rsidR="00936B59">
        <w:t xml:space="preserve"> </w:t>
      </w:r>
      <w:r w:rsidR="00936B59">
        <w:rPr>
          <w:rFonts w:hint="eastAsia"/>
        </w:rPr>
        <w:t>の形で書くとどうなるか。</w:t>
      </w:r>
    </w:p>
    <w:p w14:paraId="0DD73D3D" w14:textId="77777777" w:rsidR="00936B59" w:rsidRDefault="00936B59" w:rsidP="00936B59">
      <w:r>
        <w:rPr>
          <w:rFonts w:hint="eastAsia"/>
        </w:rPr>
        <w:t xml:space="preserve">　　両辺に左から</w:t>
      </w:r>
      <w:r w:rsidR="00F4543E" w:rsidRPr="00F4543E">
        <w:rPr>
          <w:position w:val="-6"/>
        </w:rPr>
        <w:object w:dxaOrig="400" w:dyaOrig="320" w14:anchorId="6D86422C">
          <v:shape id="_x0000_i1330" type="#_x0000_t75" style="width:20.4pt;height:16.2pt" o:ole="">
            <v:imagedata r:id="rId611" o:title=""/>
          </v:shape>
          <o:OLEObject Type="Embed" ProgID="Equation.DSMT4" ShapeID="_x0000_i1330" DrawAspect="Content" ObjectID="_1714379076" r:id="rId612"/>
        </w:object>
      </w:r>
      <w:r>
        <w:t xml:space="preserve"> </w:t>
      </w:r>
      <w:r>
        <w:rPr>
          <w:rFonts w:hint="eastAsia"/>
        </w:rPr>
        <w:t>を掛けると</w:t>
      </w:r>
    </w:p>
    <w:p w14:paraId="1554FDA4" w14:textId="77777777" w:rsidR="00936B59" w:rsidRDefault="00936B59" w:rsidP="00936B59">
      <w:r>
        <w:rPr>
          <w:rFonts w:hint="eastAsia"/>
        </w:rPr>
        <w:t xml:space="preserve">　　右辺　　　　　　　　　　　　　　左辺</w:t>
      </w:r>
    </w:p>
    <w:p w14:paraId="7893440E" w14:textId="77777777" w:rsidR="00936B59" w:rsidRDefault="00936B59" w:rsidP="00936B59">
      <w:r>
        <w:rPr>
          <w:rFonts w:hint="eastAsia"/>
        </w:rPr>
        <w:t>よって、</w:t>
      </w:r>
    </w:p>
    <w:p w14:paraId="44A6D83A" w14:textId="77777777" w:rsidR="00936B59" w:rsidRDefault="00936B59" w:rsidP="00936B59"/>
    <w:p w14:paraId="4FC20EBF" w14:textId="77777777" w:rsidR="00936B59" w:rsidRDefault="00766B37" w:rsidP="00936B59">
      <w:r>
        <w:rPr>
          <w:rFonts w:hint="eastAsia"/>
        </w:rPr>
        <w:t>９</w:t>
      </w:r>
      <w:r w:rsidR="00936B59">
        <w:rPr>
          <w:rFonts w:hint="eastAsia"/>
        </w:rPr>
        <w:t>）以下の</w:t>
      </w:r>
      <w:r w:rsidR="00936B59" w:rsidRPr="006320D5">
        <w:rPr>
          <w:position w:val="-4"/>
        </w:rPr>
        <w:object w:dxaOrig="260" w:dyaOrig="260" w14:anchorId="52A58F30">
          <v:shape id="_x0000_i1331" type="#_x0000_t75" style="width:12.6pt;height:12.6pt" o:ole="">
            <v:imagedata r:id="rId613" o:title=""/>
          </v:shape>
          <o:OLEObject Type="Embed" ProgID="Equation.DSMT4" ShapeID="_x0000_i1331" DrawAspect="Content" ObjectID="_1714379077" r:id="rId614"/>
        </w:object>
      </w:r>
      <w:r w:rsidR="00936B59">
        <w:rPr>
          <w:rFonts w:hint="eastAsia"/>
        </w:rPr>
        <w:t>座標で与えられる点は</w:t>
      </w:r>
      <w:r w:rsidR="00936B59" w:rsidRPr="006320D5">
        <w:rPr>
          <w:position w:val="-4"/>
        </w:rPr>
        <w:object w:dxaOrig="200" w:dyaOrig="200" w14:anchorId="3473125C">
          <v:shape id="_x0000_i1332" type="#_x0000_t75" style="width:9.6pt;height:9.6pt" o:ole="">
            <v:imagedata r:id="rId615" o:title=""/>
          </v:shape>
          <o:OLEObject Type="Embed" ProgID="Equation.DSMT4" ShapeID="_x0000_i1332" DrawAspect="Content" ObjectID="_1714379078" r:id="rId616"/>
        </w:object>
      </w:r>
      <w:r w:rsidR="00936B59">
        <w:t xml:space="preserve"> </w:t>
      </w:r>
      <w:r w:rsidR="00936B59">
        <w:rPr>
          <w:rFonts w:hint="eastAsia"/>
        </w:rPr>
        <w:t>座標のどこから来たか。（　　　　　　）</w:t>
      </w:r>
    </w:p>
    <w:p w14:paraId="62BCA1E2" w14:textId="77777777" w:rsidR="00936B59" w:rsidRDefault="00936B59" w:rsidP="00936B59">
      <w:pPr>
        <w:ind w:firstLineChars="200" w:firstLine="420"/>
      </w:pPr>
      <w:r w:rsidRPr="00386C1A">
        <w:rPr>
          <w:position w:val="-30"/>
        </w:rPr>
        <w:object w:dxaOrig="1100" w:dyaOrig="720" w14:anchorId="3D9418CE">
          <v:shape id="_x0000_i1333" type="#_x0000_t75" style="width:54.6pt;height:36pt" o:ole="">
            <v:imagedata r:id="rId617" o:title=""/>
          </v:shape>
          <o:OLEObject Type="Embed" ProgID="Equation.DSMT4" ShapeID="_x0000_i1333" DrawAspect="Content" ObjectID="_1714379079" r:id="rId618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323301">
        <w:rPr>
          <w:position w:val="-30"/>
        </w:rPr>
        <w:object w:dxaOrig="639" w:dyaOrig="720" w14:anchorId="75887851">
          <v:shape id="_x0000_i1334" type="#_x0000_t75" style="width:31.8pt;height:36pt" o:ole="">
            <v:imagedata r:id="rId619" o:title=""/>
          </v:shape>
          <o:OLEObject Type="Embed" ProgID="Equation.DSMT4" ShapeID="_x0000_i1334" DrawAspect="Content" ObjectID="_1714379080" r:id="rId620"/>
        </w:object>
      </w:r>
    </w:p>
    <w:p w14:paraId="799B3589" w14:textId="77777777" w:rsidR="00936B59" w:rsidRDefault="00936B59" w:rsidP="00936B59"/>
    <w:p w14:paraId="5261D230" w14:textId="77777777" w:rsidR="00936B59" w:rsidRPr="001F2F1A" w:rsidRDefault="00936B59" w:rsidP="00936B59">
      <w:pPr>
        <w:rPr>
          <w:rFonts w:asciiTheme="majorEastAsia" w:eastAsiaTheme="majorEastAsia" w:hAnsiTheme="majorEastAsia"/>
        </w:rPr>
      </w:pPr>
      <w:r w:rsidRPr="001F2F1A">
        <w:rPr>
          <w:rFonts w:asciiTheme="majorEastAsia" w:eastAsiaTheme="majorEastAsia" w:hAnsiTheme="majorEastAsia" w:hint="eastAsia"/>
        </w:rPr>
        <w:t>演習</w:t>
      </w:r>
    </w:p>
    <w:p w14:paraId="0DC95A60" w14:textId="77777777" w:rsidR="00936B59" w:rsidRDefault="00936B59" w:rsidP="00936B59">
      <w:r w:rsidRPr="00AE59C7">
        <w:rPr>
          <w:position w:val="-4"/>
        </w:rPr>
        <w:object w:dxaOrig="200" w:dyaOrig="200" w14:anchorId="0F7CA155">
          <v:shape id="_x0000_i1335" type="#_x0000_t75" style="width:10.8pt;height:10.8pt" o:ole="">
            <v:imagedata r:id="rId565" o:title=""/>
          </v:shape>
          <o:OLEObject Type="Embed" ProgID="Equation.DSMT4" ShapeID="_x0000_i1335" DrawAspect="Content" ObjectID="_1714379081" r:id="rId621"/>
        </w:object>
      </w:r>
      <w:r>
        <w:rPr>
          <w:rFonts w:hint="eastAsia"/>
        </w:rPr>
        <w:t>座標を</w:t>
      </w:r>
      <w:r>
        <w:rPr>
          <w:rFonts w:hint="eastAsia"/>
        </w:rPr>
        <w:t>45</w:t>
      </w:r>
      <w:r>
        <w:rPr>
          <w:rFonts w:hint="eastAsia"/>
        </w:rPr>
        <w:t>度（</w:t>
      </w:r>
      <w:r w:rsidRPr="00386C1A">
        <w:rPr>
          <w:position w:val="-10"/>
        </w:rPr>
        <w:object w:dxaOrig="440" w:dyaOrig="340" w14:anchorId="3B45EE8E">
          <v:shape id="_x0000_i1336" type="#_x0000_t75" style="width:21.6pt;height:17.4pt" o:ole="">
            <v:imagedata r:id="rId622" o:title=""/>
          </v:shape>
          <o:OLEObject Type="Embed" ProgID="Equation.DSMT4" ShapeID="_x0000_i1336" DrawAspect="Content" ObjectID="_1714379082" r:id="rId623"/>
        </w:object>
      </w:r>
      <w:r>
        <w:rPr>
          <w:rFonts w:hint="eastAsia"/>
        </w:rPr>
        <w:t>）回転させて</w:t>
      </w:r>
      <w:r w:rsidRPr="00AE59C7">
        <w:rPr>
          <w:position w:val="-4"/>
        </w:rPr>
        <w:object w:dxaOrig="260" w:dyaOrig="260" w14:anchorId="04DD8BAA">
          <v:shape id="_x0000_i1337" type="#_x0000_t75" style="width:12.6pt;height:12.6pt" o:ole="">
            <v:imagedata r:id="rId624" o:title=""/>
          </v:shape>
          <o:OLEObject Type="Embed" ProgID="Equation.DSMT4" ShapeID="_x0000_i1337" DrawAspect="Content" ObjectID="_1714379083" r:id="rId625"/>
        </w:object>
      </w:r>
      <w:r>
        <w:rPr>
          <w:rFonts w:hint="eastAsia"/>
        </w:rPr>
        <w:t>座標にする。（</w:t>
      </w:r>
      <w:r w:rsidR="00F4543E" w:rsidRPr="00F4543E">
        <w:rPr>
          <w:position w:val="-6"/>
        </w:rPr>
        <w:object w:dxaOrig="780" w:dyaOrig="279" w14:anchorId="4243B693">
          <v:shape id="_x0000_i1338" type="#_x0000_t75" style="width:39pt;height:14.4pt" o:ole="">
            <v:imagedata r:id="rId626" o:title=""/>
          </v:shape>
          <o:OLEObject Type="Embed" ProgID="Equation.DSMT4" ShapeID="_x0000_i1338" DrawAspect="Content" ObjectID="_1714379084" r:id="rId627"/>
        </w:object>
      </w:r>
      <w:r>
        <w:rPr>
          <w:rFonts w:hint="eastAsia"/>
        </w:rPr>
        <w:t>）</w:t>
      </w:r>
    </w:p>
    <w:p w14:paraId="009CCDAD" w14:textId="77777777" w:rsidR="00936B59" w:rsidRPr="001F2F1A" w:rsidRDefault="00936B59" w:rsidP="00936B59">
      <w:r>
        <w:rPr>
          <w:rFonts w:hint="eastAsia"/>
        </w:rPr>
        <w:t>１）回転行列</w:t>
      </w:r>
      <w:r w:rsidR="00F4543E" w:rsidRPr="00F4543E">
        <w:rPr>
          <w:position w:val="-6"/>
        </w:rPr>
        <w:object w:dxaOrig="260" w:dyaOrig="279" w14:anchorId="3ABFF99F">
          <v:shape id="_x0000_i1339" type="#_x0000_t75" style="width:12.6pt;height:14.4pt" o:ole="">
            <v:imagedata r:id="rId628" o:title=""/>
          </v:shape>
          <o:OLEObject Type="Embed" ProgID="Equation.DSMT4" ShapeID="_x0000_i1339" DrawAspect="Content" ObjectID="_1714379085" r:id="rId629"/>
        </w:object>
      </w:r>
      <w:r>
        <w:rPr>
          <w:rFonts w:hint="eastAsia"/>
        </w:rPr>
        <w:t>を数式と数値で表せ。</w:t>
      </w:r>
    </w:p>
    <w:p w14:paraId="1A8B0D30" w14:textId="77777777" w:rsidR="00741D9D" w:rsidRDefault="00741D9D" w:rsidP="00936B59"/>
    <w:p w14:paraId="6385ABC6" w14:textId="77777777" w:rsidR="00936B59" w:rsidRDefault="00936B59" w:rsidP="00936B59">
      <w:r>
        <w:rPr>
          <w:rFonts w:hint="eastAsia"/>
        </w:rPr>
        <w:t xml:space="preserve">　　数式　</w:t>
      </w:r>
      <w:r w:rsidR="004518D4" w:rsidRPr="00766B37">
        <w:rPr>
          <w:position w:val="-30"/>
        </w:rPr>
        <w:object w:dxaOrig="2900" w:dyaOrig="720" w14:anchorId="71D828E4">
          <v:shape id="_x0000_i1340" type="#_x0000_t75" style="width:141pt;height:35.4pt" o:ole="">
            <v:imagedata r:id="rId630" o:title=""/>
          </v:shape>
          <o:OLEObject Type="Embed" ProgID="Equation.DSMT4" ShapeID="_x0000_i1340" DrawAspect="Content" ObjectID="_1714379086" r:id="rId631"/>
        </w:object>
      </w:r>
      <w:r>
        <w:rPr>
          <w:rFonts w:hint="eastAsia"/>
        </w:rPr>
        <w:tab/>
      </w:r>
      <w:r>
        <w:rPr>
          <w:rFonts w:hint="eastAsia"/>
        </w:rPr>
        <w:t xml:space="preserve">数値　</w:t>
      </w:r>
      <w:r w:rsidR="004518D4" w:rsidRPr="00766B37">
        <w:rPr>
          <w:position w:val="-30"/>
        </w:rPr>
        <w:object w:dxaOrig="2900" w:dyaOrig="720" w14:anchorId="0CA5B4C2">
          <v:shape id="_x0000_i1341" type="#_x0000_t75" style="width:141pt;height:35.4pt" o:ole="">
            <v:imagedata r:id="rId632" o:title=""/>
          </v:shape>
          <o:OLEObject Type="Embed" ProgID="Equation.DSMT4" ShapeID="_x0000_i1341" DrawAspect="Content" ObjectID="_1714379087" r:id="rId633"/>
        </w:object>
      </w:r>
    </w:p>
    <w:p w14:paraId="1A1BBF42" w14:textId="77777777" w:rsidR="00936B59" w:rsidRDefault="00936B59" w:rsidP="00936B59"/>
    <w:p w14:paraId="35850D8F" w14:textId="77777777" w:rsidR="00936B59" w:rsidRDefault="00936B59" w:rsidP="00936B59">
      <w:r>
        <w:rPr>
          <w:rFonts w:hint="eastAsia"/>
        </w:rPr>
        <w:t>２）以下の</w:t>
      </w:r>
      <w:r w:rsidRPr="006320D5">
        <w:rPr>
          <w:position w:val="-4"/>
        </w:rPr>
        <w:object w:dxaOrig="200" w:dyaOrig="200" w14:anchorId="4C1428C1">
          <v:shape id="_x0000_i1342" type="#_x0000_t75" style="width:9.6pt;height:9.6pt" o:ole="">
            <v:imagedata r:id="rId634" o:title=""/>
          </v:shape>
          <o:OLEObject Type="Embed" ProgID="Equation.DSMT4" ShapeID="_x0000_i1342" DrawAspect="Content" ObjectID="_1714379088" r:id="rId635"/>
        </w:object>
      </w:r>
      <w:r>
        <w:t xml:space="preserve"> </w:t>
      </w:r>
      <w:r>
        <w:rPr>
          <w:rFonts w:hint="eastAsia"/>
        </w:rPr>
        <w:t>座標の点は</w:t>
      </w:r>
      <w:r w:rsidRPr="006320D5">
        <w:rPr>
          <w:position w:val="-4"/>
        </w:rPr>
        <w:object w:dxaOrig="260" w:dyaOrig="260" w14:anchorId="3C6C4962">
          <v:shape id="_x0000_i1343" type="#_x0000_t75" style="width:12.6pt;height:12.6pt" o:ole="">
            <v:imagedata r:id="rId636" o:title=""/>
          </v:shape>
          <o:OLEObject Type="Embed" ProgID="Equation.DSMT4" ShapeID="_x0000_i1343" DrawAspect="Content" ObjectID="_1714379089" r:id="rId637"/>
        </w:object>
      </w:r>
      <w:r>
        <w:t xml:space="preserve"> </w:t>
      </w:r>
      <w:r>
        <w:rPr>
          <w:rFonts w:hint="eastAsia"/>
        </w:rPr>
        <w:t>座標ではどこに移るか。</w:t>
      </w:r>
    </w:p>
    <w:p w14:paraId="4C6604D5" w14:textId="77777777" w:rsidR="00936B59" w:rsidRDefault="00936B59" w:rsidP="00936B59">
      <w:pPr>
        <w:ind w:firstLineChars="200" w:firstLine="420"/>
      </w:pPr>
      <w:r w:rsidRPr="00386C1A">
        <w:rPr>
          <w:position w:val="-30"/>
        </w:rPr>
        <w:object w:dxaOrig="1040" w:dyaOrig="720" w14:anchorId="21480334">
          <v:shape id="_x0000_i1344" type="#_x0000_t75" style="width:51.6pt;height:36pt" o:ole="">
            <v:imagedata r:id="rId638" o:title=""/>
          </v:shape>
          <o:OLEObject Type="Embed" ProgID="Equation.DSMT4" ShapeID="_x0000_i1344" DrawAspect="Content" ObjectID="_1714379090" r:id="rId639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="00E44A19" w:rsidRPr="00323301">
        <w:rPr>
          <w:position w:val="-30"/>
        </w:rPr>
        <w:object w:dxaOrig="2240" w:dyaOrig="720" w14:anchorId="62AFAA1F">
          <v:shape id="_x0000_i1345" type="#_x0000_t75" style="width:111pt;height:36pt" o:ole="">
            <v:imagedata r:id="rId640" o:title=""/>
          </v:shape>
          <o:OLEObject Type="Embed" ProgID="Equation.DSMT4" ShapeID="_x0000_i1345" DrawAspect="Content" ObjectID="_1714379091" r:id="rId641"/>
        </w:object>
      </w:r>
    </w:p>
    <w:p w14:paraId="00D45013" w14:textId="77777777" w:rsidR="00936B59" w:rsidRDefault="00936B59" w:rsidP="00936B59"/>
    <w:p w14:paraId="6C10A392" w14:textId="77777777" w:rsidR="00936B59" w:rsidRDefault="00936B59" w:rsidP="00936B59">
      <w:r>
        <w:rPr>
          <w:rFonts w:hint="eastAsia"/>
        </w:rPr>
        <w:t>３）以下の</w:t>
      </w:r>
      <w:r w:rsidRPr="006320D5">
        <w:rPr>
          <w:position w:val="-4"/>
        </w:rPr>
        <w:object w:dxaOrig="260" w:dyaOrig="260" w14:anchorId="081E4500">
          <v:shape id="_x0000_i1346" type="#_x0000_t75" style="width:12.6pt;height:12.6pt" o:ole="">
            <v:imagedata r:id="rId636" o:title=""/>
          </v:shape>
          <o:OLEObject Type="Embed" ProgID="Equation.DSMT4" ShapeID="_x0000_i1346" DrawAspect="Content" ObjectID="_1714379092" r:id="rId642"/>
        </w:object>
      </w:r>
      <w:r>
        <w:t xml:space="preserve"> </w:t>
      </w:r>
      <w:r>
        <w:rPr>
          <w:rFonts w:hint="eastAsia"/>
        </w:rPr>
        <w:t>座標の点は</w:t>
      </w:r>
      <w:r w:rsidRPr="006320D5">
        <w:rPr>
          <w:position w:val="-4"/>
        </w:rPr>
        <w:object w:dxaOrig="200" w:dyaOrig="200" w14:anchorId="0C49CD65">
          <v:shape id="_x0000_i1347" type="#_x0000_t75" style="width:9.6pt;height:9.6pt" o:ole="">
            <v:imagedata r:id="rId643" o:title=""/>
          </v:shape>
          <o:OLEObject Type="Embed" ProgID="Equation.DSMT4" ShapeID="_x0000_i1347" DrawAspect="Content" ObjectID="_1714379093" r:id="rId644"/>
        </w:object>
      </w:r>
      <w:r>
        <w:t xml:space="preserve"> </w:t>
      </w:r>
      <w:r>
        <w:rPr>
          <w:rFonts w:hint="eastAsia"/>
        </w:rPr>
        <w:t>座標のどこから来たか。</w:t>
      </w:r>
    </w:p>
    <w:p w14:paraId="555FFA7F" w14:textId="77777777" w:rsidR="00936B59" w:rsidRDefault="00936B59" w:rsidP="00936B59">
      <w:pPr>
        <w:ind w:firstLineChars="200" w:firstLine="420"/>
      </w:pPr>
      <w:r w:rsidRPr="00386C1A">
        <w:rPr>
          <w:position w:val="-30"/>
        </w:rPr>
        <w:object w:dxaOrig="1100" w:dyaOrig="720" w14:anchorId="06595E9B">
          <v:shape id="_x0000_i1348" type="#_x0000_t75" style="width:54.6pt;height:36pt" o:ole="">
            <v:imagedata r:id="rId645" o:title=""/>
          </v:shape>
          <o:OLEObject Type="Embed" ProgID="Equation.DSMT4" ShapeID="_x0000_i1348" DrawAspect="Content" ObjectID="_1714379094" r:id="rId646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="00E44A19" w:rsidRPr="00323301">
        <w:rPr>
          <w:position w:val="-30"/>
        </w:rPr>
        <w:object w:dxaOrig="2400" w:dyaOrig="720" w14:anchorId="2D8F1BA7">
          <v:shape id="_x0000_i1349" type="#_x0000_t75" style="width:118.8pt;height:36pt" o:ole="">
            <v:imagedata r:id="rId647" o:title=""/>
          </v:shape>
          <o:OLEObject Type="Embed" ProgID="Equation.DSMT4" ShapeID="_x0000_i1349" DrawAspect="Content" ObjectID="_1714379095" r:id="rId648"/>
        </w:object>
      </w:r>
    </w:p>
    <w:p w14:paraId="5E19B313" w14:textId="77777777" w:rsidR="00936B59" w:rsidRDefault="00936B59" w:rsidP="00936B59">
      <w:pPr>
        <w:ind w:firstLineChars="200" w:firstLine="420"/>
      </w:pPr>
      <w:r>
        <w:br w:type="page"/>
      </w:r>
    </w:p>
    <w:p w14:paraId="1AF7D10C" w14:textId="77777777" w:rsidR="00651BB1" w:rsidRDefault="00AF348C" w:rsidP="00553599">
      <w:pPr>
        <w:pStyle w:val="3"/>
      </w:pPr>
      <w:r>
        <w:rPr>
          <w:rFonts w:hint="eastAsia"/>
        </w:rPr>
        <w:lastRenderedPageBreak/>
        <w:t>2.7.3</w:t>
      </w:r>
      <w:r w:rsidR="00BA3BB9">
        <w:rPr>
          <w:rFonts w:hint="eastAsia"/>
        </w:rPr>
        <w:t xml:space="preserve">　楕円と双曲線</w:t>
      </w:r>
      <w:r w:rsidR="00553599">
        <w:rPr>
          <w:rFonts w:hint="eastAsia"/>
        </w:rPr>
        <w:t>【第</w:t>
      </w:r>
      <w:r>
        <w:rPr>
          <w:rFonts w:hint="eastAsia"/>
        </w:rPr>
        <w:t>13</w:t>
      </w:r>
      <w:r w:rsidR="00553599">
        <w:rPr>
          <w:rFonts w:hint="eastAsia"/>
        </w:rPr>
        <w:t>回】</w:t>
      </w:r>
    </w:p>
    <w:p w14:paraId="301B777A" w14:textId="77777777" w:rsidR="00553599" w:rsidRPr="00AF348C" w:rsidRDefault="00553599" w:rsidP="00553599"/>
    <w:p w14:paraId="28C34D0D" w14:textId="77777777" w:rsidR="00612165" w:rsidRDefault="00157040" w:rsidP="00553599">
      <w:pPr>
        <w:ind w:firstLineChars="100" w:firstLine="210"/>
      </w:pPr>
      <w:r w:rsidRPr="00553599">
        <w:rPr>
          <w:position w:val="-10"/>
        </w:rPr>
        <w:object w:dxaOrig="1800" w:dyaOrig="360" w14:anchorId="6624AA1C">
          <v:shape id="_x0000_i1350" type="#_x0000_t75" style="width:90.6pt;height:18.6pt" o:ole="">
            <v:imagedata r:id="rId649" o:title=""/>
          </v:shape>
          <o:OLEObject Type="Embed" ProgID="Equation.DSMT4" ShapeID="_x0000_i1350" DrawAspect="Content" ObjectID="_1714379096" r:id="rId650"/>
        </w:object>
      </w:r>
      <w:r w:rsidR="00EC4D3D">
        <w:rPr>
          <w:rFonts w:hint="eastAsia"/>
        </w:rPr>
        <w:t xml:space="preserve">  </w:t>
      </w:r>
      <w:r w:rsidR="00BA3BB9">
        <w:rPr>
          <w:rFonts w:hint="eastAsia"/>
        </w:rPr>
        <w:t>の数式で表される曲線は楕円</w:t>
      </w:r>
      <w:r w:rsidR="006E354C">
        <w:rPr>
          <w:rFonts w:hint="eastAsia"/>
        </w:rPr>
        <w:t>（円を含む）</w:t>
      </w:r>
      <w:r w:rsidR="00BA3BB9">
        <w:rPr>
          <w:rFonts w:hint="eastAsia"/>
        </w:rPr>
        <w:t>か双曲線である</w:t>
      </w:r>
      <w:r w:rsidR="00612165">
        <w:rPr>
          <w:rFonts w:hint="eastAsia"/>
        </w:rPr>
        <w:t>。</w:t>
      </w:r>
    </w:p>
    <w:p w14:paraId="676FBB5F" w14:textId="77777777" w:rsidR="00651BB1" w:rsidRDefault="00612165" w:rsidP="00612165">
      <w:pPr>
        <w:ind w:firstLineChars="1620" w:firstLine="3402"/>
      </w:pPr>
      <w:r>
        <w:rPr>
          <w:rFonts w:hint="eastAsia"/>
        </w:rPr>
        <w:t>（但し</w:t>
      </w:r>
      <w:r w:rsidRPr="00612165">
        <w:rPr>
          <w:position w:val="-6"/>
        </w:rPr>
        <w:object w:dxaOrig="720" w:dyaOrig="320" w14:anchorId="279EE936">
          <v:shape id="_x0000_i1351" type="#_x0000_t75" style="width:36pt;height:16.2pt" o:ole="">
            <v:imagedata r:id="rId651" o:title=""/>
          </v:shape>
          <o:OLEObject Type="Embed" ProgID="Equation.DSMT4" ShapeID="_x0000_i1351" DrawAspect="Content" ObjectID="_1714379097" r:id="rId652"/>
        </w:object>
      </w:r>
      <w:r>
        <w:rPr>
          <w:rFonts w:hint="eastAsia"/>
        </w:rPr>
        <w:t>などの直線は除く）</w:t>
      </w:r>
    </w:p>
    <w:p w14:paraId="44740893" w14:textId="77777777" w:rsidR="00EC4D3D" w:rsidRPr="00E43FC1" w:rsidRDefault="00EC4D3D" w:rsidP="00EC4D3D">
      <w:pPr>
        <w:rPr>
          <w:rFonts w:asciiTheme="majorEastAsia" w:eastAsiaTheme="majorEastAsia" w:hAnsiTheme="majorEastAsia"/>
        </w:rPr>
      </w:pPr>
      <w:r w:rsidRPr="00E43FC1">
        <w:rPr>
          <w:rFonts w:asciiTheme="majorEastAsia" w:eastAsiaTheme="majorEastAsia" w:hAnsiTheme="majorEastAsia" w:hint="eastAsia"/>
        </w:rPr>
        <w:t>例</w:t>
      </w:r>
    </w:p>
    <w:p w14:paraId="3279B9CF" w14:textId="77777777" w:rsidR="00974723" w:rsidRDefault="00974723" w:rsidP="00EC4D3D">
      <w:r>
        <w:rPr>
          <w:rFonts w:hint="eastAsia"/>
        </w:rPr>
        <w:t>楕円</w:t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>双曲線</w:t>
      </w:r>
    </w:p>
    <w:p w14:paraId="02D9FBD7" w14:textId="77777777" w:rsidR="002C01DC" w:rsidRDefault="00157040" w:rsidP="002C01DC">
      <w:pPr>
        <w:ind w:firstLineChars="100" w:firstLine="210"/>
      </w:pPr>
      <w:r w:rsidRPr="002C01DC">
        <w:rPr>
          <w:position w:val="-10"/>
        </w:rPr>
        <w:object w:dxaOrig="1800" w:dyaOrig="360" w14:anchorId="16658BD2">
          <v:shape id="_x0000_i1352" type="#_x0000_t75" style="width:90.6pt;height:18.6pt" o:ole="">
            <v:imagedata r:id="rId653" o:title=""/>
          </v:shape>
          <o:OLEObject Type="Embed" ProgID="Equation.DSMT4" ShapeID="_x0000_i1352" DrawAspect="Content" ObjectID="_1714379098" r:id="rId654"/>
        </w:object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 xml:space="preserve">　</w:t>
      </w:r>
      <w:r w:rsidR="002C01DC" w:rsidRPr="002C01DC">
        <w:rPr>
          <w:position w:val="-10"/>
        </w:rPr>
        <w:object w:dxaOrig="1640" w:dyaOrig="360" w14:anchorId="50B1AA8A">
          <v:shape id="_x0000_i1353" type="#_x0000_t75" style="width:82.8pt;height:18.6pt" o:ole="">
            <v:imagedata r:id="rId655" o:title=""/>
          </v:shape>
          <o:OLEObject Type="Embed" ProgID="Equation.DSMT4" ShapeID="_x0000_i1353" DrawAspect="Content" ObjectID="_1714379099" r:id="rId656"/>
        </w:object>
      </w:r>
    </w:p>
    <w:p w14:paraId="7F9F1F13" w14:textId="77777777" w:rsidR="00974723" w:rsidRDefault="00C931D1" w:rsidP="002C01DC">
      <w:pPr>
        <w:ind w:firstLineChars="100" w:firstLine="210"/>
      </w:pPr>
      <w:r w:rsidRPr="00974723">
        <w:rPr>
          <w:position w:val="-10"/>
        </w:rPr>
        <w:object w:dxaOrig="2299" w:dyaOrig="320" w14:anchorId="4AE85343">
          <v:shape id="_x0000_i1354" type="#_x0000_t75" style="width:114.6pt;height:16.2pt" o:ole="">
            <v:imagedata r:id="rId657" o:title=""/>
          </v:shape>
          <o:OLEObject Type="Embed" ProgID="Equation.DSMT4" ShapeID="_x0000_i1354" DrawAspect="Content" ObjectID="_1714379100" r:id="rId658"/>
        </w:object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ab/>
      </w:r>
      <w:r w:rsidR="002C01DC">
        <w:rPr>
          <w:rFonts w:hint="eastAsia"/>
        </w:rPr>
        <w:t xml:space="preserve">　</w:t>
      </w:r>
      <w:r w:rsidR="002C01DC" w:rsidRPr="00974723">
        <w:rPr>
          <w:position w:val="-10"/>
        </w:rPr>
        <w:object w:dxaOrig="2120" w:dyaOrig="320" w14:anchorId="4DCF1718">
          <v:shape id="_x0000_i1355" type="#_x0000_t75" style="width:105.6pt;height:16.2pt" o:ole="">
            <v:imagedata r:id="rId659" o:title=""/>
          </v:shape>
          <o:OLEObject Type="Embed" ProgID="Equation.DSMT4" ShapeID="_x0000_i1355" DrawAspect="Content" ObjectID="_1714379101" r:id="rId660"/>
        </w:object>
      </w:r>
    </w:p>
    <w:p w14:paraId="1678100C" w14:textId="77777777" w:rsidR="00974723" w:rsidRDefault="002C01DC" w:rsidP="00E43FC1">
      <w:pPr>
        <w:ind w:leftChars="135" w:left="283"/>
      </w:pPr>
      <w:r>
        <w:rPr>
          <w:noProof/>
        </w:rPr>
        <w:drawing>
          <wp:inline distT="0" distB="0" distL="0" distR="0" wp14:anchorId="1CB5C0D3" wp14:editId="03B30E9C">
            <wp:extent cx="1523520" cy="152352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1"/>
                    <a:stretch>
                      <a:fillRect/>
                    </a:stretch>
                  </pic:blipFill>
                  <pic:spPr>
                    <a:xfrm>
                      <a:off x="0" y="0"/>
                      <a:ext cx="1523520" cy="1523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3FC1">
        <w:rPr>
          <w:rFonts w:hint="eastAsia"/>
        </w:rPr>
        <w:tab/>
      </w:r>
      <w:r w:rsidR="00E43FC1">
        <w:rPr>
          <w:rFonts w:hint="eastAsia"/>
        </w:rPr>
        <w:tab/>
      </w:r>
      <w:r>
        <w:rPr>
          <w:noProof/>
        </w:rPr>
        <w:drawing>
          <wp:inline distT="0" distB="0" distL="0" distR="0" wp14:anchorId="074433BE" wp14:editId="5E81B4EC">
            <wp:extent cx="1523160" cy="152316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62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15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0C5562" w14:textId="77777777" w:rsidR="00974723" w:rsidRDefault="00974723" w:rsidP="00EC4D3D"/>
    <w:p w14:paraId="4F344CD8" w14:textId="77777777" w:rsidR="002C01DC" w:rsidRDefault="0069183C" w:rsidP="00EC4D3D">
      <w:r>
        <w:rPr>
          <w:rFonts w:hint="eastAsia"/>
        </w:rPr>
        <w:t>方程式の行列表示</w:t>
      </w:r>
    </w:p>
    <w:p w14:paraId="2474D5CF" w14:textId="77777777" w:rsidR="0069183C" w:rsidRDefault="0069183C" w:rsidP="0069183C">
      <w:pPr>
        <w:ind w:firstLineChars="100" w:firstLine="210"/>
      </w:pPr>
      <w:r w:rsidRPr="0069183C">
        <w:rPr>
          <w:position w:val="-30"/>
        </w:rPr>
        <w:object w:dxaOrig="6039" w:dyaOrig="720" w14:anchorId="3106A4B7">
          <v:shape id="_x0000_i1356" type="#_x0000_t75" style="width:302.4pt;height:36pt" o:ole="">
            <v:imagedata r:id="rId663" o:title=""/>
          </v:shape>
          <o:OLEObject Type="Embed" ProgID="Equation.DSMT4" ShapeID="_x0000_i1356" DrawAspect="Content" ObjectID="_1714379102" r:id="rId664"/>
        </w:object>
      </w:r>
      <w:r>
        <w:rPr>
          <w:rFonts w:hint="eastAsia"/>
        </w:rPr>
        <w:t xml:space="preserve">　より、</w:t>
      </w:r>
    </w:p>
    <w:p w14:paraId="313B29C9" w14:textId="77777777" w:rsidR="0069183C" w:rsidRDefault="0069183C" w:rsidP="0069183C"/>
    <w:p w14:paraId="45BED7B7" w14:textId="77777777" w:rsidR="0069183C" w:rsidRDefault="0069183C" w:rsidP="0069183C">
      <w:pPr>
        <w:ind w:firstLineChars="100" w:firstLine="210"/>
      </w:pPr>
      <w:r w:rsidRPr="0069183C">
        <w:rPr>
          <w:position w:val="-30"/>
        </w:rPr>
        <w:object w:dxaOrig="1620" w:dyaOrig="720" w14:anchorId="66E9D84B">
          <v:shape id="_x0000_i1357" type="#_x0000_t75" style="width:81pt;height:36pt" o:ole="">
            <v:imagedata r:id="rId665" o:title=""/>
          </v:shape>
          <o:OLEObject Type="Embed" ProgID="Equation.DSMT4" ShapeID="_x0000_i1357" DrawAspect="Content" ObjectID="_1714379103" r:id="rId666"/>
        </w:object>
      </w:r>
      <w:r>
        <w:rPr>
          <w:rFonts w:hint="eastAsia"/>
        </w:rPr>
        <w:t xml:space="preserve">，　</w:t>
      </w:r>
      <w:r w:rsidRPr="0069183C">
        <w:rPr>
          <w:position w:val="-30"/>
        </w:rPr>
        <w:object w:dxaOrig="820" w:dyaOrig="720" w14:anchorId="341BB0F4">
          <v:shape id="_x0000_i1358" type="#_x0000_t75" style="width:40.2pt;height:36pt" o:ole="">
            <v:imagedata r:id="rId667" o:title=""/>
          </v:shape>
          <o:OLEObject Type="Embed" ProgID="Equation.DSMT4" ShapeID="_x0000_i1358" DrawAspect="Content" ObjectID="_1714379104" r:id="rId668"/>
        </w:object>
      </w:r>
      <w:r>
        <w:t xml:space="preserve"> </w:t>
      </w:r>
      <w:r>
        <w:rPr>
          <w:rFonts w:hint="eastAsia"/>
        </w:rPr>
        <w:t xml:space="preserve">　</w:t>
      </w:r>
      <w:r w:rsidR="002B3094">
        <w:rPr>
          <w:rFonts w:hint="eastAsia"/>
        </w:rPr>
        <w:t>と</w:t>
      </w:r>
      <w:r w:rsidR="00C931D1">
        <w:rPr>
          <w:rFonts w:hint="eastAsia"/>
        </w:rPr>
        <w:t>して</w:t>
      </w:r>
      <w:r w:rsidR="002B3094">
        <w:rPr>
          <w:rFonts w:hint="eastAsia"/>
        </w:rPr>
        <w:t>、</w:t>
      </w:r>
      <w:r w:rsidR="00C931D1">
        <w:rPr>
          <w:rFonts w:hint="eastAsia"/>
        </w:rPr>
        <w:t xml:space="preserve">　</w:t>
      </w:r>
      <w:r w:rsidR="00C931D1" w:rsidRPr="00C931D1">
        <w:rPr>
          <w:position w:val="-4"/>
        </w:rPr>
        <w:object w:dxaOrig="880" w:dyaOrig="300" w14:anchorId="25605636">
          <v:shape id="_x0000_i1359" type="#_x0000_t75" style="width:44.4pt;height:15pt" o:ole="">
            <v:imagedata r:id="rId669" o:title=""/>
          </v:shape>
          <o:OLEObject Type="Embed" ProgID="Equation.DSMT4" ShapeID="_x0000_i1359" DrawAspect="Content" ObjectID="_1714379105" r:id="rId670"/>
        </w:object>
      </w:r>
      <w:r w:rsidR="00C931D1">
        <w:t xml:space="preserve"> </w:t>
      </w:r>
      <w:r w:rsidR="00C931D1">
        <w:rPr>
          <w:rFonts w:hint="eastAsia"/>
        </w:rPr>
        <w:t xml:space="preserve">　と表せる。</w:t>
      </w:r>
    </w:p>
    <w:p w14:paraId="45665D33" w14:textId="77777777" w:rsidR="00974723" w:rsidRDefault="00974723" w:rsidP="00EC4D3D"/>
    <w:p w14:paraId="03123F94" w14:textId="77777777" w:rsidR="00C931D1" w:rsidRDefault="00C931D1" w:rsidP="00EC4D3D">
      <w:r>
        <w:rPr>
          <w:rFonts w:hint="eastAsia"/>
        </w:rPr>
        <w:t>上の例は、</w:t>
      </w:r>
    </w:p>
    <w:p w14:paraId="6E1DC045" w14:textId="77777777" w:rsidR="00974723" w:rsidRDefault="00C931D1" w:rsidP="00C931D1">
      <w:pPr>
        <w:ind w:firstLineChars="100" w:firstLine="210"/>
      </w:pPr>
      <w:r w:rsidRPr="002C01DC">
        <w:rPr>
          <w:position w:val="-10"/>
        </w:rPr>
        <w:object w:dxaOrig="1800" w:dyaOrig="360" w14:anchorId="7BD819B9">
          <v:shape id="_x0000_i1360" type="#_x0000_t75" style="width:90.6pt;height:18.6pt" o:ole="">
            <v:imagedata r:id="rId671" o:title=""/>
          </v:shape>
          <o:OLEObject Type="Embed" ProgID="Equation.DSMT4" ShapeID="_x0000_i1360" DrawAspect="Content" ObjectID="_1714379106" r:id="rId672"/>
        </w:objec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Pr="00C931D1">
        <w:rPr>
          <w:position w:val="-30"/>
        </w:rPr>
        <w:object w:dxaOrig="2940" w:dyaOrig="720" w14:anchorId="2C5FD2AF">
          <v:shape id="_x0000_i1361" type="#_x0000_t75" style="width:147pt;height:36pt" o:ole="">
            <v:imagedata r:id="rId673" o:title=""/>
          </v:shape>
          <o:OLEObject Type="Embed" ProgID="Equation.DSMT4" ShapeID="_x0000_i1361" DrawAspect="Content" ObjectID="_1714379107" r:id="rId674"/>
        </w:object>
      </w:r>
    </w:p>
    <w:p w14:paraId="0665F70E" w14:textId="77777777" w:rsidR="00974723" w:rsidRDefault="00974723" w:rsidP="00EC4D3D"/>
    <w:p w14:paraId="10C3925B" w14:textId="77777777" w:rsidR="00974723" w:rsidRDefault="00C931D1" w:rsidP="00710D24">
      <w:pPr>
        <w:ind w:firstLineChars="100" w:firstLine="210"/>
      </w:pPr>
      <w:r w:rsidRPr="002C01DC">
        <w:rPr>
          <w:position w:val="-10"/>
        </w:rPr>
        <w:object w:dxaOrig="1640" w:dyaOrig="360" w14:anchorId="73223C71">
          <v:shape id="_x0000_i1362" type="#_x0000_t75" style="width:82.8pt;height:18.6pt" o:ole="">
            <v:imagedata r:id="rId655" o:title=""/>
          </v:shape>
          <o:OLEObject Type="Embed" ProgID="Equation.DSMT4" ShapeID="_x0000_i1362" DrawAspect="Content" ObjectID="_1714379108" r:id="rId675"/>
        </w:objec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Pr="00C931D1">
        <w:rPr>
          <w:position w:val="-30"/>
        </w:rPr>
        <w:object w:dxaOrig="2940" w:dyaOrig="720" w14:anchorId="0375B616">
          <v:shape id="_x0000_i1363" type="#_x0000_t75" style="width:147pt;height:36pt" o:ole="">
            <v:imagedata r:id="rId673" o:title=""/>
          </v:shape>
          <o:OLEObject Type="Embed" ProgID="Equation.DSMT4" ShapeID="_x0000_i1363" DrawAspect="Content" ObjectID="_1714379109" r:id="rId676"/>
        </w:object>
      </w:r>
    </w:p>
    <w:p w14:paraId="39D25E5D" w14:textId="77777777" w:rsidR="00974723" w:rsidRDefault="00C931D1" w:rsidP="00C931D1">
      <w:r>
        <w:rPr>
          <w:rFonts w:hint="eastAsia"/>
        </w:rPr>
        <w:t>これらの式から楕円か双曲線かを見つける方法</w:t>
      </w:r>
    </w:p>
    <w:p w14:paraId="567ADD31" w14:textId="77777777" w:rsidR="00C931D1" w:rsidRDefault="00C931D1" w:rsidP="00C931D1"/>
    <w:p w14:paraId="42847E9C" w14:textId="77777777" w:rsidR="00C931D1" w:rsidRDefault="00D1053D" w:rsidP="00D1053D">
      <w:pPr>
        <w:ind w:firstLineChars="100" w:firstLine="210"/>
      </w:pPr>
      <w:r>
        <w:rPr>
          <w:rFonts w:hint="eastAsia"/>
        </w:rPr>
        <w:t xml:space="preserve">→　</w:t>
      </w:r>
      <w:r w:rsidR="00C931D1">
        <w:rPr>
          <w:rFonts w:hint="eastAsia"/>
        </w:rPr>
        <w:t>行列</w:t>
      </w:r>
      <w:r w:rsidR="00C931D1" w:rsidRPr="00C931D1">
        <w:rPr>
          <w:position w:val="-4"/>
        </w:rPr>
        <w:object w:dxaOrig="260" w:dyaOrig="260" w14:anchorId="55D7275C">
          <v:shape id="_x0000_i1364" type="#_x0000_t75" style="width:12.6pt;height:12.6pt" o:ole="">
            <v:imagedata r:id="rId677" o:title=""/>
          </v:shape>
          <o:OLEObject Type="Embed" ProgID="Equation.DSMT4" ShapeID="_x0000_i1364" DrawAspect="Content" ObjectID="_1714379110" r:id="rId678"/>
        </w:object>
      </w:r>
      <w:r w:rsidR="00C931D1">
        <w:rPr>
          <w:rFonts w:hint="eastAsia"/>
        </w:rPr>
        <w:t>の固有値というものを求める。</w:t>
      </w:r>
    </w:p>
    <w:p w14:paraId="6FFA1065" w14:textId="77777777" w:rsidR="00974723" w:rsidRDefault="0002231C" w:rsidP="0002231C">
      <w:pPr>
        <w:ind w:firstLineChars="200" w:firstLine="420"/>
      </w:pPr>
      <w:r w:rsidRPr="0002231C">
        <w:rPr>
          <w:position w:val="-30"/>
        </w:rPr>
        <w:object w:dxaOrig="1820" w:dyaOrig="720" w14:anchorId="3A0DC532">
          <v:shape id="_x0000_i1365" type="#_x0000_t75" style="width:90.6pt;height:36pt" o:ole="">
            <v:imagedata r:id="rId679" o:title=""/>
          </v:shape>
          <o:OLEObject Type="Embed" ProgID="Equation.DSMT4" ShapeID="_x0000_i1365" DrawAspect="Content" ObjectID="_1714379111" r:id="rId680"/>
        </w:object>
      </w:r>
      <w:r>
        <w:t xml:space="preserve"> </w:t>
      </w:r>
      <w:r>
        <w:rPr>
          <w:rFonts w:hint="eastAsia"/>
        </w:rPr>
        <w:t>の対角化</w:t>
      </w:r>
      <w:r w:rsidR="00525224">
        <w:rPr>
          <w:rFonts w:hint="eastAsia"/>
        </w:rPr>
        <w:t xml:space="preserve">　</w:t>
      </w:r>
      <w:proofErr w:type="spellStart"/>
      <w:r w:rsidR="00525224">
        <w:rPr>
          <w:rFonts w:hint="eastAsia"/>
        </w:rPr>
        <w:t>mival</w:t>
      </w:r>
      <w:proofErr w:type="spellEnd"/>
      <w:r w:rsidR="00525224">
        <w:rPr>
          <w:rFonts w:hint="eastAsia"/>
        </w:rPr>
        <w:t>(A)</w:t>
      </w:r>
      <w:r w:rsidR="00F000C5">
        <w:rPr>
          <w:rFonts w:hint="eastAsia"/>
        </w:rPr>
        <w:tab/>
      </w:r>
      <w:r w:rsidR="00F000C5">
        <w:rPr>
          <w:rFonts w:hint="eastAsia"/>
        </w:rPr>
        <w:tab/>
      </w:r>
      <w:r w:rsidRPr="0002231C">
        <w:rPr>
          <w:position w:val="-30"/>
        </w:rPr>
        <w:object w:dxaOrig="1520" w:dyaOrig="720" w14:anchorId="3D52E1A9">
          <v:shape id="_x0000_i1366" type="#_x0000_t75" style="width:75.6pt;height:36pt" o:ole="">
            <v:imagedata r:id="rId681" o:title=""/>
          </v:shape>
          <o:OLEObject Type="Embed" ProgID="Equation.DSMT4" ShapeID="_x0000_i1366" DrawAspect="Content" ObjectID="_1714379112" r:id="rId682"/>
        </w:object>
      </w:r>
    </w:p>
    <w:p w14:paraId="6753D7D8" w14:textId="77777777" w:rsidR="0005234E" w:rsidRDefault="0005234E" w:rsidP="0002231C">
      <w:pPr>
        <w:ind w:firstLineChars="200" w:firstLine="420"/>
      </w:pPr>
    </w:p>
    <w:p w14:paraId="168C5BB4" w14:textId="77777777" w:rsidR="0002231C" w:rsidRDefault="0002231C" w:rsidP="0002231C">
      <w:pPr>
        <w:ind w:firstLineChars="200" w:firstLine="420"/>
      </w:pPr>
      <w:r>
        <w:rPr>
          <w:rFonts w:hint="eastAsia"/>
        </w:rPr>
        <w:t>これより固有値は</w:t>
      </w:r>
      <w:r w:rsidR="0005234E">
        <w:rPr>
          <w:rFonts w:hint="eastAsia"/>
        </w:rPr>
        <w:t>（　　　　，　　　　）</w:t>
      </w:r>
    </w:p>
    <w:p w14:paraId="21A6C0E4" w14:textId="77777777" w:rsidR="00974723" w:rsidRPr="0005234E" w:rsidRDefault="00974723" w:rsidP="0002231C"/>
    <w:p w14:paraId="15429CA9" w14:textId="77777777" w:rsidR="00F000C5" w:rsidRDefault="00652672" w:rsidP="00F000C5">
      <w:pPr>
        <w:ind w:firstLineChars="200" w:firstLine="420"/>
      </w:pPr>
      <w:r w:rsidRPr="0002231C">
        <w:rPr>
          <w:position w:val="-30"/>
        </w:rPr>
        <w:object w:dxaOrig="1420" w:dyaOrig="720" w14:anchorId="2FA7E9B6">
          <v:shape id="_x0000_i1367" type="#_x0000_t75" style="width:71.4pt;height:36pt" o:ole="">
            <v:imagedata r:id="rId683" o:title=""/>
          </v:shape>
          <o:OLEObject Type="Embed" ProgID="Equation.DSMT4" ShapeID="_x0000_i1367" DrawAspect="Content" ObjectID="_1714379113" r:id="rId684"/>
        </w:object>
      </w:r>
      <w:r w:rsidR="00F000C5">
        <w:t xml:space="preserve"> </w:t>
      </w:r>
      <w:r w:rsidR="00F000C5">
        <w:rPr>
          <w:rFonts w:hint="eastAsia"/>
        </w:rPr>
        <w:t>の対角化</w:t>
      </w:r>
      <w:r w:rsidR="00525224">
        <w:rPr>
          <w:rFonts w:hint="eastAsia"/>
        </w:rPr>
        <w:t xml:space="preserve">　</w:t>
      </w:r>
      <w:proofErr w:type="spellStart"/>
      <w:r>
        <w:rPr>
          <w:rFonts w:hint="eastAsia"/>
        </w:rPr>
        <w:t>mival</w:t>
      </w:r>
      <w:proofErr w:type="spellEnd"/>
      <w:r>
        <w:rPr>
          <w:rFonts w:hint="eastAsia"/>
        </w:rPr>
        <w:t>(B</w:t>
      </w:r>
      <w:r w:rsidR="00525224">
        <w:rPr>
          <w:rFonts w:hint="eastAsia"/>
        </w:rPr>
        <w:t>)</w:t>
      </w:r>
      <w:r w:rsidR="00F000C5">
        <w:rPr>
          <w:rFonts w:hint="eastAsia"/>
        </w:rPr>
        <w:tab/>
      </w:r>
      <w:r w:rsidR="00F000C5">
        <w:rPr>
          <w:rFonts w:hint="eastAsia"/>
        </w:rPr>
        <w:tab/>
      </w:r>
      <w:r w:rsidR="00F000C5" w:rsidRPr="0002231C">
        <w:rPr>
          <w:position w:val="-30"/>
        </w:rPr>
        <w:object w:dxaOrig="1520" w:dyaOrig="720" w14:anchorId="57BDB25F">
          <v:shape id="_x0000_i1368" type="#_x0000_t75" style="width:75.6pt;height:36pt" o:ole="">
            <v:imagedata r:id="rId681" o:title=""/>
          </v:shape>
          <o:OLEObject Type="Embed" ProgID="Equation.DSMT4" ShapeID="_x0000_i1368" DrawAspect="Content" ObjectID="_1714379114" r:id="rId685"/>
        </w:object>
      </w:r>
    </w:p>
    <w:p w14:paraId="3780AADB" w14:textId="77777777" w:rsidR="0005234E" w:rsidRDefault="0005234E" w:rsidP="00F000C5">
      <w:pPr>
        <w:ind w:firstLineChars="200" w:firstLine="420"/>
      </w:pPr>
    </w:p>
    <w:p w14:paraId="5E275485" w14:textId="77777777" w:rsidR="00F000C5" w:rsidRDefault="00F000C5" w:rsidP="00F000C5">
      <w:pPr>
        <w:ind w:firstLineChars="200" w:firstLine="420"/>
      </w:pPr>
      <w:r>
        <w:rPr>
          <w:rFonts w:hint="eastAsia"/>
        </w:rPr>
        <w:t>これより固有値は</w:t>
      </w:r>
      <w:r w:rsidR="0005234E">
        <w:rPr>
          <w:rFonts w:hint="eastAsia"/>
        </w:rPr>
        <w:t>（　　　　，　　　　）</w:t>
      </w:r>
    </w:p>
    <w:p w14:paraId="25E25EAA" w14:textId="77777777" w:rsidR="00974723" w:rsidRPr="0005234E" w:rsidRDefault="00974723" w:rsidP="0002231C"/>
    <w:p w14:paraId="78566C42" w14:textId="77777777" w:rsidR="00F000C5" w:rsidRDefault="00F000C5" w:rsidP="00F000C5">
      <w:pPr>
        <w:ind w:left="1039" w:firstLine="851"/>
      </w:pPr>
      <w:r>
        <w:rPr>
          <w:rFonts w:hint="eastAsia"/>
        </w:rPr>
        <w:t>固有値が、正と正の場合　［楕円・双曲線］</w:t>
      </w:r>
    </w:p>
    <w:p w14:paraId="26840B47" w14:textId="77777777" w:rsidR="00F000C5" w:rsidRDefault="00F000C5" w:rsidP="00F000C5">
      <w:pPr>
        <w:ind w:left="1039" w:firstLine="851"/>
      </w:pPr>
      <w:r>
        <w:rPr>
          <w:rFonts w:hint="eastAsia"/>
        </w:rPr>
        <w:t xml:space="preserve">　　　　　正と負の場合　［楕円・双曲線］</w:t>
      </w:r>
    </w:p>
    <w:p w14:paraId="32B15A77" w14:textId="77777777" w:rsidR="00F000C5" w:rsidRDefault="00F000C5" w:rsidP="0002231C"/>
    <w:p w14:paraId="58E85F7F" w14:textId="77777777" w:rsidR="0016718B" w:rsidRDefault="00F000C5" w:rsidP="0002231C">
      <w:r>
        <w:rPr>
          <w:rFonts w:hint="eastAsia"/>
        </w:rPr>
        <w:t>固有値を係数とした曲線は、元の曲線を</w:t>
      </w:r>
      <w:r w:rsidRPr="00DB4FB3">
        <w:rPr>
          <w:rFonts w:hint="eastAsia"/>
          <w:u w:val="single"/>
        </w:rPr>
        <w:t>回転</w:t>
      </w:r>
      <w:r>
        <w:rPr>
          <w:rFonts w:hint="eastAsia"/>
        </w:rPr>
        <w:t>したものとなる。</w:t>
      </w:r>
    </w:p>
    <w:p w14:paraId="65A463ED" w14:textId="77777777" w:rsidR="00F000C5" w:rsidRDefault="0016718B" w:rsidP="00806576">
      <w:r>
        <w:rPr>
          <w:rFonts w:hint="eastAsia"/>
        </w:rPr>
        <w:t>（回転によって</w:t>
      </w:r>
      <w:r w:rsidRPr="0016718B">
        <w:rPr>
          <w:position w:val="-10"/>
        </w:rPr>
        <w:object w:dxaOrig="300" w:dyaOrig="260" w14:anchorId="2370DCC0">
          <v:shape id="_x0000_i1369" type="#_x0000_t75" style="width:15pt;height:12.6pt" o:ole="">
            <v:imagedata r:id="rId686" o:title=""/>
          </v:shape>
          <o:OLEObject Type="Embed" ProgID="Equation.DSMT4" ShapeID="_x0000_i1369" DrawAspect="Content" ObjectID="_1714379115" r:id="rId687"/>
        </w:object>
      </w:r>
      <w:r>
        <w:t xml:space="preserve"> </w:t>
      </w:r>
      <w:r>
        <w:rPr>
          <w:rFonts w:hint="eastAsia"/>
        </w:rPr>
        <w:t>成分が消せる</w:t>
      </w:r>
      <w:r w:rsidR="00806576">
        <w:rPr>
          <w:rFonts w:hint="eastAsia"/>
        </w:rPr>
        <w:t>。どれだけ回転させたかも求めることができる。</w:t>
      </w:r>
      <w:r>
        <w:rPr>
          <w:rFonts w:hint="eastAsia"/>
        </w:rPr>
        <w:t>）</w:t>
      </w:r>
    </w:p>
    <w:p w14:paraId="6E9A5E4D" w14:textId="77777777" w:rsidR="00F000C5" w:rsidRDefault="00B57EA9" w:rsidP="00B57EA9">
      <w:pPr>
        <w:jc w:val="right"/>
      </w:pPr>
      <w:r>
        <w:rPr>
          <w:rFonts w:hint="eastAsia"/>
        </w:rPr>
        <w:t>固有ベクトル</w:t>
      </w:r>
    </w:p>
    <w:p w14:paraId="33209CB2" w14:textId="77777777" w:rsidR="00F000C5" w:rsidRDefault="00F000C5" w:rsidP="00E43FC1">
      <w:pPr>
        <w:ind w:firstLineChars="100" w:firstLine="210"/>
      </w:pPr>
      <w:r w:rsidRPr="002C01DC">
        <w:rPr>
          <w:position w:val="-10"/>
        </w:rPr>
        <w:object w:dxaOrig="1640" w:dyaOrig="360" w14:anchorId="3BD17D5A">
          <v:shape id="_x0000_i1370" type="#_x0000_t75" style="width:82.8pt;height:18.6pt" o:ole="">
            <v:imagedata r:id="rId688" o:title=""/>
          </v:shape>
          <o:OLEObject Type="Embed" ProgID="Equation.DSMT4" ShapeID="_x0000_i1370" DrawAspect="Content" ObjectID="_1714379116" r:id="rId689"/>
        </w:object>
      </w:r>
      <w:r w:rsidR="00E43FC1">
        <w:rPr>
          <w:rFonts w:hint="eastAsia"/>
        </w:rPr>
        <w:tab/>
      </w:r>
      <w:r w:rsidR="00E43FC1">
        <w:rPr>
          <w:rFonts w:hint="eastAsia"/>
        </w:rPr>
        <w:tab/>
      </w:r>
      <w:r w:rsidR="00E43FC1">
        <w:rPr>
          <w:rFonts w:hint="eastAsia"/>
        </w:rPr>
        <w:tab/>
      </w:r>
      <w:r w:rsidR="00E43FC1" w:rsidRPr="002C01DC">
        <w:rPr>
          <w:position w:val="-10"/>
        </w:rPr>
        <w:object w:dxaOrig="1320" w:dyaOrig="360" w14:anchorId="6EC2CA19">
          <v:shape id="_x0000_i1371" type="#_x0000_t75" style="width:66pt;height:18.6pt" o:ole="">
            <v:imagedata r:id="rId690" o:title=""/>
          </v:shape>
          <o:OLEObject Type="Embed" ProgID="Equation.DSMT4" ShapeID="_x0000_i1371" DrawAspect="Content" ObjectID="_1714379117" r:id="rId691"/>
        </w:object>
      </w:r>
    </w:p>
    <w:p w14:paraId="052821B9" w14:textId="77777777" w:rsidR="00F000C5" w:rsidRDefault="00E43FC1" w:rsidP="0002231C">
      <w:r>
        <w:rPr>
          <w:noProof/>
        </w:rPr>
        <w:drawing>
          <wp:inline distT="0" distB="0" distL="0" distR="0" wp14:anchorId="41D00A35" wp14:editId="65246719">
            <wp:extent cx="1523160" cy="152316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92"/>
                    <a:stretch>
                      <a:fillRect/>
                    </a:stretch>
                  </pic:blipFill>
                  <pic:spPr>
                    <a:xfrm>
                      <a:off x="0" y="0"/>
                      <a:ext cx="1523160" cy="152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noProof/>
        </w:rPr>
        <w:drawing>
          <wp:inline distT="0" distB="0" distL="0" distR="0" wp14:anchorId="40940DBD" wp14:editId="0ADFD578">
            <wp:extent cx="1523880" cy="152388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93"/>
                    <a:stretch>
                      <a:fillRect/>
                    </a:stretch>
                  </pic:blipFill>
                  <pic:spPr>
                    <a:xfrm>
                      <a:off x="0" y="0"/>
                      <a:ext cx="1523880" cy="1523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26D80" w14:textId="77777777" w:rsidR="0005234E" w:rsidRPr="0005234E" w:rsidRDefault="0005234E" w:rsidP="0002231C">
      <w:pPr>
        <w:rPr>
          <w:rFonts w:asciiTheme="majorEastAsia" w:eastAsiaTheme="majorEastAsia" w:hAnsiTheme="majorEastAsia"/>
        </w:rPr>
      </w:pPr>
      <w:r w:rsidRPr="0005234E">
        <w:rPr>
          <w:rFonts w:asciiTheme="majorEastAsia" w:eastAsiaTheme="majorEastAsia" w:hAnsiTheme="majorEastAsia" w:hint="eastAsia"/>
        </w:rPr>
        <w:t>演習</w:t>
      </w:r>
    </w:p>
    <w:p w14:paraId="454FC9A7" w14:textId="77777777" w:rsidR="0005234E" w:rsidRDefault="0005234E" w:rsidP="0002231C">
      <w:r>
        <w:rPr>
          <w:rFonts w:hint="eastAsia"/>
        </w:rPr>
        <w:t>１）以下の方程式を行列表示せよ。</w:t>
      </w:r>
    </w:p>
    <w:p w14:paraId="20F7D2C7" w14:textId="77777777" w:rsidR="00553599" w:rsidRDefault="0005234E" w:rsidP="0005234E">
      <w:pPr>
        <w:ind w:firstLineChars="200" w:firstLine="420"/>
      </w:pPr>
      <w:r w:rsidRPr="00553599">
        <w:rPr>
          <w:position w:val="-10"/>
        </w:rPr>
        <w:object w:dxaOrig="1760" w:dyaOrig="360" w14:anchorId="480D0CD9">
          <v:shape id="_x0000_i1372" type="#_x0000_t75" style="width:88.2pt;height:18.6pt" o:ole="">
            <v:imagedata r:id="rId694" o:title=""/>
          </v:shape>
          <o:OLEObject Type="Embed" ProgID="Equation.DSMT4" ShapeID="_x0000_i1372" DrawAspect="Content" ObjectID="_1714379118" r:id="rId695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C931D1">
        <w:rPr>
          <w:position w:val="-30"/>
        </w:rPr>
        <w:object w:dxaOrig="3300" w:dyaOrig="720" w14:anchorId="37B2B9C6">
          <v:shape id="_x0000_i1373" type="#_x0000_t75" style="width:165pt;height:36pt" o:ole="">
            <v:imagedata r:id="rId696" o:title=""/>
          </v:shape>
          <o:OLEObject Type="Embed" ProgID="Equation.DSMT4" ShapeID="_x0000_i1373" DrawAspect="Content" ObjectID="_1714379119" r:id="rId697"/>
        </w:object>
      </w:r>
    </w:p>
    <w:p w14:paraId="5E5DDE3A" w14:textId="77777777" w:rsidR="0005234E" w:rsidRDefault="0005234E" w:rsidP="0005234E"/>
    <w:p w14:paraId="52235147" w14:textId="77777777" w:rsidR="0005234E" w:rsidRDefault="0005234E" w:rsidP="0005234E">
      <w:r>
        <w:rPr>
          <w:rFonts w:hint="eastAsia"/>
        </w:rPr>
        <w:t>２）これは楕円であるか、双曲線であるか、固有値を求めて答えよ。</w:t>
      </w:r>
    </w:p>
    <w:p w14:paraId="2FF1F473" w14:textId="77777777" w:rsidR="0005234E" w:rsidRDefault="0005234E" w:rsidP="0005234E"/>
    <w:p w14:paraId="703BA994" w14:textId="77777777" w:rsidR="0005234E" w:rsidRDefault="0005234E" w:rsidP="0005234E">
      <w:r>
        <w:rPr>
          <w:rFonts w:hint="eastAsia"/>
        </w:rPr>
        <w:t xml:space="preserve">　　固有値は（　　　</w:t>
      </w:r>
      <w:r w:rsidR="005D02E3">
        <w:rPr>
          <w:rFonts w:hint="eastAsia"/>
        </w:rPr>
        <w:t xml:space="preserve">　</w:t>
      </w:r>
      <w:r>
        <w:rPr>
          <w:rFonts w:hint="eastAsia"/>
        </w:rPr>
        <w:t xml:space="preserve">　，　　</w:t>
      </w:r>
      <w:r w:rsidR="005D02E3">
        <w:rPr>
          <w:rFonts w:hint="eastAsia"/>
        </w:rPr>
        <w:t xml:space="preserve">　</w:t>
      </w:r>
      <w:r>
        <w:rPr>
          <w:rFonts w:hint="eastAsia"/>
        </w:rPr>
        <w:t xml:space="preserve">　　）　　　　［楕円・双曲線］</w:t>
      </w:r>
    </w:p>
    <w:p w14:paraId="3BE58FBF" w14:textId="77777777" w:rsidR="00B57EA9" w:rsidRDefault="0005234E">
      <w:pPr>
        <w:widowControl/>
        <w:adjustRightInd/>
        <w:spacing w:line="240" w:lineRule="auto"/>
        <w:jc w:val="left"/>
        <w:textAlignment w:val="auto"/>
      </w:pPr>
      <w:r>
        <w:br w:type="page"/>
      </w:r>
    </w:p>
    <w:p w14:paraId="70C86B53" w14:textId="77777777" w:rsidR="00B57EA9" w:rsidRDefault="00B57EA9" w:rsidP="00B57EA9">
      <w:pPr>
        <w:pStyle w:val="3"/>
      </w:pPr>
      <w:r>
        <w:rPr>
          <w:rFonts w:hint="eastAsia"/>
        </w:rPr>
        <w:lastRenderedPageBreak/>
        <w:t>2.7.4</w:t>
      </w:r>
      <w:r w:rsidR="001703D4">
        <w:rPr>
          <w:rFonts w:hint="eastAsia"/>
        </w:rPr>
        <w:t xml:space="preserve">　楕円と双曲線の拡張</w:t>
      </w:r>
      <w:r>
        <w:rPr>
          <w:rFonts w:hint="eastAsia"/>
        </w:rPr>
        <w:t>【第14回】</w:t>
      </w:r>
    </w:p>
    <w:p w14:paraId="53CA404B" w14:textId="77777777" w:rsidR="00B57EA9" w:rsidRDefault="00B57EA9" w:rsidP="00B57EA9">
      <w:r>
        <w:rPr>
          <w:rFonts w:hint="eastAsia"/>
        </w:rPr>
        <w:t>前回の演習</w:t>
      </w:r>
      <w:r w:rsidR="005C4BC4">
        <w:rPr>
          <w:rFonts w:hint="eastAsia"/>
        </w:rPr>
        <w:t>で</w:t>
      </w:r>
    </w:p>
    <w:p w14:paraId="111161E1" w14:textId="77777777" w:rsidR="00B57EA9" w:rsidRDefault="00B57EA9" w:rsidP="00B57EA9">
      <w:r>
        <w:rPr>
          <w:rFonts w:hint="eastAsia"/>
        </w:rPr>
        <w:t>１）以下の方程式を行列表示せよ。</w:t>
      </w:r>
    </w:p>
    <w:p w14:paraId="62E4A60A" w14:textId="77777777" w:rsidR="00B57EA9" w:rsidRDefault="00B57EA9" w:rsidP="00B57EA9">
      <w:pPr>
        <w:ind w:firstLineChars="200" w:firstLine="420"/>
      </w:pPr>
      <w:r w:rsidRPr="00553599">
        <w:rPr>
          <w:position w:val="-10"/>
        </w:rPr>
        <w:object w:dxaOrig="1760" w:dyaOrig="360" w14:anchorId="5E8DABB5">
          <v:shape id="_x0000_i1374" type="#_x0000_t75" style="width:88.2pt;height:18.6pt" o:ole="">
            <v:imagedata r:id="rId694" o:title=""/>
          </v:shape>
          <o:OLEObject Type="Embed" ProgID="Equation.DSMT4" ShapeID="_x0000_i1374" DrawAspect="Content" ObjectID="_1714379120" r:id="rId698"/>
        </w:object>
      </w:r>
      <w:r>
        <w:rPr>
          <w:rFonts w:hint="eastAsia"/>
        </w:rPr>
        <w:tab/>
      </w:r>
      <w:r>
        <w:rPr>
          <w:rFonts w:hint="eastAsia"/>
        </w:rPr>
        <w:tab/>
      </w:r>
      <w:r w:rsidRPr="00C931D1">
        <w:rPr>
          <w:position w:val="-30"/>
        </w:rPr>
        <w:object w:dxaOrig="3300" w:dyaOrig="720" w14:anchorId="7C01233B">
          <v:shape id="_x0000_i1375" type="#_x0000_t75" style="width:165pt;height:36pt" o:ole="">
            <v:imagedata r:id="rId696" o:title=""/>
          </v:shape>
          <o:OLEObject Type="Embed" ProgID="Equation.DSMT4" ShapeID="_x0000_i1375" DrawAspect="Content" ObjectID="_1714379121" r:id="rId699"/>
        </w:object>
      </w:r>
    </w:p>
    <w:p w14:paraId="78C2BB66" w14:textId="77777777" w:rsidR="00B57EA9" w:rsidRDefault="00B57EA9" w:rsidP="00B57EA9"/>
    <w:p w14:paraId="619C3C3A" w14:textId="77777777" w:rsidR="00B57EA9" w:rsidRDefault="00B57EA9" w:rsidP="00B57EA9">
      <w:r>
        <w:rPr>
          <w:rFonts w:hint="eastAsia"/>
        </w:rPr>
        <w:t>２）これは楕円であるか、双曲線であるか、固有値を求めて答えよ。</w:t>
      </w:r>
    </w:p>
    <w:p w14:paraId="41BF66CB" w14:textId="77777777" w:rsidR="00B57EA9" w:rsidRDefault="00B57EA9" w:rsidP="00B57EA9"/>
    <w:p w14:paraId="66D75EE6" w14:textId="77777777" w:rsidR="00B57EA9" w:rsidRDefault="00B57EA9" w:rsidP="00B57EA9">
      <w:r>
        <w:rPr>
          <w:rFonts w:hint="eastAsia"/>
        </w:rPr>
        <w:t xml:space="preserve">　　固有値は</w:t>
      </w:r>
      <w:r w:rsidR="005C4BC4" w:rsidRPr="005C4BC4">
        <w:rPr>
          <w:position w:val="-14"/>
        </w:rPr>
        <w:object w:dxaOrig="940" w:dyaOrig="400" w14:anchorId="52B17E87">
          <v:shape id="_x0000_i1376" type="#_x0000_t75" style="width:46.8pt;height:20.4pt" o:ole="">
            <v:imagedata r:id="rId700" o:title=""/>
          </v:shape>
          <o:OLEObject Type="Embed" ProgID="Equation.DSMT4" ShapeID="_x0000_i1376" DrawAspect="Content" ObjectID="_1714379122" r:id="rId701"/>
        </w:object>
      </w:r>
      <w:r w:rsidR="005C4BC4">
        <w:t xml:space="preserve"> </w:t>
      </w:r>
      <w:r>
        <w:rPr>
          <w:rFonts w:hint="eastAsia"/>
        </w:rPr>
        <w:t>（　　　　　，　　　　　）　　　［楕円・双曲線］</w:t>
      </w:r>
    </w:p>
    <w:p w14:paraId="6F607FA2" w14:textId="77777777" w:rsidR="00B57EA9" w:rsidRPr="005C4BC4" w:rsidRDefault="00B57EA9" w:rsidP="00B57EA9">
      <w:pPr>
        <w:widowControl/>
        <w:adjustRightInd/>
        <w:snapToGrid w:val="0"/>
        <w:jc w:val="left"/>
        <w:textAlignment w:val="auto"/>
      </w:pPr>
    </w:p>
    <w:p w14:paraId="640D6123" w14:textId="77777777" w:rsidR="00E4381E" w:rsidRDefault="00E4381E" w:rsidP="00B57EA9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t>３）方程式をグラフに表せ。</w:t>
      </w:r>
    </w:p>
    <w:p w14:paraId="70545C25" w14:textId="77777777" w:rsidR="005C4BC4" w:rsidRPr="005C4BC4" w:rsidRDefault="005C4BC4" w:rsidP="00B57EA9">
      <w:pPr>
        <w:widowControl/>
        <w:adjustRightInd/>
        <w:snapToGrid w:val="0"/>
        <w:jc w:val="left"/>
        <w:textAlignment w:val="auto"/>
      </w:pPr>
    </w:p>
    <w:p w14:paraId="6F5FEEE0" w14:textId="77777777" w:rsidR="00B57EA9" w:rsidRDefault="005C4BC4" w:rsidP="00B57EA9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t>４</w:t>
      </w:r>
      <w:r w:rsidR="00B57EA9">
        <w:rPr>
          <w:rFonts w:hint="eastAsia"/>
        </w:rPr>
        <w:t>）</w:t>
      </w:r>
      <w:r w:rsidR="00E4381E">
        <w:rPr>
          <w:rFonts w:hint="eastAsia"/>
        </w:rPr>
        <w:t>回転後は</w:t>
      </w:r>
      <w:r w:rsidR="00B57EA9">
        <w:rPr>
          <w:rFonts w:hint="eastAsia"/>
        </w:rPr>
        <w:t>どんな方程式になったか。</w:t>
      </w:r>
    </w:p>
    <w:p w14:paraId="4E5BF5E5" w14:textId="77777777" w:rsidR="00B57EA9" w:rsidRDefault="00B57EA9" w:rsidP="00B57EA9">
      <w:pPr>
        <w:widowControl/>
        <w:adjustRightInd/>
        <w:snapToGrid w:val="0"/>
        <w:ind w:firstLineChars="600" w:firstLine="1260"/>
        <w:jc w:val="left"/>
        <w:textAlignment w:val="auto"/>
      </w:pPr>
      <w:r w:rsidRPr="00553599">
        <w:rPr>
          <w:position w:val="-10"/>
        </w:rPr>
        <w:object w:dxaOrig="1900" w:dyaOrig="360" w14:anchorId="7E4FD0B0">
          <v:shape id="_x0000_i1377" type="#_x0000_t75" style="width:94.8pt;height:18.6pt" o:ole="">
            <v:imagedata r:id="rId702" o:title=""/>
          </v:shape>
          <o:OLEObject Type="Embed" ProgID="Equation.DSMT4" ShapeID="_x0000_i1377" DrawAspect="Content" ObjectID="_1714379123" r:id="rId703"/>
        </w:object>
      </w:r>
    </w:p>
    <w:p w14:paraId="38F52909" w14:textId="77777777" w:rsidR="00E4381E" w:rsidRDefault="00E4381E" w:rsidP="00B57EA9">
      <w:pPr>
        <w:widowControl/>
        <w:adjustRightInd/>
        <w:snapToGrid w:val="0"/>
        <w:jc w:val="left"/>
        <w:textAlignment w:val="auto"/>
      </w:pPr>
    </w:p>
    <w:p w14:paraId="303405C1" w14:textId="77777777" w:rsidR="00B57EA9" w:rsidRPr="00B57EA9" w:rsidRDefault="005C4BC4" w:rsidP="00B57EA9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t>５</w:t>
      </w:r>
      <w:r w:rsidR="00B57EA9">
        <w:rPr>
          <w:rFonts w:hint="eastAsia"/>
        </w:rPr>
        <w:t>）どれだけ回転させたか、回転行列</w:t>
      </w:r>
      <w:r w:rsidR="00B57EA9" w:rsidRPr="00B57EA9">
        <w:rPr>
          <w:position w:val="-6"/>
        </w:rPr>
        <w:object w:dxaOrig="260" w:dyaOrig="279" w14:anchorId="5705F35C">
          <v:shape id="_x0000_i1378" type="#_x0000_t75" style="width:12.6pt;height:14.4pt" o:ole="">
            <v:imagedata r:id="rId704" o:title=""/>
          </v:shape>
          <o:OLEObject Type="Embed" ProgID="Equation.DSMT4" ShapeID="_x0000_i1378" DrawAspect="Content" ObjectID="_1714379124" r:id="rId705"/>
        </w:object>
      </w:r>
      <w:r w:rsidR="00E4381E">
        <w:rPr>
          <w:rFonts w:hint="eastAsia"/>
        </w:rPr>
        <w:t>（座標系の回転では</w:t>
      </w:r>
      <w:r w:rsidR="00E4381E" w:rsidRPr="00B57EA9">
        <w:rPr>
          <w:position w:val="-6"/>
        </w:rPr>
        <w:object w:dxaOrig="320" w:dyaOrig="320" w14:anchorId="1A560157">
          <v:shape id="_x0000_i1379" type="#_x0000_t75" style="width:16.2pt;height:16.2pt" o:ole="">
            <v:imagedata r:id="rId706" o:title=""/>
          </v:shape>
          <o:OLEObject Type="Embed" ProgID="Equation.DSMT4" ShapeID="_x0000_i1379" DrawAspect="Content" ObjectID="_1714379125" r:id="rId707"/>
        </w:object>
      </w:r>
      <w:r w:rsidR="00E4381E">
        <w:rPr>
          <w:rFonts w:hint="eastAsia"/>
        </w:rPr>
        <w:t>）</w:t>
      </w:r>
      <w:r w:rsidR="00B57EA9">
        <w:rPr>
          <w:rFonts w:hint="eastAsia"/>
        </w:rPr>
        <w:t>を求めよ。</w:t>
      </w:r>
    </w:p>
    <w:p w14:paraId="56CD7B87" w14:textId="77777777" w:rsidR="00B57EA9" w:rsidRPr="00E4381E" w:rsidRDefault="00B57EA9">
      <w:pPr>
        <w:widowControl/>
        <w:adjustRightInd/>
        <w:spacing w:line="240" w:lineRule="auto"/>
        <w:jc w:val="left"/>
        <w:textAlignment w:val="auto"/>
      </w:pPr>
    </w:p>
    <w:p w14:paraId="2408CFA6" w14:textId="77777777" w:rsidR="00B57EA9" w:rsidRDefault="006E61C4" w:rsidP="00E4381E">
      <w:pPr>
        <w:widowControl/>
        <w:adjustRightInd/>
        <w:spacing w:line="240" w:lineRule="auto"/>
        <w:ind w:firstLineChars="200" w:firstLine="420"/>
        <w:jc w:val="left"/>
        <w:textAlignment w:val="auto"/>
      </w:pPr>
      <w:r w:rsidRPr="00E4381E">
        <w:rPr>
          <w:position w:val="-30"/>
        </w:rPr>
        <w:object w:dxaOrig="3519" w:dyaOrig="720" w14:anchorId="707E362D">
          <v:shape id="_x0000_i1380" type="#_x0000_t75" style="width:174.6pt;height:36pt" o:ole="">
            <v:imagedata r:id="rId708" o:title=""/>
          </v:shape>
          <o:OLEObject Type="Embed" ProgID="Equation.DSMT4" ShapeID="_x0000_i1380" DrawAspect="Content" ObjectID="_1714379126" r:id="rId709"/>
        </w:object>
      </w:r>
      <w:r w:rsidR="00E4381E">
        <w:t xml:space="preserve"> </w:t>
      </w:r>
    </w:p>
    <w:p w14:paraId="0112D279" w14:textId="77777777" w:rsidR="00B57EA9" w:rsidRDefault="00B57EA9">
      <w:pPr>
        <w:widowControl/>
        <w:adjustRightInd/>
        <w:spacing w:line="240" w:lineRule="auto"/>
        <w:jc w:val="left"/>
        <w:textAlignment w:val="auto"/>
      </w:pPr>
    </w:p>
    <w:p w14:paraId="4A212427" w14:textId="77777777" w:rsidR="005C4BC4" w:rsidRPr="005C4BC4" w:rsidRDefault="005C4BC4" w:rsidP="005C4BC4">
      <w:pPr>
        <w:widowControl/>
        <w:adjustRightInd/>
        <w:spacing w:line="240" w:lineRule="auto"/>
        <w:ind w:leftChars="200" w:left="424" w:hangingChars="2" w:hanging="4"/>
        <w:jc w:val="left"/>
        <w:textAlignment w:val="auto"/>
      </w:pPr>
      <w:r>
        <w:rPr>
          <w:rFonts w:hint="eastAsia"/>
        </w:rPr>
        <w:t>この２つの縦の行列</w:t>
      </w:r>
      <w:r>
        <w:rPr>
          <w:rFonts w:hint="eastAsia"/>
        </w:rPr>
        <w:t xml:space="preserve"> </w:t>
      </w:r>
      <w:r w:rsidRPr="005C4BC4">
        <w:rPr>
          <w:position w:val="-12"/>
        </w:rPr>
        <w:object w:dxaOrig="600" w:dyaOrig="360" w14:anchorId="34F158CE">
          <v:shape id="_x0000_i1381" type="#_x0000_t75" style="width:30pt;height:18.6pt" o:ole="">
            <v:imagedata r:id="rId710" o:title=""/>
          </v:shape>
          <o:OLEObject Type="Embed" ProgID="Equation.DSMT4" ShapeID="_x0000_i1381" DrawAspect="Content" ObjectID="_1714379127" r:id="rId711"/>
        </w:object>
      </w:r>
      <w:r>
        <w:t xml:space="preserve"> </w:t>
      </w:r>
      <w:r>
        <w:rPr>
          <w:rFonts w:hint="eastAsia"/>
        </w:rPr>
        <w:t>を固有ベクトルという。固有ベクトルは、次の関係を満たす。</w:t>
      </w:r>
      <w:r w:rsidRPr="005C4BC4">
        <w:rPr>
          <w:position w:val="-12"/>
        </w:rPr>
        <w:object w:dxaOrig="1080" w:dyaOrig="360" w14:anchorId="29E8A570">
          <v:shape id="_x0000_i1382" type="#_x0000_t75" style="width:54.6pt;height:18.6pt" o:ole="">
            <v:imagedata r:id="rId712" o:title=""/>
          </v:shape>
          <o:OLEObject Type="Embed" ProgID="Equation.DSMT4" ShapeID="_x0000_i1382" DrawAspect="Content" ObjectID="_1714379128" r:id="rId713"/>
        </w:object>
      </w:r>
      <w:r>
        <w:rPr>
          <w:rFonts w:hint="eastAsia"/>
        </w:rPr>
        <w:t>，</w:t>
      </w:r>
      <w:r w:rsidRPr="005C4BC4">
        <w:rPr>
          <w:position w:val="-12"/>
        </w:rPr>
        <w:object w:dxaOrig="1140" w:dyaOrig="360" w14:anchorId="5D1F81EB">
          <v:shape id="_x0000_i1383" type="#_x0000_t75" style="width:57pt;height:18.6pt" o:ole="">
            <v:imagedata r:id="rId714" o:title=""/>
          </v:shape>
          <o:OLEObject Type="Embed" ProgID="Equation.DSMT4" ShapeID="_x0000_i1383" DrawAspect="Content" ObjectID="_1714379129" r:id="rId715"/>
        </w:object>
      </w:r>
    </w:p>
    <w:p w14:paraId="7474CED9" w14:textId="77777777" w:rsidR="00B57EA9" w:rsidRDefault="00B57EA9">
      <w:pPr>
        <w:widowControl/>
        <w:adjustRightInd/>
        <w:spacing w:line="240" w:lineRule="auto"/>
        <w:jc w:val="left"/>
        <w:textAlignment w:val="auto"/>
      </w:pPr>
    </w:p>
    <w:p w14:paraId="4030489A" w14:textId="77777777" w:rsidR="005C4BC4" w:rsidRDefault="005C4BC4">
      <w:pPr>
        <w:widowControl/>
        <w:adjustRightInd/>
        <w:spacing w:line="240" w:lineRule="auto"/>
        <w:jc w:val="left"/>
        <w:textAlignment w:val="auto"/>
      </w:pPr>
    </w:p>
    <w:p w14:paraId="175E19D5" w14:textId="77777777" w:rsidR="005C4BC4" w:rsidRDefault="005C4BC4">
      <w:pPr>
        <w:widowControl/>
        <w:adjustRightInd/>
        <w:spacing w:line="240" w:lineRule="auto"/>
        <w:jc w:val="left"/>
        <w:textAlignment w:val="auto"/>
      </w:pPr>
    </w:p>
    <w:p w14:paraId="1011CAB6" w14:textId="77777777" w:rsidR="00E4381E" w:rsidRPr="00094F81" w:rsidRDefault="00E4381E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</w:rPr>
      </w:pPr>
      <w:r w:rsidRPr="00094F81">
        <w:rPr>
          <w:rFonts w:asciiTheme="majorEastAsia" w:eastAsiaTheme="majorEastAsia" w:hAnsiTheme="majorEastAsia" w:hint="eastAsia"/>
        </w:rPr>
        <w:t>３次元に拡張</w:t>
      </w:r>
    </w:p>
    <w:p w14:paraId="159A62CA" w14:textId="77777777" w:rsidR="00E4381E" w:rsidRDefault="00E4381E">
      <w:pPr>
        <w:widowControl/>
        <w:adjustRightInd/>
        <w:spacing w:line="240" w:lineRule="auto"/>
        <w:jc w:val="left"/>
        <w:textAlignment w:val="auto"/>
      </w:pPr>
    </w:p>
    <w:p w14:paraId="5ECC9B79" w14:textId="77777777" w:rsidR="00094F81" w:rsidRDefault="00094F81" w:rsidP="00094F81">
      <w:r>
        <w:rPr>
          <w:rFonts w:hint="eastAsia"/>
        </w:rPr>
        <w:t>１）以下の方程式を行列表示せよ。</w:t>
      </w:r>
    </w:p>
    <w:p w14:paraId="6A7564B8" w14:textId="77777777" w:rsidR="00094F81" w:rsidRDefault="008F2CE5" w:rsidP="00094F81">
      <w:pPr>
        <w:ind w:firstLineChars="200" w:firstLine="420"/>
      </w:pPr>
      <w:r w:rsidRPr="00553599">
        <w:rPr>
          <w:position w:val="-10"/>
        </w:rPr>
        <w:object w:dxaOrig="2760" w:dyaOrig="360" w14:anchorId="1CC7F21C">
          <v:shape id="_x0000_i1384" type="#_x0000_t75" style="width:137.4pt;height:18.6pt" o:ole="">
            <v:imagedata r:id="rId716" o:title=""/>
          </v:shape>
          <o:OLEObject Type="Embed" ProgID="Equation.DSMT4" ShapeID="_x0000_i1384" DrawAspect="Content" ObjectID="_1714379130" r:id="rId717"/>
        </w:objec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6E61C4" w:rsidRPr="008F2CE5">
        <w:rPr>
          <w:position w:val="-50"/>
        </w:rPr>
        <w:object w:dxaOrig="3340" w:dyaOrig="1120" w14:anchorId="3D9FD891">
          <v:shape id="_x0000_i1385" type="#_x0000_t75" style="width:167.4pt;height:56.4pt" o:ole="">
            <v:imagedata r:id="rId718" o:title=""/>
          </v:shape>
          <o:OLEObject Type="Embed" ProgID="Equation.DSMT4" ShapeID="_x0000_i1385" DrawAspect="Content" ObjectID="_1714379131" r:id="rId719"/>
        </w:object>
      </w:r>
    </w:p>
    <w:p w14:paraId="34A5D909" w14:textId="77777777" w:rsidR="008F2CE5" w:rsidRDefault="008F2CE5" w:rsidP="008F2CE5">
      <w:r>
        <w:rPr>
          <w:rFonts w:hint="eastAsia"/>
        </w:rPr>
        <w:t>２）固有値を求めよ。</w:t>
      </w:r>
    </w:p>
    <w:p w14:paraId="59840137" w14:textId="77777777" w:rsidR="008F2CE5" w:rsidRPr="008F2CE5" w:rsidRDefault="008F2CE5" w:rsidP="008F2CE5"/>
    <w:p w14:paraId="382F77BE" w14:textId="77777777" w:rsidR="008F2CE5" w:rsidRDefault="008F2CE5" w:rsidP="008F2CE5">
      <w:r>
        <w:rPr>
          <w:rFonts w:hint="eastAsia"/>
        </w:rPr>
        <w:t xml:space="preserve">　　固有値は</w:t>
      </w:r>
      <w:r w:rsidRPr="005C4BC4">
        <w:rPr>
          <w:position w:val="-14"/>
        </w:rPr>
        <w:object w:dxaOrig="1240" w:dyaOrig="400" w14:anchorId="3843F596">
          <v:shape id="_x0000_i1386" type="#_x0000_t75" style="width:61.2pt;height:20.4pt" o:ole="">
            <v:imagedata r:id="rId720" o:title=""/>
          </v:shape>
          <o:OLEObject Type="Embed" ProgID="Equation.DSMT4" ShapeID="_x0000_i1386" DrawAspect="Content" ObjectID="_1714379132" r:id="rId721"/>
        </w:object>
      </w:r>
      <w:r>
        <w:t xml:space="preserve"> </w:t>
      </w:r>
      <w:r>
        <w:rPr>
          <w:rFonts w:hint="eastAsia"/>
        </w:rPr>
        <w:t xml:space="preserve">（　　</w:t>
      </w:r>
      <w:r w:rsidR="006E61C4">
        <w:rPr>
          <w:rFonts w:hint="eastAsia"/>
        </w:rPr>
        <w:t xml:space="preserve">　</w:t>
      </w:r>
      <w:r>
        <w:rPr>
          <w:rFonts w:hint="eastAsia"/>
        </w:rPr>
        <w:t xml:space="preserve">　　，　</w:t>
      </w:r>
      <w:r w:rsidR="006E61C4">
        <w:rPr>
          <w:rFonts w:hint="eastAsia"/>
        </w:rPr>
        <w:t xml:space="preserve">　</w:t>
      </w:r>
      <w:r>
        <w:rPr>
          <w:rFonts w:hint="eastAsia"/>
        </w:rPr>
        <w:t xml:space="preserve">　　　，　　</w:t>
      </w:r>
      <w:r w:rsidR="006E61C4">
        <w:rPr>
          <w:rFonts w:hint="eastAsia"/>
        </w:rPr>
        <w:t xml:space="preserve">　</w:t>
      </w:r>
      <w:r>
        <w:rPr>
          <w:rFonts w:hint="eastAsia"/>
        </w:rPr>
        <w:t xml:space="preserve">　　）</w:t>
      </w:r>
    </w:p>
    <w:p w14:paraId="101188EC" w14:textId="77777777" w:rsidR="008F2CE5" w:rsidRDefault="008F2CE5" w:rsidP="008F2CE5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lastRenderedPageBreak/>
        <w:t>３）方程式をグラフに表せ。</w:t>
      </w:r>
    </w:p>
    <w:p w14:paraId="0BBE717F" w14:textId="77777777" w:rsidR="00094F81" w:rsidRPr="008F2CE5" w:rsidRDefault="00094F81" w:rsidP="00094F81"/>
    <w:p w14:paraId="2414CB9D" w14:textId="77777777" w:rsidR="00094F81" w:rsidRPr="005C4BC4" w:rsidRDefault="00094F81" w:rsidP="00094F81">
      <w:pPr>
        <w:widowControl/>
        <w:adjustRightInd/>
        <w:snapToGrid w:val="0"/>
        <w:jc w:val="left"/>
        <w:textAlignment w:val="auto"/>
      </w:pPr>
    </w:p>
    <w:p w14:paraId="4CD3FB89" w14:textId="77777777" w:rsidR="00094F81" w:rsidRDefault="00094F81" w:rsidP="00094F81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t>４）回転後はどんな方程式になったか。</w:t>
      </w:r>
    </w:p>
    <w:p w14:paraId="7B6584C4" w14:textId="77777777" w:rsidR="00094F81" w:rsidRDefault="00437051" w:rsidP="00094F81">
      <w:pPr>
        <w:widowControl/>
        <w:adjustRightInd/>
        <w:snapToGrid w:val="0"/>
        <w:ind w:firstLineChars="600" w:firstLine="1260"/>
        <w:jc w:val="left"/>
        <w:textAlignment w:val="auto"/>
      </w:pPr>
      <w:r w:rsidRPr="00553599">
        <w:rPr>
          <w:position w:val="-10"/>
        </w:rPr>
        <w:object w:dxaOrig="3120" w:dyaOrig="360" w14:anchorId="22315D33">
          <v:shape id="_x0000_i1387" type="#_x0000_t75" style="width:155.4pt;height:18.6pt" o:ole="">
            <v:imagedata r:id="rId722" o:title=""/>
          </v:shape>
          <o:OLEObject Type="Embed" ProgID="Equation.DSMT4" ShapeID="_x0000_i1387" DrawAspect="Content" ObjectID="_1714379133" r:id="rId723"/>
        </w:object>
      </w:r>
    </w:p>
    <w:p w14:paraId="00A356C8" w14:textId="77777777" w:rsidR="00094F81" w:rsidRDefault="00094F81" w:rsidP="00094F81">
      <w:pPr>
        <w:widowControl/>
        <w:adjustRightInd/>
        <w:snapToGrid w:val="0"/>
        <w:jc w:val="left"/>
        <w:textAlignment w:val="auto"/>
      </w:pPr>
    </w:p>
    <w:p w14:paraId="1544E8A3" w14:textId="77777777" w:rsidR="00094F81" w:rsidRPr="00B57EA9" w:rsidRDefault="00094F81" w:rsidP="00094F81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t>５）どれだけ回転させたか、回転行列</w:t>
      </w:r>
      <w:r w:rsidRPr="00B57EA9">
        <w:rPr>
          <w:position w:val="-6"/>
        </w:rPr>
        <w:object w:dxaOrig="260" w:dyaOrig="279" w14:anchorId="5AD141F8">
          <v:shape id="_x0000_i1388" type="#_x0000_t75" style="width:12.6pt;height:14.4pt" o:ole="">
            <v:imagedata r:id="rId704" o:title=""/>
          </v:shape>
          <o:OLEObject Type="Embed" ProgID="Equation.DSMT4" ShapeID="_x0000_i1388" DrawAspect="Content" ObjectID="_1714379134" r:id="rId724"/>
        </w:object>
      </w:r>
      <w:r>
        <w:rPr>
          <w:rFonts w:hint="eastAsia"/>
        </w:rPr>
        <w:t>（座標系の回転では</w:t>
      </w:r>
      <w:r w:rsidRPr="00B57EA9">
        <w:rPr>
          <w:position w:val="-6"/>
        </w:rPr>
        <w:object w:dxaOrig="320" w:dyaOrig="320" w14:anchorId="28DCBC22">
          <v:shape id="_x0000_i1389" type="#_x0000_t75" style="width:16.2pt;height:16.2pt" o:ole="">
            <v:imagedata r:id="rId706" o:title=""/>
          </v:shape>
          <o:OLEObject Type="Embed" ProgID="Equation.DSMT4" ShapeID="_x0000_i1389" DrawAspect="Content" ObjectID="_1714379135" r:id="rId725"/>
        </w:object>
      </w:r>
      <w:r>
        <w:rPr>
          <w:rFonts w:hint="eastAsia"/>
        </w:rPr>
        <w:t>）を求めよ。</w:t>
      </w:r>
    </w:p>
    <w:p w14:paraId="0F9D6E9D" w14:textId="77777777" w:rsidR="00094F81" w:rsidRPr="00E4381E" w:rsidRDefault="00094F81" w:rsidP="00094F81">
      <w:pPr>
        <w:widowControl/>
        <w:adjustRightInd/>
        <w:spacing w:line="240" w:lineRule="auto"/>
        <w:jc w:val="left"/>
        <w:textAlignment w:val="auto"/>
      </w:pPr>
    </w:p>
    <w:p w14:paraId="25A94142" w14:textId="77777777" w:rsidR="00094F81" w:rsidRDefault="006E61C4" w:rsidP="00094F81">
      <w:pPr>
        <w:widowControl/>
        <w:adjustRightInd/>
        <w:spacing w:line="240" w:lineRule="auto"/>
        <w:ind w:firstLineChars="200" w:firstLine="420"/>
        <w:jc w:val="left"/>
        <w:textAlignment w:val="auto"/>
      </w:pPr>
      <w:r w:rsidRPr="0035018D">
        <w:rPr>
          <w:position w:val="-50"/>
        </w:rPr>
        <w:object w:dxaOrig="3220" w:dyaOrig="1120" w14:anchorId="372A338D">
          <v:shape id="_x0000_i1390" type="#_x0000_t75" style="width:161.4pt;height:56.4pt" o:ole="">
            <v:imagedata r:id="rId726" o:title=""/>
          </v:shape>
          <o:OLEObject Type="Embed" ProgID="Equation.DSMT4" ShapeID="_x0000_i1390" DrawAspect="Content" ObjectID="_1714379136" r:id="rId727"/>
        </w:object>
      </w:r>
      <w:r w:rsidR="003F1010">
        <w:rPr>
          <w:rFonts w:hint="eastAsia"/>
        </w:rPr>
        <w:t xml:space="preserve">　　</w:t>
      </w:r>
      <w:r w:rsidR="003F1010">
        <w:rPr>
          <w:rFonts w:hint="eastAsia"/>
        </w:rPr>
        <w:t>3</w:t>
      </w:r>
      <w:r w:rsidR="003F1010">
        <w:rPr>
          <w:rFonts w:hint="eastAsia"/>
        </w:rPr>
        <w:t>次元の回転行列というものもある。</w:t>
      </w:r>
    </w:p>
    <w:p w14:paraId="6939565B" w14:textId="77777777" w:rsidR="00094F81" w:rsidRDefault="00094F81" w:rsidP="00094F81">
      <w:pPr>
        <w:widowControl/>
        <w:adjustRightInd/>
        <w:spacing w:line="240" w:lineRule="auto"/>
        <w:jc w:val="left"/>
        <w:textAlignment w:val="auto"/>
      </w:pPr>
    </w:p>
    <w:p w14:paraId="57B2CD4B" w14:textId="77777777" w:rsidR="00E4381E" w:rsidRPr="00437051" w:rsidRDefault="0035018D" w:rsidP="00E4381E">
      <w:pPr>
        <w:widowControl/>
        <w:adjustRightInd/>
        <w:spacing w:line="240" w:lineRule="auto"/>
        <w:jc w:val="left"/>
        <w:textAlignment w:val="auto"/>
        <w:rPr>
          <w:rFonts w:asciiTheme="majorEastAsia" w:eastAsiaTheme="majorEastAsia" w:hAnsiTheme="majorEastAsia"/>
        </w:rPr>
      </w:pPr>
      <w:r w:rsidRPr="00437051">
        <w:rPr>
          <w:rFonts w:asciiTheme="majorEastAsia" w:eastAsiaTheme="majorEastAsia" w:hAnsiTheme="majorEastAsia" w:hint="eastAsia"/>
        </w:rPr>
        <w:t>演習</w:t>
      </w:r>
    </w:p>
    <w:p w14:paraId="017A8B85" w14:textId="77777777" w:rsidR="0035018D" w:rsidRDefault="0035018D" w:rsidP="0035018D">
      <w:r>
        <w:rPr>
          <w:rFonts w:hint="eastAsia"/>
        </w:rPr>
        <w:t>１）以下の方程式を行列表示せよ。</w:t>
      </w:r>
    </w:p>
    <w:p w14:paraId="5547158D" w14:textId="77777777" w:rsidR="0035018D" w:rsidRDefault="0035018D" w:rsidP="0035018D">
      <w:pPr>
        <w:ind w:firstLineChars="200" w:firstLine="420"/>
      </w:pPr>
      <w:r w:rsidRPr="00553599">
        <w:rPr>
          <w:position w:val="-10"/>
        </w:rPr>
        <w:object w:dxaOrig="2740" w:dyaOrig="360" w14:anchorId="690881D6">
          <v:shape id="_x0000_i1391" type="#_x0000_t75" style="width:136.8pt;height:18.6pt" o:ole="">
            <v:imagedata r:id="rId728" o:title=""/>
          </v:shape>
          <o:OLEObject Type="Embed" ProgID="Equation.DSMT4" ShapeID="_x0000_i1391" DrawAspect="Content" ObjectID="_1714379137" r:id="rId729"/>
        </w:object>
      </w:r>
      <w:r>
        <w:rPr>
          <w:rFonts w:hint="eastAsia"/>
        </w:rPr>
        <w:tab/>
      </w:r>
      <w:r>
        <w:rPr>
          <w:rFonts w:hint="eastAsia"/>
        </w:rPr>
        <w:t xml:space="preserve">　　</w:t>
      </w:r>
      <w:r w:rsidR="006E61C4" w:rsidRPr="008F2CE5">
        <w:rPr>
          <w:position w:val="-50"/>
        </w:rPr>
        <w:object w:dxaOrig="3340" w:dyaOrig="1120" w14:anchorId="0669D1E0">
          <v:shape id="_x0000_i1392" type="#_x0000_t75" style="width:167.4pt;height:56.4pt" o:ole="">
            <v:imagedata r:id="rId730" o:title=""/>
          </v:shape>
          <o:OLEObject Type="Embed" ProgID="Equation.DSMT4" ShapeID="_x0000_i1392" DrawAspect="Content" ObjectID="_1714379138" r:id="rId731"/>
        </w:object>
      </w:r>
    </w:p>
    <w:p w14:paraId="2312B0D2" w14:textId="77777777" w:rsidR="0035018D" w:rsidRDefault="0035018D" w:rsidP="0035018D">
      <w:r>
        <w:rPr>
          <w:rFonts w:hint="eastAsia"/>
        </w:rPr>
        <w:t>２）固有値を求めよ。</w:t>
      </w:r>
    </w:p>
    <w:p w14:paraId="1F162B21" w14:textId="77777777" w:rsidR="0035018D" w:rsidRPr="008F2CE5" w:rsidRDefault="0035018D" w:rsidP="0035018D"/>
    <w:p w14:paraId="3081455D" w14:textId="77777777" w:rsidR="0035018D" w:rsidRDefault="0035018D" w:rsidP="0035018D">
      <w:r>
        <w:rPr>
          <w:rFonts w:hint="eastAsia"/>
        </w:rPr>
        <w:t xml:space="preserve">　　固有値は</w:t>
      </w:r>
      <w:r w:rsidRPr="005C4BC4">
        <w:rPr>
          <w:position w:val="-14"/>
        </w:rPr>
        <w:object w:dxaOrig="1240" w:dyaOrig="400" w14:anchorId="24A53DC4">
          <v:shape id="_x0000_i1393" type="#_x0000_t75" style="width:61.2pt;height:20.4pt" o:ole="">
            <v:imagedata r:id="rId720" o:title=""/>
          </v:shape>
          <o:OLEObject Type="Embed" ProgID="Equation.DSMT4" ShapeID="_x0000_i1393" DrawAspect="Content" ObjectID="_1714379139" r:id="rId732"/>
        </w:object>
      </w:r>
      <w:r>
        <w:t xml:space="preserve"> </w:t>
      </w:r>
      <w:r>
        <w:rPr>
          <w:rFonts w:hint="eastAsia"/>
        </w:rPr>
        <w:t xml:space="preserve">（　　</w:t>
      </w:r>
      <w:r w:rsidR="006E61C4">
        <w:rPr>
          <w:rFonts w:hint="eastAsia"/>
        </w:rPr>
        <w:t xml:space="preserve">　</w:t>
      </w:r>
      <w:r>
        <w:rPr>
          <w:rFonts w:hint="eastAsia"/>
        </w:rPr>
        <w:t xml:space="preserve">　　，　　</w:t>
      </w:r>
      <w:r w:rsidR="006E61C4">
        <w:rPr>
          <w:rFonts w:hint="eastAsia"/>
        </w:rPr>
        <w:t xml:space="preserve">　</w:t>
      </w:r>
      <w:r>
        <w:rPr>
          <w:rFonts w:hint="eastAsia"/>
        </w:rPr>
        <w:t xml:space="preserve">　　，　</w:t>
      </w:r>
      <w:r w:rsidR="006E61C4">
        <w:rPr>
          <w:rFonts w:hint="eastAsia"/>
        </w:rPr>
        <w:t xml:space="preserve">　</w:t>
      </w:r>
      <w:r>
        <w:rPr>
          <w:rFonts w:hint="eastAsia"/>
        </w:rPr>
        <w:t xml:space="preserve">　　　）</w:t>
      </w:r>
    </w:p>
    <w:p w14:paraId="6A4ED959" w14:textId="77777777" w:rsidR="00437051" w:rsidRDefault="00437051" w:rsidP="0035018D">
      <w:pPr>
        <w:widowControl/>
        <w:adjustRightInd/>
        <w:snapToGrid w:val="0"/>
        <w:jc w:val="left"/>
        <w:textAlignment w:val="auto"/>
      </w:pPr>
    </w:p>
    <w:p w14:paraId="6DF51FFE" w14:textId="77777777" w:rsidR="0035018D" w:rsidRDefault="0035018D" w:rsidP="0035018D">
      <w:pPr>
        <w:widowControl/>
        <w:adjustRightInd/>
        <w:snapToGrid w:val="0"/>
        <w:jc w:val="left"/>
        <w:textAlignment w:val="auto"/>
      </w:pPr>
      <w:r>
        <w:rPr>
          <w:rFonts w:hint="eastAsia"/>
        </w:rPr>
        <w:t>３）方程式</w:t>
      </w:r>
      <w:r w:rsidR="00437051">
        <w:rPr>
          <w:rFonts w:hint="eastAsia"/>
        </w:rPr>
        <w:t>をグラフに表すとどれにあたるか。番号に○を付けよ。</w:t>
      </w:r>
    </w:p>
    <w:p w14:paraId="6FD94C5B" w14:textId="77777777" w:rsidR="00437051" w:rsidRDefault="00437051" w:rsidP="0035018D">
      <w:pPr>
        <w:widowControl/>
        <w:adjustRightInd/>
        <w:snapToGrid w:val="0"/>
        <w:jc w:val="left"/>
        <w:textAlignment w:val="auto"/>
      </w:pPr>
    </w:p>
    <w:p w14:paraId="7E532D46" w14:textId="77777777" w:rsidR="0035018D" w:rsidRDefault="00437051" w:rsidP="00437051">
      <w:pPr>
        <w:ind w:firstLineChars="50" w:firstLine="105"/>
      </w:pPr>
      <w:r>
        <w:rPr>
          <w:rFonts w:hint="eastAsia"/>
        </w:rPr>
        <w:t>(1)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 (2)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(3)</w:t>
      </w:r>
    </w:p>
    <w:p w14:paraId="57FCDE20" w14:textId="77777777" w:rsidR="0035018D" w:rsidRDefault="00437051" w:rsidP="0035018D">
      <w:r>
        <w:rPr>
          <w:noProof/>
        </w:rPr>
        <w:drawing>
          <wp:inline distT="0" distB="0" distL="0" distR="0" wp14:anchorId="723F554D" wp14:editId="02B867A8">
            <wp:extent cx="1428480" cy="142848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33"/>
                    <a:stretch>
                      <a:fillRect/>
                    </a:stretch>
                  </pic:blipFill>
                  <pic:spPr>
                    <a:xfrm>
                      <a:off x="0" y="0"/>
                      <a:ext cx="1428480" cy="142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 w:rsidR="0035018D">
        <w:rPr>
          <w:noProof/>
        </w:rPr>
        <w:drawing>
          <wp:inline distT="0" distB="0" distL="0" distR="0" wp14:anchorId="776D5518" wp14:editId="38667B59">
            <wp:extent cx="1428480" cy="142848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34"/>
                    <a:stretch>
                      <a:fillRect/>
                    </a:stretch>
                  </pic:blipFill>
                  <pic:spPr>
                    <a:xfrm>
                      <a:off x="0" y="0"/>
                      <a:ext cx="1428480" cy="142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4E96D907" wp14:editId="0C10B744">
            <wp:extent cx="1428480" cy="142848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35"/>
                    <a:stretch>
                      <a:fillRect/>
                    </a:stretch>
                  </pic:blipFill>
                  <pic:spPr>
                    <a:xfrm>
                      <a:off x="0" y="0"/>
                      <a:ext cx="1428480" cy="142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249AB" w14:textId="77777777" w:rsidR="0035018D" w:rsidRPr="005C4BC4" w:rsidRDefault="0035018D" w:rsidP="0035018D">
      <w:pPr>
        <w:widowControl/>
        <w:adjustRightInd/>
        <w:snapToGrid w:val="0"/>
        <w:jc w:val="left"/>
        <w:textAlignment w:val="auto"/>
      </w:pPr>
    </w:p>
    <w:sectPr w:rsidR="0035018D" w:rsidRPr="005C4BC4" w:rsidSect="00530FCC">
      <w:footerReference w:type="even" r:id="rId736"/>
      <w:footerReference w:type="default" r:id="rId737"/>
      <w:pgSz w:w="10319" w:h="14572"/>
      <w:pgMar w:top="1417" w:right="1134" w:bottom="1418" w:left="1134" w:header="851" w:footer="992" w:gutter="0"/>
      <w:pgNumType w:start="1"/>
      <w:cols w:space="425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C6B21" w14:textId="77777777" w:rsidR="00150ED4" w:rsidRDefault="00150ED4">
      <w:pPr>
        <w:spacing w:line="240" w:lineRule="auto"/>
      </w:pPr>
      <w:r>
        <w:separator/>
      </w:r>
    </w:p>
  </w:endnote>
  <w:endnote w:type="continuationSeparator" w:id="0">
    <w:p w14:paraId="44402D71" w14:textId="77777777" w:rsidR="00150ED4" w:rsidRDefault="00150E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7244C" w14:textId="77777777" w:rsidR="00535F44" w:rsidRDefault="00535F4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B8563F" w14:textId="77777777" w:rsidR="00535F44" w:rsidRDefault="00535F4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AC63" w14:textId="77777777" w:rsidR="00535F44" w:rsidRDefault="00535F44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6C5B013E" w14:textId="77777777" w:rsidR="00535F44" w:rsidRDefault="00535F4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B38D8" w14:textId="77777777" w:rsidR="00150ED4" w:rsidRDefault="00150ED4">
      <w:pPr>
        <w:spacing w:line="240" w:lineRule="auto"/>
      </w:pPr>
      <w:r>
        <w:separator/>
      </w:r>
    </w:p>
  </w:footnote>
  <w:footnote w:type="continuationSeparator" w:id="0">
    <w:p w14:paraId="0613C794" w14:textId="77777777" w:rsidR="00150ED4" w:rsidRDefault="00150E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F48B7"/>
    <w:multiLevelType w:val="hybridMultilevel"/>
    <w:tmpl w:val="134825A4"/>
    <w:lvl w:ilvl="0" w:tplc="8A8CC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DE692D"/>
    <w:multiLevelType w:val="hybridMultilevel"/>
    <w:tmpl w:val="37C26FBC"/>
    <w:lvl w:ilvl="0" w:tplc="12860FC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DD3366"/>
    <w:multiLevelType w:val="hybridMultilevel"/>
    <w:tmpl w:val="A4282274"/>
    <w:lvl w:ilvl="0" w:tplc="5CE4F496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48124C"/>
    <w:multiLevelType w:val="hybridMultilevel"/>
    <w:tmpl w:val="24A2A0E2"/>
    <w:lvl w:ilvl="0" w:tplc="12860FC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827C46"/>
    <w:multiLevelType w:val="hybridMultilevel"/>
    <w:tmpl w:val="AC141F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1942887"/>
    <w:multiLevelType w:val="singleLevel"/>
    <w:tmpl w:val="F5709406"/>
    <w:lvl w:ilvl="0">
      <w:start w:val="1"/>
      <w:numFmt w:val="decimal"/>
      <w:lvlText w:val="%1."/>
      <w:legacy w:legacy="1" w:legacySpace="0" w:legacyIndent="425"/>
      <w:lvlJc w:val="left"/>
      <w:pPr>
        <w:ind w:left="879" w:hanging="425"/>
      </w:pPr>
    </w:lvl>
  </w:abstractNum>
  <w:abstractNum w:abstractNumId="6" w15:restartNumberingAfterBreak="0">
    <w:nsid w:val="31AF345B"/>
    <w:multiLevelType w:val="singleLevel"/>
    <w:tmpl w:val="A05A20DE"/>
    <w:lvl w:ilvl="0">
      <w:start w:val="1"/>
      <w:numFmt w:val="decimal"/>
      <w:lvlText w:val="%1."/>
      <w:legacy w:legacy="1" w:legacySpace="0" w:legacyIndent="425"/>
      <w:lvlJc w:val="left"/>
      <w:pPr>
        <w:ind w:left="879" w:hanging="425"/>
      </w:pPr>
    </w:lvl>
  </w:abstractNum>
  <w:abstractNum w:abstractNumId="7" w15:restartNumberingAfterBreak="0">
    <w:nsid w:val="3DBF141B"/>
    <w:multiLevelType w:val="hybridMultilevel"/>
    <w:tmpl w:val="B414011C"/>
    <w:lvl w:ilvl="0" w:tplc="2F78657C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713A91"/>
    <w:multiLevelType w:val="hybridMultilevel"/>
    <w:tmpl w:val="B2FE3C04"/>
    <w:lvl w:ilvl="0" w:tplc="237A51C0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195266C"/>
    <w:multiLevelType w:val="singleLevel"/>
    <w:tmpl w:val="4AA05F54"/>
    <w:lvl w:ilvl="0">
      <w:start w:val="1"/>
      <w:numFmt w:val="decimalFullWidth"/>
      <w:lvlText w:val="%1）"/>
      <w:lvlJc w:val="left"/>
      <w:pPr>
        <w:tabs>
          <w:tab w:val="num" w:pos="450"/>
        </w:tabs>
        <w:ind w:left="450" w:hanging="450"/>
      </w:pPr>
      <w:rPr>
        <w:rFonts w:hint="eastAsia"/>
      </w:rPr>
    </w:lvl>
  </w:abstractNum>
  <w:abstractNum w:abstractNumId="10" w15:restartNumberingAfterBreak="0">
    <w:nsid w:val="4A97514E"/>
    <w:multiLevelType w:val="hybridMultilevel"/>
    <w:tmpl w:val="B8DAF132"/>
    <w:lvl w:ilvl="0" w:tplc="2D905A7C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1B4360"/>
    <w:multiLevelType w:val="hybridMultilevel"/>
    <w:tmpl w:val="C56A305C"/>
    <w:lvl w:ilvl="0" w:tplc="2DAEC6C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34016E2"/>
    <w:multiLevelType w:val="hybridMultilevel"/>
    <w:tmpl w:val="32706366"/>
    <w:lvl w:ilvl="0" w:tplc="12860FC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113C38"/>
    <w:multiLevelType w:val="hybridMultilevel"/>
    <w:tmpl w:val="9DDC95AE"/>
    <w:lvl w:ilvl="0" w:tplc="12860FC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B848FC"/>
    <w:multiLevelType w:val="singleLevel"/>
    <w:tmpl w:val="601C94EA"/>
    <w:lvl w:ilvl="0">
      <w:start w:val="1"/>
      <w:numFmt w:val="decimal"/>
      <w:lvlText w:val="%1."/>
      <w:legacy w:legacy="1" w:legacySpace="0" w:legacyIndent="425"/>
      <w:lvlJc w:val="left"/>
      <w:pPr>
        <w:ind w:left="879" w:hanging="425"/>
      </w:pPr>
    </w:lvl>
  </w:abstractNum>
  <w:abstractNum w:abstractNumId="15" w15:restartNumberingAfterBreak="0">
    <w:nsid w:val="5D4977EF"/>
    <w:multiLevelType w:val="hybridMultilevel"/>
    <w:tmpl w:val="C262A5AC"/>
    <w:lvl w:ilvl="0" w:tplc="A53808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F2525F5"/>
    <w:multiLevelType w:val="hybridMultilevel"/>
    <w:tmpl w:val="D9701F46"/>
    <w:lvl w:ilvl="0" w:tplc="12860FC6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08292E"/>
    <w:multiLevelType w:val="hybridMultilevel"/>
    <w:tmpl w:val="8B304F04"/>
    <w:lvl w:ilvl="0" w:tplc="CE562FAE"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D987399"/>
    <w:multiLevelType w:val="hybridMultilevel"/>
    <w:tmpl w:val="29B466B6"/>
    <w:lvl w:ilvl="0" w:tplc="A120E10C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29727452">
    <w:abstractNumId w:val="14"/>
  </w:num>
  <w:num w:numId="2" w16cid:durableId="2012946269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3" w16cid:durableId="118306587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4" w16cid:durableId="1389184672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5" w16cid:durableId="660499853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6" w16cid:durableId="252130283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7" w16cid:durableId="806051084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8" w16cid:durableId="93980628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9" w16cid:durableId="1307667488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0" w16cid:durableId="140076080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1" w16cid:durableId="2076585315">
    <w:abstractNumId w:val="1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2" w16cid:durableId="936989009">
    <w:abstractNumId w:val="6"/>
  </w:num>
  <w:num w:numId="13" w16cid:durableId="507796342">
    <w:abstractNumId w:val="6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4" w16cid:durableId="992224096">
    <w:abstractNumId w:val="6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5" w16cid:durableId="1861965312">
    <w:abstractNumId w:val="6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6" w16cid:durableId="1959950813">
    <w:abstractNumId w:val="6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7" w16cid:durableId="1691295716">
    <w:abstractNumId w:val="6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8" w16cid:durableId="721900445">
    <w:abstractNumId w:val="6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19" w16cid:durableId="1782991691">
    <w:abstractNumId w:val="5"/>
  </w:num>
  <w:num w:numId="20" w16cid:durableId="69928784">
    <w:abstractNumId w:val="5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21" w16cid:durableId="1678382242">
    <w:abstractNumId w:val="5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879" w:hanging="425"/>
        </w:pPr>
      </w:lvl>
    </w:lvlOverride>
  </w:num>
  <w:num w:numId="22" w16cid:durableId="753011217">
    <w:abstractNumId w:val="9"/>
  </w:num>
  <w:num w:numId="23" w16cid:durableId="1241863402">
    <w:abstractNumId w:val="17"/>
  </w:num>
  <w:num w:numId="24" w16cid:durableId="855457427">
    <w:abstractNumId w:val="11"/>
  </w:num>
  <w:num w:numId="25" w16cid:durableId="2127456633">
    <w:abstractNumId w:val="10"/>
  </w:num>
  <w:num w:numId="26" w16cid:durableId="1907447496">
    <w:abstractNumId w:val="15"/>
  </w:num>
  <w:num w:numId="27" w16cid:durableId="839854572">
    <w:abstractNumId w:val="8"/>
  </w:num>
  <w:num w:numId="28" w16cid:durableId="1732922001">
    <w:abstractNumId w:val="0"/>
  </w:num>
  <w:num w:numId="29" w16cid:durableId="1778984330">
    <w:abstractNumId w:val="13"/>
  </w:num>
  <w:num w:numId="30" w16cid:durableId="1213347561">
    <w:abstractNumId w:val="16"/>
  </w:num>
  <w:num w:numId="31" w16cid:durableId="1560358914">
    <w:abstractNumId w:val="1"/>
  </w:num>
  <w:num w:numId="32" w16cid:durableId="1073505029">
    <w:abstractNumId w:val="4"/>
  </w:num>
  <w:num w:numId="33" w16cid:durableId="1718119334">
    <w:abstractNumId w:val="3"/>
  </w:num>
  <w:num w:numId="34" w16cid:durableId="866210424">
    <w:abstractNumId w:val="12"/>
  </w:num>
  <w:num w:numId="35" w16cid:durableId="2011371470">
    <w:abstractNumId w:val="18"/>
  </w:num>
  <w:num w:numId="36" w16cid:durableId="814878866">
    <w:abstractNumId w:val="7"/>
  </w:num>
  <w:num w:numId="37" w16cid:durableId="1496610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linkStyles/>
  <w:defaultTabStop w:val="851"/>
  <w:drawingGridHorizontalSpacing w:val="120"/>
  <w:drawingGridVerticalSpacing w:val="120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EF3FFF"/>
    <w:rsid w:val="000051A4"/>
    <w:rsid w:val="00014A01"/>
    <w:rsid w:val="0002231C"/>
    <w:rsid w:val="0004148E"/>
    <w:rsid w:val="000435ED"/>
    <w:rsid w:val="0005234E"/>
    <w:rsid w:val="00052B7E"/>
    <w:rsid w:val="0006259A"/>
    <w:rsid w:val="00066C27"/>
    <w:rsid w:val="00074E55"/>
    <w:rsid w:val="00077118"/>
    <w:rsid w:val="00080EA7"/>
    <w:rsid w:val="00092E6E"/>
    <w:rsid w:val="00094F81"/>
    <w:rsid w:val="000A572D"/>
    <w:rsid w:val="000B26E6"/>
    <w:rsid w:val="000B5BA7"/>
    <w:rsid w:val="000C129D"/>
    <w:rsid w:val="000C3F31"/>
    <w:rsid w:val="000C5814"/>
    <w:rsid w:val="000C6569"/>
    <w:rsid w:val="000C76C4"/>
    <w:rsid w:val="000C7A1E"/>
    <w:rsid w:val="000D6D3D"/>
    <w:rsid w:val="000E1C6A"/>
    <w:rsid w:val="000E79E1"/>
    <w:rsid w:val="000F2A77"/>
    <w:rsid w:val="000F306E"/>
    <w:rsid w:val="000F39B0"/>
    <w:rsid w:val="000F4D88"/>
    <w:rsid w:val="000F7471"/>
    <w:rsid w:val="0010069C"/>
    <w:rsid w:val="00100900"/>
    <w:rsid w:val="00115CCF"/>
    <w:rsid w:val="00133871"/>
    <w:rsid w:val="0013476A"/>
    <w:rsid w:val="001369DD"/>
    <w:rsid w:val="001477A5"/>
    <w:rsid w:val="00150ED4"/>
    <w:rsid w:val="00151A8F"/>
    <w:rsid w:val="00153D5D"/>
    <w:rsid w:val="00154C88"/>
    <w:rsid w:val="0015524E"/>
    <w:rsid w:val="00156534"/>
    <w:rsid w:val="00157040"/>
    <w:rsid w:val="00166BB1"/>
    <w:rsid w:val="00166CE9"/>
    <w:rsid w:val="0016718B"/>
    <w:rsid w:val="00167E8D"/>
    <w:rsid w:val="001703D4"/>
    <w:rsid w:val="001758D6"/>
    <w:rsid w:val="00177FB3"/>
    <w:rsid w:val="00187DF6"/>
    <w:rsid w:val="001914D7"/>
    <w:rsid w:val="001A471F"/>
    <w:rsid w:val="001A5408"/>
    <w:rsid w:val="001B790F"/>
    <w:rsid w:val="001B7A50"/>
    <w:rsid w:val="001C4B0D"/>
    <w:rsid w:val="001E0E29"/>
    <w:rsid w:val="001F1DCA"/>
    <w:rsid w:val="001F2F1A"/>
    <w:rsid w:val="001F3DB2"/>
    <w:rsid w:val="002009FE"/>
    <w:rsid w:val="00201F2A"/>
    <w:rsid w:val="002053FE"/>
    <w:rsid w:val="00207AD8"/>
    <w:rsid w:val="00207B46"/>
    <w:rsid w:val="002258C4"/>
    <w:rsid w:val="00227E22"/>
    <w:rsid w:val="002303A7"/>
    <w:rsid w:val="00231A77"/>
    <w:rsid w:val="0023246B"/>
    <w:rsid w:val="00243307"/>
    <w:rsid w:val="00247729"/>
    <w:rsid w:val="00272A6B"/>
    <w:rsid w:val="00275874"/>
    <w:rsid w:val="00276DBB"/>
    <w:rsid w:val="00277EAB"/>
    <w:rsid w:val="00282F99"/>
    <w:rsid w:val="00284817"/>
    <w:rsid w:val="002851DA"/>
    <w:rsid w:val="00285C61"/>
    <w:rsid w:val="00294BFB"/>
    <w:rsid w:val="002A0232"/>
    <w:rsid w:val="002A1452"/>
    <w:rsid w:val="002A1B88"/>
    <w:rsid w:val="002A1D47"/>
    <w:rsid w:val="002A2D13"/>
    <w:rsid w:val="002A68F1"/>
    <w:rsid w:val="002B1215"/>
    <w:rsid w:val="002B186C"/>
    <w:rsid w:val="002B2A37"/>
    <w:rsid w:val="002B3094"/>
    <w:rsid w:val="002C01DC"/>
    <w:rsid w:val="002C0B7B"/>
    <w:rsid w:val="002C1A4F"/>
    <w:rsid w:val="002D76F7"/>
    <w:rsid w:val="002E010A"/>
    <w:rsid w:val="002E7A8E"/>
    <w:rsid w:val="002F4487"/>
    <w:rsid w:val="002F62C7"/>
    <w:rsid w:val="003173C1"/>
    <w:rsid w:val="00317D9C"/>
    <w:rsid w:val="00323301"/>
    <w:rsid w:val="003238F4"/>
    <w:rsid w:val="00330C24"/>
    <w:rsid w:val="0033387F"/>
    <w:rsid w:val="003372C0"/>
    <w:rsid w:val="003438A0"/>
    <w:rsid w:val="00347DE2"/>
    <w:rsid w:val="0035018D"/>
    <w:rsid w:val="00351ADB"/>
    <w:rsid w:val="00363115"/>
    <w:rsid w:val="00366B8F"/>
    <w:rsid w:val="00371E19"/>
    <w:rsid w:val="00386C1A"/>
    <w:rsid w:val="00391CAE"/>
    <w:rsid w:val="00393BB7"/>
    <w:rsid w:val="00394014"/>
    <w:rsid w:val="00396240"/>
    <w:rsid w:val="003967DB"/>
    <w:rsid w:val="00396AD4"/>
    <w:rsid w:val="003A7C6D"/>
    <w:rsid w:val="003B239B"/>
    <w:rsid w:val="003B50A9"/>
    <w:rsid w:val="003C3CFB"/>
    <w:rsid w:val="003C4F30"/>
    <w:rsid w:val="003C75BF"/>
    <w:rsid w:val="003C7E30"/>
    <w:rsid w:val="003D2610"/>
    <w:rsid w:val="003D53E2"/>
    <w:rsid w:val="003D607C"/>
    <w:rsid w:val="003D7B93"/>
    <w:rsid w:val="003E0AD9"/>
    <w:rsid w:val="003E3C09"/>
    <w:rsid w:val="003E49EA"/>
    <w:rsid w:val="003E6940"/>
    <w:rsid w:val="003F1010"/>
    <w:rsid w:val="003F1129"/>
    <w:rsid w:val="003F46ED"/>
    <w:rsid w:val="004006BE"/>
    <w:rsid w:val="004074AB"/>
    <w:rsid w:val="0041402C"/>
    <w:rsid w:val="004218E8"/>
    <w:rsid w:val="00423C69"/>
    <w:rsid w:val="004262FF"/>
    <w:rsid w:val="00426D44"/>
    <w:rsid w:val="00433236"/>
    <w:rsid w:val="00437051"/>
    <w:rsid w:val="004518D4"/>
    <w:rsid w:val="00470DBF"/>
    <w:rsid w:val="00471565"/>
    <w:rsid w:val="0047508A"/>
    <w:rsid w:val="004751B8"/>
    <w:rsid w:val="00494858"/>
    <w:rsid w:val="00494B43"/>
    <w:rsid w:val="004A1466"/>
    <w:rsid w:val="004A28A0"/>
    <w:rsid w:val="004A3363"/>
    <w:rsid w:val="004A52E1"/>
    <w:rsid w:val="004B5696"/>
    <w:rsid w:val="004B62CB"/>
    <w:rsid w:val="004C1D28"/>
    <w:rsid w:val="004C66D6"/>
    <w:rsid w:val="004D13F1"/>
    <w:rsid w:val="004D3953"/>
    <w:rsid w:val="004D4724"/>
    <w:rsid w:val="004D76B3"/>
    <w:rsid w:val="004D76C4"/>
    <w:rsid w:val="004F13D7"/>
    <w:rsid w:val="004F1F82"/>
    <w:rsid w:val="004F56B7"/>
    <w:rsid w:val="004F6E60"/>
    <w:rsid w:val="00500D00"/>
    <w:rsid w:val="005012C2"/>
    <w:rsid w:val="0050220A"/>
    <w:rsid w:val="00502E41"/>
    <w:rsid w:val="005031C3"/>
    <w:rsid w:val="0050542D"/>
    <w:rsid w:val="0050620C"/>
    <w:rsid w:val="00511084"/>
    <w:rsid w:val="00520D23"/>
    <w:rsid w:val="005220AA"/>
    <w:rsid w:val="005247E9"/>
    <w:rsid w:val="00525224"/>
    <w:rsid w:val="0053070C"/>
    <w:rsid w:val="00530FCC"/>
    <w:rsid w:val="005322DA"/>
    <w:rsid w:val="00534DC9"/>
    <w:rsid w:val="00535F44"/>
    <w:rsid w:val="00542DBB"/>
    <w:rsid w:val="00543C68"/>
    <w:rsid w:val="0054620A"/>
    <w:rsid w:val="00546739"/>
    <w:rsid w:val="00551FFF"/>
    <w:rsid w:val="00553599"/>
    <w:rsid w:val="00555C55"/>
    <w:rsid w:val="0056743B"/>
    <w:rsid w:val="00571754"/>
    <w:rsid w:val="00576171"/>
    <w:rsid w:val="00580F54"/>
    <w:rsid w:val="0058321B"/>
    <w:rsid w:val="00587BBC"/>
    <w:rsid w:val="00587F5D"/>
    <w:rsid w:val="00591FD4"/>
    <w:rsid w:val="005947F9"/>
    <w:rsid w:val="00597968"/>
    <w:rsid w:val="005A2F0B"/>
    <w:rsid w:val="005A307E"/>
    <w:rsid w:val="005A62B1"/>
    <w:rsid w:val="005C4BC4"/>
    <w:rsid w:val="005C7A13"/>
    <w:rsid w:val="005C7B36"/>
    <w:rsid w:val="005D0165"/>
    <w:rsid w:val="005D02E3"/>
    <w:rsid w:val="005D7205"/>
    <w:rsid w:val="005E5FFC"/>
    <w:rsid w:val="005F2198"/>
    <w:rsid w:val="005F235D"/>
    <w:rsid w:val="005F3A79"/>
    <w:rsid w:val="005F446B"/>
    <w:rsid w:val="005F48D7"/>
    <w:rsid w:val="005F4DC6"/>
    <w:rsid w:val="00612165"/>
    <w:rsid w:val="006156CD"/>
    <w:rsid w:val="00626936"/>
    <w:rsid w:val="00631DD9"/>
    <w:rsid w:val="006320D5"/>
    <w:rsid w:val="00632F9B"/>
    <w:rsid w:val="00641418"/>
    <w:rsid w:val="00642E27"/>
    <w:rsid w:val="00645003"/>
    <w:rsid w:val="00646B81"/>
    <w:rsid w:val="00651BB1"/>
    <w:rsid w:val="00652672"/>
    <w:rsid w:val="006555B3"/>
    <w:rsid w:val="00656A12"/>
    <w:rsid w:val="00660BBA"/>
    <w:rsid w:val="00664CBF"/>
    <w:rsid w:val="0069183C"/>
    <w:rsid w:val="00691C46"/>
    <w:rsid w:val="006922DB"/>
    <w:rsid w:val="00693204"/>
    <w:rsid w:val="006958B8"/>
    <w:rsid w:val="00695BBA"/>
    <w:rsid w:val="006A0F5F"/>
    <w:rsid w:val="006A1666"/>
    <w:rsid w:val="006A345E"/>
    <w:rsid w:val="006A51C1"/>
    <w:rsid w:val="006B4EA1"/>
    <w:rsid w:val="006B7CEF"/>
    <w:rsid w:val="006C1398"/>
    <w:rsid w:val="006C5774"/>
    <w:rsid w:val="006C5F41"/>
    <w:rsid w:val="006D683D"/>
    <w:rsid w:val="006E0EAB"/>
    <w:rsid w:val="006E1B6D"/>
    <w:rsid w:val="006E32AE"/>
    <w:rsid w:val="006E354C"/>
    <w:rsid w:val="006E61C4"/>
    <w:rsid w:val="006F2FE4"/>
    <w:rsid w:val="00702B59"/>
    <w:rsid w:val="0070320C"/>
    <w:rsid w:val="00710D24"/>
    <w:rsid w:val="00712E05"/>
    <w:rsid w:val="00717FCE"/>
    <w:rsid w:val="007237CE"/>
    <w:rsid w:val="00732ECC"/>
    <w:rsid w:val="00741D9D"/>
    <w:rsid w:val="00742E9C"/>
    <w:rsid w:val="00751F51"/>
    <w:rsid w:val="00752244"/>
    <w:rsid w:val="007538CE"/>
    <w:rsid w:val="007548CF"/>
    <w:rsid w:val="00754973"/>
    <w:rsid w:val="00755EDF"/>
    <w:rsid w:val="00766B37"/>
    <w:rsid w:val="00772B5C"/>
    <w:rsid w:val="007740BB"/>
    <w:rsid w:val="007741B2"/>
    <w:rsid w:val="0077713B"/>
    <w:rsid w:val="00786C3E"/>
    <w:rsid w:val="00786D60"/>
    <w:rsid w:val="0079757C"/>
    <w:rsid w:val="0079770A"/>
    <w:rsid w:val="007A2120"/>
    <w:rsid w:val="007A2A7D"/>
    <w:rsid w:val="007B2128"/>
    <w:rsid w:val="007B3F6F"/>
    <w:rsid w:val="007C7EB7"/>
    <w:rsid w:val="007D1055"/>
    <w:rsid w:val="007D261E"/>
    <w:rsid w:val="007D2CCE"/>
    <w:rsid w:val="007D5F69"/>
    <w:rsid w:val="007E0066"/>
    <w:rsid w:val="007E2683"/>
    <w:rsid w:val="007F16E3"/>
    <w:rsid w:val="007F67D2"/>
    <w:rsid w:val="008017DB"/>
    <w:rsid w:val="00803D38"/>
    <w:rsid w:val="00803F1F"/>
    <w:rsid w:val="00806576"/>
    <w:rsid w:val="00806AC3"/>
    <w:rsid w:val="00820C89"/>
    <w:rsid w:val="00822595"/>
    <w:rsid w:val="00826F16"/>
    <w:rsid w:val="00833C59"/>
    <w:rsid w:val="008366A0"/>
    <w:rsid w:val="00840E7D"/>
    <w:rsid w:val="00841F39"/>
    <w:rsid w:val="0084219D"/>
    <w:rsid w:val="00842861"/>
    <w:rsid w:val="00843062"/>
    <w:rsid w:val="00845627"/>
    <w:rsid w:val="00850C88"/>
    <w:rsid w:val="008549D6"/>
    <w:rsid w:val="0085713F"/>
    <w:rsid w:val="008648D3"/>
    <w:rsid w:val="008654DC"/>
    <w:rsid w:val="00867DA3"/>
    <w:rsid w:val="00871816"/>
    <w:rsid w:val="00875C72"/>
    <w:rsid w:val="0087708A"/>
    <w:rsid w:val="00877861"/>
    <w:rsid w:val="008A4746"/>
    <w:rsid w:val="008A5D4C"/>
    <w:rsid w:val="008B1A19"/>
    <w:rsid w:val="008B419C"/>
    <w:rsid w:val="008C1F0A"/>
    <w:rsid w:val="008C790F"/>
    <w:rsid w:val="008D139B"/>
    <w:rsid w:val="008D36AD"/>
    <w:rsid w:val="008D5539"/>
    <w:rsid w:val="008D5B9C"/>
    <w:rsid w:val="008D66FF"/>
    <w:rsid w:val="008E4555"/>
    <w:rsid w:val="008E561F"/>
    <w:rsid w:val="008E7FCE"/>
    <w:rsid w:val="008F079C"/>
    <w:rsid w:val="008F2CE5"/>
    <w:rsid w:val="008F6134"/>
    <w:rsid w:val="0090105A"/>
    <w:rsid w:val="00912B93"/>
    <w:rsid w:val="00917D6A"/>
    <w:rsid w:val="00936B59"/>
    <w:rsid w:val="00942466"/>
    <w:rsid w:val="00943C09"/>
    <w:rsid w:val="00945C9F"/>
    <w:rsid w:val="00954B97"/>
    <w:rsid w:val="00972C61"/>
    <w:rsid w:val="00974723"/>
    <w:rsid w:val="00984E6C"/>
    <w:rsid w:val="0098764B"/>
    <w:rsid w:val="009911D3"/>
    <w:rsid w:val="00992754"/>
    <w:rsid w:val="00997687"/>
    <w:rsid w:val="009A069F"/>
    <w:rsid w:val="009A1A23"/>
    <w:rsid w:val="009A1D14"/>
    <w:rsid w:val="009B0718"/>
    <w:rsid w:val="009B1753"/>
    <w:rsid w:val="009B4FC3"/>
    <w:rsid w:val="009D3EDC"/>
    <w:rsid w:val="009D796C"/>
    <w:rsid w:val="009E38FF"/>
    <w:rsid w:val="009E5AC2"/>
    <w:rsid w:val="009E5BC2"/>
    <w:rsid w:val="009F06BE"/>
    <w:rsid w:val="009F5076"/>
    <w:rsid w:val="009F5436"/>
    <w:rsid w:val="009F5A61"/>
    <w:rsid w:val="00A03394"/>
    <w:rsid w:val="00A0495E"/>
    <w:rsid w:val="00A06466"/>
    <w:rsid w:val="00A07145"/>
    <w:rsid w:val="00A10787"/>
    <w:rsid w:val="00A15217"/>
    <w:rsid w:val="00A213B2"/>
    <w:rsid w:val="00A23AC2"/>
    <w:rsid w:val="00A254E5"/>
    <w:rsid w:val="00A25D32"/>
    <w:rsid w:val="00A308F2"/>
    <w:rsid w:val="00A32155"/>
    <w:rsid w:val="00A403F0"/>
    <w:rsid w:val="00A40F1A"/>
    <w:rsid w:val="00A41E8E"/>
    <w:rsid w:val="00A42042"/>
    <w:rsid w:val="00A452FD"/>
    <w:rsid w:val="00A4574A"/>
    <w:rsid w:val="00A467BC"/>
    <w:rsid w:val="00A47A09"/>
    <w:rsid w:val="00A47BA7"/>
    <w:rsid w:val="00A50CFE"/>
    <w:rsid w:val="00A5391A"/>
    <w:rsid w:val="00A56F96"/>
    <w:rsid w:val="00A62593"/>
    <w:rsid w:val="00A640AB"/>
    <w:rsid w:val="00A67216"/>
    <w:rsid w:val="00A71087"/>
    <w:rsid w:val="00A74314"/>
    <w:rsid w:val="00A7574C"/>
    <w:rsid w:val="00A80C3B"/>
    <w:rsid w:val="00A86C75"/>
    <w:rsid w:val="00A9680D"/>
    <w:rsid w:val="00AA06AE"/>
    <w:rsid w:val="00AA2428"/>
    <w:rsid w:val="00AA73BB"/>
    <w:rsid w:val="00AB0B63"/>
    <w:rsid w:val="00AB3B86"/>
    <w:rsid w:val="00AB6EC5"/>
    <w:rsid w:val="00AB70D2"/>
    <w:rsid w:val="00AD2BA0"/>
    <w:rsid w:val="00AD7094"/>
    <w:rsid w:val="00AE433E"/>
    <w:rsid w:val="00AE59C7"/>
    <w:rsid w:val="00AE7E76"/>
    <w:rsid w:val="00AF348C"/>
    <w:rsid w:val="00AF4624"/>
    <w:rsid w:val="00AF5A2B"/>
    <w:rsid w:val="00AF666E"/>
    <w:rsid w:val="00B013A2"/>
    <w:rsid w:val="00B01EDA"/>
    <w:rsid w:val="00B114EB"/>
    <w:rsid w:val="00B16495"/>
    <w:rsid w:val="00B261D5"/>
    <w:rsid w:val="00B300F0"/>
    <w:rsid w:val="00B33384"/>
    <w:rsid w:val="00B337F6"/>
    <w:rsid w:val="00B33902"/>
    <w:rsid w:val="00B35DFD"/>
    <w:rsid w:val="00B400A4"/>
    <w:rsid w:val="00B41972"/>
    <w:rsid w:val="00B42BAC"/>
    <w:rsid w:val="00B50630"/>
    <w:rsid w:val="00B53243"/>
    <w:rsid w:val="00B53953"/>
    <w:rsid w:val="00B57D7D"/>
    <w:rsid w:val="00B57EA9"/>
    <w:rsid w:val="00B60AD1"/>
    <w:rsid w:val="00B62623"/>
    <w:rsid w:val="00B65EDB"/>
    <w:rsid w:val="00B706B9"/>
    <w:rsid w:val="00B72098"/>
    <w:rsid w:val="00B75AFF"/>
    <w:rsid w:val="00B75E86"/>
    <w:rsid w:val="00B9141D"/>
    <w:rsid w:val="00B976D3"/>
    <w:rsid w:val="00BA0975"/>
    <w:rsid w:val="00BA1CFD"/>
    <w:rsid w:val="00BA2232"/>
    <w:rsid w:val="00BA3BB9"/>
    <w:rsid w:val="00BA4DF8"/>
    <w:rsid w:val="00BA684E"/>
    <w:rsid w:val="00BB79B6"/>
    <w:rsid w:val="00BC2573"/>
    <w:rsid w:val="00BC3288"/>
    <w:rsid w:val="00BC621F"/>
    <w:rsid w:val="00BC7027"/>
    <w:rsid w:val="00BC7509"/>
    <w:rsid w:val="00BD12A5"/>
    <w:rsid w:val="00BD50A5"/>
    <w:rsid w:val="00BD544E"/>
    <w:rsid w:val="00BD6451"/>
    <w:rsid w:val="00BE06BE"/>
    <w:rsid w:val="00BE1F05"/>
    <w:rsid w:val="00BE2578"/>
    <w:rsid w:val="00BE519E"/>
    <w:rsid w:val="00BF2E35"/>
    <w:rsid w:val="00BF2FFA"/>
    <w:rsid w:val="00BF4C5D"/>
    <w:rsid w:val="00BF4EC9"/>
    <w:rsid w:val="00BF7210"/>
    <w:rsid w:val="00BF7D25"/>
    <w:rsid w:val="00C138EE"/>
    <w:rsid w:val="00C14496"/>
    <w:rsid w:val="00C1673C"/>
    <w:rsid w:val="00C27077"/>
    <w:rsid w:val="00C27774"/>
    <w:rsid w:val="00C329C5"/>
    <w:rsid w:val="00C35BAB"/>
    <w:rsid w:val="00C37A2B"/>
    <w:rsid w:val="00C43FD0"/>
    <w:rsid w:val="00C47F86"/>
    <w:rsid w:val="00C517D3"/>
    <w:rsid w:val="00C51899"/>
    <w:rsid w:val="00C528E9"/>
    <w:rsid w:val="00C54AD9"/>
    <w:rsid w:val="00C70600"/>
    <w:rsid w:val="00C74762"/>
    <w:rsid w:val="00C7492A"/>
    <w:rsid w:val="00C86325"/>
    <w:rsid w:val="00C9232D"/>
    <w:rsid w:val="00C931D1"/>
    <w:rsid w:val="00C96A48"/>
    <w:rsid w:val="00CA607C"/>
    <w:rsid w:val="00CB11E4"/>
    <w:rsid w:val="00CB4D57"/>
    <w:rsid w:val="00CB5028"/>
    <w:rsid w:val="00CC18C4"/>
    <w:rsid w:val="00CC65B8"/>
    <w:rsid w:val="00CD122C"/>
    <w:rsid w:val="00CD1BC0"/>
    <w:rsid w:val="00CE37D4"/>
    <w:rsid w:val="00CE7042"/>
    <w:rsid w:val="00CF6415"/>
    <w:rsid w:val="00CF7D83"/>
    <w:rsid w:val="00D028A5"/>
    <w:rsid w:val="00D04A4B"/>
    <w:rsid w:val="00D1053D"/>
    <w:rsid w:val="00D1487E"/>
    <w:rsid w:val="00D20FE2"/>
    <w:rsid w:val="00D25DDF"/>
    <w:rsid w:val="00D2790E"/>
    <w:rsid w:val="00D32534"/>
    <w:rsid w:val="00D338BD"/>
    <w:rsid w:val="00D340AB"/>
    <w:rsid w:val="00D351AB"/>
    <w:rsid w:val="00D3717F"/>
    <w:rsid w:val="00D40B6A"/>
    <w:rsid w:val="00D60CCA"/>
    <w:rsid w:val="00D62A62"/>
    <w:rsid w:val="00D64071"/>
    <w:rsid w:val="00D65141"/>
    <w:rsid w:val="00D66D1A"/>
    <w:rsid w:val="00D7233F"/>
    <w:rsid w:val="00D7631D"/>
    <w:rsid w:val="00D76B57"/>
    <w:rsid w:val="00D85BEE"/>
    <w:rsid w:val="00D91FCC"/>
    <w:rsid w:val="00DA05CC"/>
    <w:rsid w:val="00DB1525"/>
    <w:rsid w:val="00DB4FB3"/>
    <w:rsid w:val="00DB6884"/>
    <w:rsid w:val="00DC3269"/>
    <w:rsid w:val="00DC4231"/>
    <w:rsid w:val="00DD3BE7"/>
    <w:rsid w:val="00DD76EF"/>
    <w:rsid w:val="00DE0163"/>
    <w:rsid w:val="00DE0C0B"/>
    <w:rsid w:val="00DE26E4"/>
    <w:rsid w:val="00DE2A2A"/>
    <w:rsid w:val="00DE4687"/>
    <w:rsid w:val="00DE54E2"/>
    <w:rsid w:val="00E02B9D"/>
    <w:rsid w:val="00E20151"/>
    <w:rsid w:val="00E22A71"/>
    <w:rsid w:val="00E243C0"/>
    <w:rsid w:val="00E34273"/>
    <w:rsid w:val="00E3439E"/>
    <w:rsid w:val="00E4381E"/>
    <w:rsid w:val="00E43FC1"/>
    <w:rsid w:val="00E44A19"/>
    <w:rsid w:val="00E45212"/>
    <w:rsid w:val="00E5618A"/>
    <w:rsid w:val="00E64604"/>
    <w:rsid w:val="00E702C5"/>
    <w:rsid w:val="00E702DA"/>
    <w:rsid w:val="00E72CDE"/>
    <w:rsid w:val="00E73C56"/>
    <w:rsid w:val="00E763DB"/>
    <w:rsid w:val="00E827FE"/>
    <w:rsid w:val="00E92F8B"/>
    <w:rsid w:val="00E937DC"/>
    <w:rsid w:val="00E93D03"/>
    <w:rsid w:val="00E96E57"/>
    <w:rsid w:val="00EA0A31"/>
    <w:rsid w:val="00EA0EFB"/>
    <w:rsid w:val="00EB0914"/>
    <w:rsid w:val="00EB6E5F"/>
    <w:rsid w:val="00EC4D3D"/>
    <w:rsid w:val="00EC799D"/>
    <w:rsid w:val="00ED6D1B"/>
    <w:rsid w:val="00EE13AD"/>
    <w:rsid w:val="00EE1509"/>
    <w:rsid w:val="00EE1CF3"/>
    <w:rsid w:val="00EE559A"/>
    <w:rsid w:val="00EF2BBF"/>
    <w:rsid w:val="00EF30A7"/>
    <w:rsid w:val="00EF38D8"/>
    <w:rsid w:val="00EF3FFF"/>
    <w:rsid w:val="00EF5FA9"/>
    <w:rsid w:val="00F000C5"/>
    <w:rsid w:val="00F017EF"/>
    <w:rsid w:val="00F06FFE"/>
    <w:rsid w:val="00F07871"/>
    <w:rsid w:val="00F12D61"/>
    <w:rsid w:val="00F158B7"/>
    <w:rsid w:val="00F23732"/>
    <w:rsid w:val="00F27787"/>
    <w:rsid w:val="00F34919"/>
    <w:rsid w:val="00F37C2F"/>
    <w:rsid w:val="00F4229C"/>
    <w:rsid w:val="00F42BFB"/>
    <w:rsid w:val="00F441E2"/>
    <w:rsid w:val="00F4543E"/>
    <w:rsid w:val="00F507BA"/>
    <w:rsid w:val="00F73243"/>
    <w:rsid w:val="00F75017"/>
    <w:rsid w:val="00F76CBC"/>
    <w:rsid w:val="00F81788"/>
    <w:rsid w:val="00F81F42"/>
    <w:rsid w:val="00F843A7"/>
    <w:rsid w:val="00F9449D"/>
    <w:rsid w:val="00FB0E87"/>
    <w:rsid w:val="00FB1FC4"/>
    <w:rsid w:val="00FB477F"/>
    <w:rsid w:val="00FB48B3"/>
    <w:rsid w:val="00FD0697"/>
    <w:rsid w:val="00FD0C56"/>
    <w:rsid w:val="00FD4387"/>
    <w:rsid w:val="00FD682F"/>
    <w:rsid w:val="00FE06A0"/>
    <w:rsid w:val="00FE0AE5"/>
    <w:rsid w:val="00FF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D4CDF1"/>
  <w15:docId w15:val="{BFFDF4DE-8BA8-4F0B-8B15-9B147526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7F86"/>
    <w:pPr>
      <w:widowControl w:val="0"/>
      <w:adjustRightInd w:val="0"/>
      <w:spacing w:line="360" w:lineRule="atLeast"/>
      <w:jc w:val="both"/>
      <w:textAlignment w:val="baseline"/>
    </w:pPr>
    <w:rPr>
      <w:rFonts w:ascii="Times New Roman" w:eastAsia="ＭＳ 明朝" w:hAnsi="Times New Roman"/>
      <w:sz w:val="21"/>
    </w:rPr>
  </w:style>
  <w:style w:type="paragraph" w:styleId="1">
    <w:name w:val="heading 1"/>
    <w:basedOn w:val="a"/>
    <w:qFormat/>
    <w:rsid w:val="00842861"/>
    <w:pPr>
      <w:keepNext/>
      <w:spacing w:before="240" w:after="60"/>
      <w:outlineLvl w:val="0"/>
    </w:pPr>
    <w:rPr>
      <w:rFonts w:asciiTheme="majorEastAsia" w:eastAsiaTheme="majorEastAsia" w:hAnsiTheme="majorEastAsia" w:cstheme="majorEastAsia"/>
      <w:sz w:val="24"/>
      <w:szCs w:val="24"/>
    </w:rPr>
  </w:style>
  <w:style w:type="paragraph" w:styleId="2">
    <w:name w:val="heading 2"/>
    <w:basedOn w:val="1"/>
    <w:qFormat/>
    <w:rsid w:val="00842861"/>
    <w:pPr>
      <w:spacing w:before="120"/>
      <w:outlineLvl w:val="1"/>
    </w:pPr>
    <w:rPr>
      <w:sz w:val="22"/>
      <w:szCs w:val="22"/>
    </w:rPr>
  </w:style>
  <w:style w:type="paragraph" w:styleId="3">
    <w:name w:val="heading 3"/>
    <w:basedOn w:val="1"/>
    <w:qFormat/>
    <w:rsid w:val="00842861"/>
    <w:pPr>
      <w:spacing w:before="60"/>
      <w:outlineLvl w:val="2"/>
    </w:pPr>
    <w:rPr>
      <w:sz w:val="21"/>
      <w:szCs w:val="21"/>
    </w:rPr>
  </w:style>
  <w:style w:type="paragraph" w:styleId="4">
    <w:name w:val="heading 4"/>
    <w:basedOn w:val="1"/>
    <w:qFormat/>
    <w:rsid w:val="009E5AC2"/>
    <w:pPr>
      <w:spacing w:before="60"/>
      <w:outlineLvl w:val="3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semiHidden/>
    <w:rsid w:val="009E5AC2"/>
    <w:pPr>
      <w:ind w:left="851"/>
    </w:pPr>
  </w:style>
  <w:style w:type="paragraph" w:styleId="a4">
    <w:name w:val="header"/>
    <w:basedOn w:val="a"/>
    <w:semiHidden/>
    <w:rsid w:val="009E5AC2"/>
    <w:pPr>
      <w:tabs>
        <w:tab w:val="center" w:pos="4252"/>
        <w:tab w:val="right" w:pos="8504"/>
      </w:tabs>
    </w:pPr>
  </w:style>
  <w:style w:type="paragraph" w:styleId="a5">
    <w:name w:val="footer"/>
    <w:basedOn w:val="a"/>
    <w:semiHidden/>
    <w:rsid w:val="009E5AC2"/>
    <w:pPr>
      <w:tabs>
        <w:tab w:val="center" w:pos="4252"/>
        <w:tab w:val="right" w:pos="8504"/>
      </w:tabs>
    </w:pPr>
  </w:style>
  <w:style w:type="character" w:styleId="a6">
    <w:name w:val="page number"/>
    <w:basedOn w:val="a0"/>
    <w:semiHidden/>
    <w:rsid w:val="009E5AC2"/>
    <w:rPr>
      <w:rFonts w:ascii="Times New Roman" w:eastAsia="ＭＳ ゴシック" w:hAnsi="Times New Roman"/>
      <w:sz w:val="22"/>
    </w:rPr>
  </w:style>
  <w:style w:type="paragraph" w:styleId="a7">
    <w:name w:val="Body Text Indent"/>
    <w:basedOn w:val="a"/>
    <w:semiHidden/>
    <w:rsid w:val="009E5AC2"/>
    <w:pPr>
      <w:ind w:firstLine="225"/>
    </w:pPr>
  </w:style>
  <w:style w:type="character" w:styleId="a8">
    <w:name w:val="Placeholder Text"/>
    <w:basedOn w:val="a0"/>
    <w:uiPriority w:val="99"/>
    <w:semiHidden/>
    <w:rsid w:val="007D2CCE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7D2CCE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D2CCE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9B0718"/>
    <w:pPr>
      <w:ind w:leftChars="400" w:left="840"/>
    </w:pPr>
  </w:style>
  <w:style w:type="table" w:styleId="ac">
    <w:name w:val="Table Grid"/>
    <w:basedOn w:val="a1"/>
    <w:uiPriority w:val="59"/>
    <w:rsid w:val="00642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TConvertedEquation">
    <w:name w:val="MTConvertedEquation"/>
    <w:basedOn w:val="a0"/>
    <w:rsid w:val="00F07871"/>
  </w:style>
  <w:style w:type="paragraph" w:customStyle="1" w:styleId="MTDisplayEquation">
    <w:name w:val="MTDisplayEquation"/>
    <w:basedOn w:val="a"/>
    <w:next w:val="a"/>
    <w:link w:val="MTDisplayEquation0"/>
    <w:rsid w:val="00F07871"/>
    <w:pPr>
      <w:tabs>
        <w:tab w:val="center" w:pos="4100"/>
        <w:tab w:val="right" w:pos="8060"/>
      </w:tabs>
      <w:ind w:leftChars="67" w:left="141"/>
    </w:pPr>
  </w:style>
  <w:style w:type="character" w:customStyle="1" w:styleId="MTDisplayEquation0">
    <w:name w:val="MTDisplayEquation (文字)"/>
    <w:basedOn w:val="a0"/>
    <w:link w:val="MTDisplayEquation"/>
    <w:rsid w:val="00F07871"/>
    <w:rPr>
      <w:rFonts w:ascii="Times New Roman" w:eastAsia="ＭＳ 明朝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99" Type="http://schemas.openxmlformats.org/officeDocument/2006/relationships/image" Target="media/image146.wmf"/><Relationship Id="rId671" Type="http://schemas.openxmlformats.org/officeDocument/2006/relationships/image" Target="media/image328.wmf"/><Relationship Id="rId727" Type="http://schemas.openxmlformats.org/officeDocument/2006/relationships/oleObject" Target="embeddings/oleObject367.bin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oleObject" Target="embeddings/oleObject76.bin"/><Relationship Id="rId324" Type="http://schemas.openxmlformats.org/officeDocument/2006/relationships/oleObject" Target="embeddings/oleObject159.bin"/><Relationship Id="rId366" Type="http://schemas.openxmlformats.org/officeDocument/2006/relationships/image" Target="media/image178.wmf"/><Relationship Id="rId531" Type="http://schemas.openxmlformats.org/officeDocument/2006/relationships/oleObject" Target="embeddings/oleObject266.bin"/><Relationship Id="rId573" Type="http://schemas.openxmlformats.org/officeDocument/2006/relationships/image" Target="media/image279.wmf"/><Relationship Id="rId629" Type="http://schemas.openxmlformats.org/officeDocument/2006/relationships/oleObject" Target="embeddings/oleObject316.bin"/><Relationship Id="rId170" Type="http://schemas.openxmlformats.org/officeDocument/2006/relationships/image" Target="media/image82.wmf"/><Relationship Id="rId226" Type="http://schemas.openxmlformats.org/officeDocument/2006/relationships/image" Target="media/image110.wmf"/><Relationship Id="rId433" Type="http://schemas.openxmlformats.org/officeDocument/2006/relationships/oleObject" Target="embeddings/oleObject216.bin"/><Relationship Id="rId268" Type="http://schemas.openxmlformats.org/officeDocument/2006/relationships/oleObject" Target="embeddings/oleObject131.bin"/><Relationship Id="rId475" Type="http://schemas.openxmlformats.org/officeDocument/2006/relationships/image" Target="media/image231.wmf"/><Relationship Id="rId640" Type="http://schemas.openxmlformats.org/officeDocument/2006/relationships/image" Target="media/image312.wmf"/><Relationship Id="rId682" Type="http://schemas.openxmlformats.org/officeDocument/2006/relationships/oleObject" Target="embeddings/oleObject343.bin"/><Relationship Id="rId738" Type="http://schemas.openxmlformats.org/officeDocument/2006/relationships/fontTable" Target="fontTable.xml"/><Relationship Id="rId32" Type="http://schemas.openxmlformats.org/officeDocument/2006/relationships/image" Target="media/image13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335" Type="http://schemas.openxmlformats.org/officeDocument/2006/relationships/image" Target="media/image164.wmf"/><Relationship Id="rId377" Type="http://schemas.openxmlformats.org/officeDocument/2006/relationships/image" Target="media/image183.wmf"/><Relationship Id="rId500" Type="http://schemas.openxmlformats.org/officeDocument/2006/relationships/image" Target="media/image243.wmf"/><Relationship Id="rId542" Type="http://schemas.openxmlformats.org/officeDocument/2006/relationships/oleObject" Target="embeddings/oleObject272.bin"/><Relationship Id="rId584" Type="http://schemas.openxmlformats.org/officeDocument/2006/relationships/oleObject" Target="embeddings/oleObject293.bin"/><Relationship Id="rId5" Type="http://schemas.openxmlformats.org/officeDocument/2006/relationships/webSettings" Target="webSettings.xml"/><Relationship Id="rId181" Type="http://schemas.openxmlformats.org/officeDocument/2006/relationships/oleObject" Target="embeddings/oleObject87.bin"/><Relationship Id="rId237" Type="http://schemas.openxmlformats.org/officeDocument/2006/relationships/oleObject" Target="embeddings/oleObject115.bin"/><Relationship Id="rId402" Type="http://schemas.openxmlformats.org/officeDocument/2006/relationships/image" Target="media/image195.wmf"/><Relationship Id="rId279" Type="http://schemas.openxmlformats.org/officeDocument/2006/relationships/image" Target="media/image136.wmf"/><Relationship Id="rId444" Type="http://schemas.openxmlformats.org/officeDocument/2006/relationships/image" Target="media/image216.wmf"/><Relationship Id="rId486" Type="http://schemas.openxmlformats.org/officeDocument/2006/relationships/image" Target="media/image236.wmf"/><Relationship Id="rId651" Type="http://schemas.openxmlformats.org/officeDocument/2006/relationships/image" Target="media/image317.wmf"/><Relationship Id="rId693" Type="http://schemas.openxmlformats.org/officeDocument/2006/relationships/image" Target="media/image338.png"/><Relationship Id="rId707" Type="http://schemas.openxmlformats.org/officeDocument/2006/relationships/oleObject" Target="embeddings/oleObject356.bin"/><Relationship Id="rId43" Type="http://schemas.openxmlformats.org/officeDocument/2006/relationships/oleObject" Target="embeddings/oleObject18.bin"/><Relationship Id="rId139" Type="http://schemas.openxmlformats.org/officeDocument/2006/relationships/oleObject" Target="embeddings/oleObject66.bin"/><Relationship Id="rId290" Type="http://schemas.openxmlformats.org/officeDocument/2006/relationships/oleObject" Target="embeddings/oleObject142.bin"/><Relationship Id="rId304" Type="http://schemas.openxmlformats.org/officeDocument/2006/relationships/oleObject" Target="embeddings/oleObject149.bin"/><Relationship Id="rId346" Type="http://schemas.openxmlformats.org/officeDocument/2006/relationships/image" Target="media/image169.wmf"/><Relationship Id="rId388" Type="http://schemas.openxmlformats.org/officeDocument/2006/relationships/oleObject" Target="embeddings/oleObject193.bin"/><Relationship Id="rId511" Type="http://schemas.openxmlformats.org/officeDocument/2006/relationships/oleObject" Target="embeddings/oleObject256.bin"/><Relationship Id="rId553" Type="http://schemas.openxmlformats.org/officeDocument/2006/relationships/image" Target="media/image269.wmf"/><Relationship Id="rId609" Type="http://schemas.openxmlformats.org/officeDocument/2006/relationships/image" Target="media/image297.wmf"/><Relationship Id="rId85" Type="http://schemas.openxmlformats.org/officeDocument/2006/relationships/oleObject" Target="embeddings/oleObject39.bin"/><Relationship Id="rId150" Type="http://schemas.openxmlformats.org/officeDocument/2006/relationships/image" Target="media/image72.wmf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413" Type="http://schemas.openxmlformats.org/officeDocument/2006/relationships/oleObject" Target="embeddings/oleObject206.bin"/><Relationship Id="rId595" Type="http://schemas.openxmlformats.org/officeDocument/2006/relationships/image" Target="media/image290.wmf"/><Relationship Id="rId248" Type="http://schemas.openxmlformats.org/officeDocument/2006/relationships/image" Target="media/image121.wmf"/><Relationship Id="rId455" Type="http://schemas.openxmlformats.org/officeDocument/2006/relationships/oleObject" Target="embeddings/oleObject227.bin"/><Relationship Id="rId497" Type="http://schemas.openxmlformats.org/officeDocument/2006/relationships/oleObject" Target="embeddings/oleObject249.bin"/><Relationship Id="rId620" Type="http://schemas.openxmlformats.org/officeDocument/2006/relationships/oleObject" Target="embeddings/oleObject311.bin"/><Relationship Id="rId662" Type="http://schemas.openxmlformats.org/officeDocument/2006/relationships/image" Target="media/image323.png"/><Relationship Id="rId718" Type="http://schemas.openxmlformats.org/officeDocument/2006/relationships/image" Target="media/image350.wmf"/><Relationship Id="rId12" Type="http://schemas.openxmlformats.org/officeDocument/2006/relationships/image" Target="media/image3.wmf"/><Relationship Id="rId108" Type="http://schemas.openxmlformats.org/officeDocument/2006/relationships/image" Target="media/image51.wmf"/><Relationship Id="rId315" Type="http://schemas.openxmlformats.org/officeDocument/2006/relationships/image" Target="media/image154.wmf"/><Relationship Id="rId357" Type="http://schemas.openxmlformats.org/officeDocument/2006/relationships/image" Target="media/image174.wmf"/><Relationship Id="rId522" Type="http://schemas.openxmlformats.org/officeDocument/2006/relationships/image" Target="media/image254.wmf"/><Relationship Id="rId54" Type="http://schemas.openxmlformats.org/officeDocument/2006/relationships/image" Target="media/image24.wmf"/><Relationship Id="rId96" Type="http://schemas.openxmlformats.org/officeDocument/2006/relationships/image" Target="media/image45.wmf"/><Relationship Id="rId161" Type="http://schemas.openxmlformats.org/officeDocument/2006/relationships/oleObject" Target="embeddings/oleObject77.bin"/><Relationship Id="rId217" Type="http://schemas.openxmlformats.org/officeDocument/2006/relationships/oleObject" Target="embeddings/oleObject105.bin"/><Relationship Id="rId399" Type="http://schemas.openxmlformats.org/officeDocument/2006/relationships/oleObject" Target="embeddings/oleObject199.bin"/><Relationship Id="rId564" Type="http://schemas.openxmlformats.org/officeDocument/2006/relationships/oleObject" Target="embeddings/oleObject283.bin"/><Relationship Id="rId259" Type="http://schemas.openxmlformats.org/officeDocument/2006/relationships/oleObject" Target="embeddings/oleObject126.bin"/><Relationship Id="rId424" Type="http://schemas.openxmlformats.org/officeDocument/2006/relationships/image" Target="media/image206.wmf"/><Relationship Id="rId466" Type="http://schemas.openxmlformats.org/officeDocument/2006/relationships/image" Target="media/image227.wmf"/><Relationship Id="rId631" Type="http://schemas.openxmlformats.org/officeDocument/2006/relationships/oleObject" Target="embeddings/oleObject317.bin"/><Relationship Id="rId673" Type="http://schemas.openxmlformats.org/officeDocument/2006/relationships/image" Target="media/image329.wmf"/><Relationship Id="rId729" Type="http://schemas.openxmlformats.org/officeDocument/2006/relationships/oleObject" Target="embeddings/oleObject368.bin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6.bin"/><Relationship Id="rId270" Type="http://schemas.openxmlformats.org/officeDocument/2006/relationships/oleObject" Target="embeddings/oleObject132.bin"/><Relationship Id="rId326" Type="http://schemas.openxmlformats.org/officeDocument/2006/relationships/oleObject" Target="embeddings/oleObject160.bin"/><Relationship Id="rId533" Type="http://schemas.openxmlformats.org/officeDocument/2006/relationships/oleObject" Target="embeddings/oleObject267.bin"/><Relationship Id="rId65" Type="http://schemas.openxmlformats.org/officeDocument/2006/relationships/oleObject" Target="embeddings/oleObject29.bin"/><Relationship Id="rId130" Type="http://schemas.openxmlformats.org/officeDocument/2006/relationships/image" Target="media/image62.wmf"/><Relationship Id="rId368" Type="http://schemas.openxmlformats.org/officeDocument/2006/relationships/image" Target="media/image179.wmf"/><Relationship Id="rId575" Type="http://schemas.openxmlformats.org/officeDocument/2006/relationships/image" Target="media/image280.wmf"/><Relationship Id="rId172" Type="http://schemas.openxmlformats.org/officeDocument/2006/relationships/image" Target="media/image83.wmf"/><Relationship Id="rId228" Type="http://schemas.openxmlformats.org/officeDocument/2006/relationships/image" Target="media/image111.wmf"/><Relationship Id="rId435" Type="http://schemas.openxmlformats.org/officeDocument/2006/relationships/oleObject" Target="embeddings/oleObject217.bin"/><Relationship Id="rId477" Type="http://schemas.openxmlformats.org/officeDocument/2006/relationships/image" Target="media/image232.wmf"/><Relationship Id="rId600" Type="http://schemas.openxmlformats.org/officeDocument/2006/relationships/oleObject" Target="embeddings/oleObject301.bin"/><Relationship Id="rId642" Type="http://schemas.openxmlformats.org/officeDocument/2006/relationships/oleObject" Target="embeddings/oleObject323.bin"/><Relationship Id="rId684" Type="http://schemas.openxmlformats.org/officeDocument/2006/relationships/oleObject" Target="embeddings/oleObject344.bin"/><Relationship Id="rId281" Type="http://schemas.openxmlformats.org/officeDocument/2006/relationships/image" Target="media/image137.wmf"/><Relationship Id="rId337" Type="http://schemas.openxmlformats.org/officeDocument/2006/relationships/image" Target="media/image165.wmf"/><Relationship Id="rId502" Type="http://schemas.openxmlformats.org/officeDocument/2006/relationships/image" Target="media/image244.wmf"/><Relationship Id="rId34" Type="http://schemas.openxmlformats.org/officeDocument/2006/relationships/image" Target="media/image14.wmf"/><Relationship Id="rId76" Type="http://schemas.openxmlformats.org/officeDocument/2006/relationships/image" Target="media/image35.wmf"/><Relationship Id="rId141" Type="http://schemas.openxmlformats.org/officeDocument/2006/relationships/oleObject" Target="embeddings/oleObject67.bin"/><Relationship Id="rId379" Type="http://schemas.openxmlformats.org/officeDocument/2006/relationships/image" Target="media/image184.wmf"/><Relationship Id="rId544" Type="http://schemas.openxmlformats.org/officeDocument/2006/relationships/oleObject" Target="embeddings/oleObject273.bin"/><Relationship Id="rId586" Type="http://schemas.openxmlformats.org/officeDocument/2006/relationships/oleObject" Target="embeddings/oleObject294.bin"/><Relationship Id="rId7" Type="http://schemas.openxmlformats.org/officeDocument/2006/relationships/endnotes" Target="endnotes.xml"/><Relationship Id="rId183" Type="http://schemas.openxmlformats.org/officeDocument/2006/relationships/oleObject" Target="embeddings/oleObject88.bin"/><Relationship Id="rId239" Type="http://schemas.openxmlformats.org/officeDocument/2006/relationships/oleObject" Target="embeddings/oleObject116.bin"/><Relationship Id="rId390" Type="http://schemas.openxmlformats.org/officeDocument/2006/relationships/oleObject" Target="embeddings/oleObject194.bin"/><Relationship Id="rId404" Type="http://schemas.openxmlformats.org/officeDocument/2006/relationships/image" Target="media/image196.wmf"/><Relationship Id="rId446" Type="http://schemas.openxmlformats.org/officeDocument/2006/relationships/image" Target="media/image217.wmf"/><Relationship Id="rId611" Type="http://schemas.openxmlformats.org/officeDocument/2006/relationships/image" Target="media/image298.wmf"/><Relationship Id="rId653" Type="http://schemas.openxmlformats.org/officeDocument/2006/relationships/image" Target="media/image318.wmf"/><Relationship Id="rId250" Type="http://schemas.openxmlformats.org/officeDocument/2006/relationships/image" Target="media/image122.wmf"/><Relationship Id="rId292" Type="http://schemas.openxmlformats.org/officeDocument/2006/relationships/oleObject" Target="embeddings/oleObject143.bin"/><Relationship Id="rId306" Type="http://schemas.openxmlformats.org/officeDocument/2006/relationships/oleObject" Target="embeddings/oleObject150.bin"/><Relationship Id="rId488" Type="http://schemas.openxmlformats.org/officeDocument/2006/relationships/image" Target="media/image237.wmf"/><Relationship Id="rId695" Type="http://schemas.openxmlformats.org/officeDocument/2006/relationships/oleObject" Target="embeddings/oleObject349.bin"/><Relationship Id="rId709" Type="http://schemas.openxmlformats.org/officeDocument/2006/relationships/oleObject" Target="embeddings/oleObject357.bin"/><Relationship Id="rId45" Type="http://schemas.openxmlformats.org/officeDocument/2006/relationships/oleObject" Target="embeddings/oleObject19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2.wmf"/><Relationship Id="rId348" Type="http://schemas.openxmlformats.org/officeDocument/2006/relationships/oleObject" Target="embeddings/oleObject172.bin"/><Relationship Id="rId513" Type="http://schemas.openxmlformats.org/officeDocument/2006/relationships/oleObject" Target="embeddings/oleObject257.bin"/><Relationship Id="rId555" Type="http://schemas.openxmlformats.org/officeDocument/2006/relationships/image" Target="media/image270.wmf"/><Relationship Id="rId597" Type="http://schemas.openxmlformats.org/officeDocument/2006/relationships/image" Target="media/image291.wmf"/><Relationship Id="rId720" Type="http://schemas.openxmlformats.org/officeDocument/2006/relationships/image" Target="media/image351.wmf"/><Relationship Id="rId152" Type="http://schemas.openxmlformats.org/officeDocument/2006/relationships/image" Target="media/image73.wmf"/><Relationship Id="rId194" Type="http://schemas.openxmlformats.org/officeDocument/2006/relationships/image" Target="media/image94.wmf"/><Relationship Id="rId208" Type="http://schemas.openxmlformats.org/officeDocument/2006/relationships/image" Target="media/image101.wmf"/><Relationship Id="rId415" Type="http://schemas.openxmlformats.org/officeDocument/2006/relationships/oleObject" Target="embeddings/oleObject207.bin"/><Relationship Id="rId457" Type="http://schemas.openxmlformats.org/officeDocument/2006/relationships/oleObject" Target="embeddings/oleObject228.bin"/><Relationship Id="rId622" Type="http://schemas.openxmlformats.org/officeDocument/2006/relationships/image" Target="media/image303.wmf"/><Relationship Id="rId261" Type="http://schemas.openxmlformats.org/officeDocument/2006/relationships/oleObject" Target="embeddings/oleObject127.bin"/><Relationship Id="rId499" Type="http://schemas.openxmlformats.org/officeDocument/2006/relationships/oleObject" Target="embeddings/oleObject250.bin"/><Relationship Id="rId664" Type="http://schemas.openxmlformats.org/officeDocument/2006/relationships/oleObject" Target="embeddings/oleObject333.bin"/><Relationship Id="rId14" Type="http://schemas.openxmlformats.org/officeDocument/2006/relationships/image" Target="media/image4.wmf"/><Relationship Id="rId56" Type="http://schemas.openxmlformats.org/officeDocument/2006/relationships/image" Target="media/image25.wmf"/><Relationship Id="rId317" Type="http://schemas.openxmlformats.org/officeDocument/2006/relationships/image" Target="media/image155.wmf"/><Relationship Id="rId359" Type="http://schemas.openxmlformats.org/officeDocument/2006/relationships/image" Target="media/image175.wmf"/><Relationship Id="rId524" Type="http://schemas.openxmlformats.org/officeDocument/2006/relationships/image" Target="media/image255.wmf"/><Relationship Id="rId566" Type="http://schemas.openxmlformats.org/officeDocument/2006/relationships/oleObject" Target="embeddings/oleObject284.bin"/><Relationship Id="rId731" Type="http://schemas.openxmlformats.org/officeDocument/2006/relationships/oleObject" Target="embeddings/oleObject369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7.bin"/><Relationship Id="rId163" Type="http://schemas.openxmlformats.org/officeDocument/2006/relationships/oleObject" Target="embeddings/oleObject78.bin"/><Relationship Id="rId219" Type="http://schemas.openxmlformats.org/officeDocument/2006/relationships/oleObject" Target="embeddings/oleObject106.bin"/><Relationship Id="rId370" Type="http://schemas.openxmlformats.org/officeDocument/2006/relationships/oleObject" Target="embeddings/oleObject184.bin"/><Relationship Id="rId426" Type="http://schemas.openxmlformats.org/officeDocument/2006/relationships/image" Target="media/image207.wmf"/><Relationship Id="rId633" Type="http://schemas.openxmlformats.org/officeDocument/2006/relationships/oleObject" Target="embeddings/oleObject318.bin"/><Relationship Id="rId230" Type="http://schemas.openxmlformats.org/officeDocument/2006/relationships/image" Target="media/image112.wmf"/><Relationship Id="rId468" Type="http://schemas.openxmlformats.org/officeDocument/2006/relationships/image" Target="media/image228.wmf"/><Relationship Id="rId675" Type="http://schemas.openxmlformats.org/officeDocument/2006/relationships/oleObject" Target="embeddings/oleObject339.bin"/><Relationship Id="rId25" Type="http://schemas.openxmlformats.org/officeDocument/2006/relationships/oleObject" Target="embeddings/oleObject9.bin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3.bin"/><Relationship Id="rId328" Type="http://schemas.openxmlformats.org/officeDocument/2006/relationships/oleObject" Target="embeddings/oleObject161.bin"/><Relationship Id="rId535" Type="http://schemas.openxmlformats.org/officeDocument/2006/relationships/oleObject" Target="embeddings/oleObject268.bin"/><Relationship Id="rId577" Type="http://schemas.openxmlformats.org/officeDocument/2006/relationships/image" Target="media/image281.wmf"/><Relationship Id="rId700" Type="http://schemas.openxmlformats.org/officeDocument/2006/relationships/image" Target="media/image341.wmf"/><Relationship Id="rId132" Type="http://schemas.openxmlformats.org/officeDocument/2006/relationships/image" Target="media/image63.wmf"/><Relationship Id="rId174" Type="http://schemas.openxmlformats.org/officeDocument/2006/relationships/image" Target="media/image84.wmf"/><Relationship Id="rId381" Type="http://schemas.openxmlformats.org/officeDocument/2006/relationships/image" Target="media/image185.wmf"/><Relationship Id="rId602" Type="http://schemas.openxmlformats.org/officeDocument/2006/relationships/oleObject" Target="embeddings/oleObject302.bin"/><Relationship Id="rId241" Type="http://schemas.openxmlformats.org/officeDocument/2006/relationships/oleObject" Target="embeddings/oleObject117.bin"/><Relationship Id="rId437" Type="http://schemas.openxmlformats.org/officeDocument/2006/relationships/oleObject" Target="embeddings/oleObject218.bin"/><Relationship Id="rId479" Type="http://schemas.openxmlformats.org/officeDocument/2006/relationships/oleObject" Target="embeddings/oleObject240.bin"/><Relationship Id="rId644" Type="http://schemas.openxmlformats.org/officeDocument/2006/relationships/oleObject" Target="embeddings/oleObject324.bin"/><Relationship Id="rId686" Type="http://schemas.openxmlformats.org/officeDocument/2006/relationships/image" Target="media/image334.wmf"/><Relationship Id="rId36" Type="http://schemas.openxmlformats.org/officeDocument/2006/relationships/image" Target="media/image15.wmf"/><Relationship Id="rId283" Type="http://schemas.openxmlformats.org/officeDocument/2006/relationships/image" Target="media/image138.wmf"/><Relationship Id="rId339" Type="http://schemas.openxmlformats.org/officeDocument/2006/relationships/image" Target="media/image166.wmf"/><Relationship Id="rId490" Type="http://schemas.openxmlformats.org/officeDocument/2006/relationships/image" Target="media/image238.wmf"/><Relationship Id="rId504" Type="http://schemas.openxmlformats.org/officeDocument/2006/relationships/image" Target="media/image245.wmf"/><Relationship Id="rId546" Type="http://schemas.openxmlformats.org/officeDocument/2006/relationships/oleObject" Target="embeddings/oleObject274.bin"/><Relationship Id="rId711" Type="http://schemas.openxmlformats.org/officeDocument/2006/relationships/oleObject" Target="embeddings/oleObject358.bin"/><Relationship Id="rId78" Type="http://schemas.openxmlformats.org/officeDocument/2006/relationships/image" Target="media/image36.wmf"/><Relationship Id="rId101" Type="http://schemas.openxmlformats.org/officeDocument/2006/relationships/oleObject" Target="embeddings/oleObject47.bin"/><Relationship Id="rId143" Type="http://schemas.openxmlformats.org/officeDocument/2006/relationships/oleObject" Target="embeddings/oleObject68.bin"/><Relationship Id="rId185" Type="http://schemas.openxmlformats.org/officeDocument/2006/relationships/oleObject" Target="embeddings/oleObject89.bin"/><Relationship Id="rId350" Type="http://schemas.openxmlformats.org/officeDocument/2006/relationships/oleObject" Target="embeddings/oleObject173.bin"/><Relationship Id="rId406" Type="http://schemas.openxmlformats.org/officeDocument/2006/relationships/image" Target="media/image197.wmf"/><Relationship Id="rId588" Type="http://schemas.openxmlformats.org/officeDocument/2006/relationships/oleObject" Target="embeddings/oleObject295.bin"/><Relationship Id="rId9" Type="http://schemas.openxmlformats.org/officeDocument/2006/relationships/oleObject" Target="embeddings/oleObject1.bin"/><Relationship Id="rId210" Type="http://schemas.openxmlformats.org/officeDocument/2006/relationships/image" Target="media/image102.wmf"/><Relationship Id="rId392" Type="http://schemas.openxmlformats.org/officeDocument/2006/relationships/oleObject" Target="embeddings/oleObject195.bin"/><Relationship Id="rId448" Type="http://schemas.openxmlformats.org/officeDocument/2006/relationships/image" Target="media/image218.wmf"/><Relationship Id="rId613" Type="http://schemas.openxmlformats.org/officeDocument/2006/relationships/image" Target="media/image299.wmf"/><Relationship Id="rId655" Type="http://schemas.openxmlformats.org/officeDocument/2006/relationships/image" Target="media/image319.wmf"/><Relationship Id="rId697" Type="http://schemas.openxmlformats.org/officeDocument/2006/relationships/oleObject" Target="embeddings/oleObject350.bin"/><Relationship Id="rId252" Type="http://schemas.openxmlformats.org/officeDocument/2006/relationships/image" Target="media/image123.wmf"/><Relationship Id="rId294" Type="http://schemas.openxmlformats.org/officeDocument/2006/relationships/oleObject" Target="embeddings/oleObject144.bin"/><Relationship Id="rId308" Type="http://schemas.openxmlformats.org/officeDocument/2006/relationships/oleObject" Target="embeddings/oleObject151.bin"/><Relationship Id="rId515" Type="http://schemas.openxmlformats.org/officeDocument/2006/relationships/oleObject" Target="embeddings/oleObject258.bin"/><Relationship Id="rId722" Type="http://schemas.openxmlformats.org/officeDocument/2006/relationships/image" Target="media/image352.wmf"/><Relationship Id="rId47" Type="http://schemas.openxmlformats.org/officeDocument/2006/relationships/oleObject" Target="embeddings/oleObject20.bin"/><Relationship Id="rId89" Type="http://schemas.openxmlformats.org/officeDocument/2006/relationships/oleObject" Target="embeddings/oleObject41.bin"/><Relationship Id="rId112" Type="http://schemas.openxmlformats.org/officeDocument/2006/relationships/image" Target="media/image53.wmf"/><Relationship Id="rId154" Type="http://schemas.openxmlformats.org/officeDocument/2006/relationships/image" Target="media/image74.wmf"/><Relationship Id="rId361" Type="http://schemas.openxmlformats.org/officeDocument/2006/relationships/oleObject" Target="embeddings/oleObject179.bin"/><Relationship Id="rId557" Type="http://schemas.openxmlformats.org/officeDocument/2006/relationships/image" Target="media/image271.wmf"/><Relationship Id="rId599" Type="http://schemas.openxmlformats.org/officeDocument/2006/relationships/image" Target="media/image292.wmf"/><Relationship Id="rId196" Type="http://schemas.openxmlformats.org/officeDocument/2006/relationships/image" Target="media/image95.wmf"/><Relationship Id="rId417" Type="http://schemas.openxmlformats.org/officeDocument/2006/relationships/oleObject" Target="embeddings/oleObject208.bin"/><Relationship Id="rId459" Type="http://schemas.openxmlformats.org/officeDocument/2006/relationships/oleObject" Target="embeddings/oleObject229.bin"/><Relationship Id="rId624" Type="http://schemas.openxmlformats.org/officeDocument/2006/relationships/image" Target="media/image304.wmf"/><Relationship Id="rId666" Type="http://schemas.openxmlformats.org/officeDocument/2006/relationships/oleObject" Target="embeddings/oleObject334.bin"/><Relationship Id="rId16" Type="http://schemas.openxmlformats.org/officeDocument/2006/relationships/image" Target="media/image5.wmf"/><Relationship Id="rId221" Type="http://schemas.openxmlformats.org/officeDocument/2006/relationships/oleObject" Target="embeddings/oleObject107.bin"/><Relationship Id="rId263" Type="http://schemas.openxmlformats.org/officeDocument/2006/relationships/oleObject" Target="embeddings/oleObject128.bin"/><Relationship Id="rId319" Type="http://schemas.openxmlformats.org/officeDocument/2006/relationships/image" Target="media/image156.wmf"/><Relationship Id="rId470" Type="http://schemas.openxmlformats.org/officeDocument/2006/relationships/image" Target="media/image229.wmf"/><Relationship Id="rId526" Type="http://schemas.openxmlformats.org/officeDocument/2006/relationships/image" Target="media/image256.wmf"/><Relationship Id="rId58" Type="http://schemas.openxmlformats.org/officeDocument/2006/relationships/image" Target="media/image26.wmf"/><Relationship Id="rId123" Type="http://schemas.openxmlformats.org/officeDocument/2006/relationships/oleObject" Target="embeddings/oleObject58.bin"/><Relationship Id="rId330" Type="http://schemas.openxmlformats.org/officeDocument/2006/relationships/oleObject" Target="embeddings/oleObject162.bin"/><Relationship Id="rId568" Type="http://schemas.openxmlformats.org/officeDocument/2006/relationships/oleObject" Target="embeddings/oleObject285.bin"/><Relationship Id="rId733" Type="http://schemas.openxmlformats.org/officeDocument/2006/relationships/image" Target="media/image356.png"/><Relationship Id="rId165" Type="http://schemas.openxmlformats.org/officeDocument/2006/relationships/oleObject" Target="embeddings/oleObject79.bin"/><Relationship Id="rId372" Type="http://schemas.openxmlformats.org/officeDocument/2006/relationships/oleObject" Target="embeddings/oleObject185.bin"/><Relationship Id="rId428" Type="http://schemas.openxmlformats.org/officeDocument/2006/relationships/image" Target="media/image208.wmf"/><Relationship Id="rId635" Type="http://schemas.openxmlformats.org/officeDocument/2006/relationships/oleObject" Target="embeddings/oleObject319.bin"/><Relationship Id="rId677" Type="http://schemas.openxmlformats.org/officeDocument/2006/relationships/image" Target="media/image330.wmf"/><Relationship Id="rId232" Type="http://schemas.openxmlformats.org/officeDocument/2006/relationships/image" Target="media/image113.wmf"/><Relationship Id="rId274" Type="http://schemas.openxmlformats.org/officeDocument/2006/relationships/oleObject" Target="embeddings/oleObject134.bin"/><Relationship Id="rId481" Type="http://schemas.openxmlformats.org/officeDocument/2006/relationships/oleObject" Target="embeddings/oleObject241.bin"/><Relationship Id="rId702" Type="http://schemas.openxmlformats.org/officeDocument/2006/relationships/image" Target="media/image342.wmf"/><Relationship Id="rId27" Type="http://schemas.openxmlformats.org/officeDocument/2006/relationships/oleObject" Target="embeddings/oleObject10.bin"/><Relationship Id="rId69" Type="http://schemas.openxmlformats.org/officeDocument/2006/relationships/oleObject" Target="embeddings/oleObject31.bin"/><Relationship Id="rId134" Type="http://schemas.openxmlformats.org/officeDocument/2006/relationships/image" Target="media/image64.wmf"/><Relationship Id="rId537" Type="http://schemas.openxmlformats.org/officeDocument/2006/relationships/image" Target="media/image261.wmf"/><Relationship Id="rId579" Type="http://schemas.openxmlformats.org/officeDocument/2006/relationships/image" Target="media/image282.wmf"/><Relationship Id="rId80" Type="http://schemas.openxmlformats.org/officeDocument/2006/relationships/image" Target="media/image37.wmf"/><Relationship Id="rId176" Type="http://schemas.openxmlformats.org/officeDocument/2006/relationships/image" Target="media/image85.wmf"/><Relationship Id="rId341" Type="http://schemas.openxmlformats.org/officeDocument/2006/relationships/image" Target="media/image167.wmf"/><Relationship Id="rId383" Type="http://schemas.openxmlformats.org/officeDocument/2006/relationships/image" Target="media/image186.wmf"/><Relationship Id="rId439" Type="http://schemas.openxmlformats.org/officeDocument/2006/relationships/oleObject" Target="embeddings/oleObject219.bin"/><Relationship Id="rId590" Type="http://schemas.openxmlformats.org/officeDocument/2006/relationships/oleObject" Target="embeddings/oleObject296.bin"/><Relationship Id="rId604" Type="http://schemas.openxmlformats.org/officeDocument/2006/relationships/oleObject" Target="embeddings/oleObject303.bin"/><Relationship Id="rId646" Type="http://schemas.openxmlformats.org/officeDocument/2006/relationships/oleObject" Target="embeddings/oleObject325.bin"/><Relationship Id="rId201" Type="http://schemas.openxmlformats.org/officeDocument/2006/relationships/oleObject" Target="embeddings/oleObject97.bin"/><Relationship Id="rId243" Type="http://schemas.openxmlformats.org/officeDocument/2006/relationships/oleObject" Target="embeddings/oleObject118.bin"/><Relationship Id="rId285" Type="http://schemas.openxmlformats.org/officeDocument/2006/relationships/image" Target="media/image139.wmf"/><Relationship Id="rId450" Type="http://schemas.openxmlformats.org/officeDocument/2006/relationships/image" Target="media/image219.wmf"/><Relationship Id="rId506" Type="http://schemas.openxmlformats.org/officeDocument/2006/relationships/image" Target="media/image246.wmf"/><Relationship Id="rId688" Type="http://schemas.openxmlformats.org/officeDocument/2006/relationships/image" Target="media/image335.wmf"/><Relationship Id="rId38" Type="http://schemas.openxmlformats.org/officeDocument/2006/relationships/image" Target="media/image16.wmf"/><Relationship Id="rId103" Type="http://schemas.openxmlformats.org/officeDocument/2006/relationships/oleObject" Target="embeddings/oleObject48.bin"/><Relationship Id="rId310" Type="http://schemas.openxmlformats.org/officeDocument/2006/relationships/oleObject" Target="embeddings/oleObject152.bin"/><Relationship Id="rId492" Type="http://schemas.openxmlformats.org/officeDocument/2006/relationships/image" Target="media/image239.wmf"/><Relationship Id="rId548" Type="http://schemas.openxmlformats.org/officeDocument/2006/relationships/oleObject" Target="embeddings/oleObject275.bin"/><Relationship Id="rId713" Type="http://schemas.openxmlformats.org/officeDocument/2006/relationships/oleObject" Target="embeddings/oleObject359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69.bin"/><Relationship Id="rId187" Type="http://schemas.openxmlformats.org/officeDocument/2006/relationships/oleObject" Target="embeddings/oleObject90.bin"/><Relationship Id="rId352" Type="http://schemas.openxmlformats.org/officeDocument/2006/relationships/oleObject" Target="embeddings/oleObject174.bin"/><Relationship Id="rId394" Type="http://schemas.openxmlformats.org/officeDocument/2006/relationships/oleObject" Target="embeddings/oleObject196.bin"/><Relationship Id="rId408" Type="http://schemas.openxmlformats.org/officeDocument/2006/relationships/image" Target="media/image198.wmf"/><Relationship Id="rId615" Type="http://schemas.openxmlformats.org/officeDocument/2006/relationships/image" Target="media/image300.wmf"/><Relationship Id="rId212" Type="http://schemas.openxmlformats.org/officeDocument/2006/relationships/image" Target="media/image103.wmf"/><Relationship Id="rId254" Type="http://schemas.openxmlformats.org/officeDocument/2006/relationships/image" Target="media/image124.wmf"/><Relationship Id="rId657" Type="http://schemas.openxmlformats.org/officeDocument/2006/relationships/image" Target="media/image320.wmf"/><Relationship Id="rId699" Type="http://schemas.openxmlformats.org/officeDocument/2006/relationships/oleObject" Target="embeddings/oleObject352.bin"/><Relationship Id="rId49" Type="http://schemas.openxmlformats.org/officeDocument/2006/relationships/oleObject" Target="embeddings/oleObject21.bin"/><Relationship Id="rId114" Type="http://schemas.openxmlformats.org/officeDocument/2006/relationships/image" Target="media/image54.wmf"/><Relationship Id="rId296" Type="http://schemas.openxmlformats.org/officeDocument/2006/relationships/oleObject" Target="embeddings/oleObject145.bin"/><Relationship Id="rId461" Type="http://schemas.openxmlformats.org/officeDocument/2006/relationships/oleObject" Target="embeddings/oleObject230.bin"/><Relationship Id="rId517" Type="http://schemas.openxmlformats.org/officeDocument/2006/relationships/oleObject" Target="embeddings/oleObject259.bin"/><Relationship Id="rId559" Type="http://schemas.openxmlformats.org/officeDocument/2006/relationships/image" Target="media/image272.wmf"/><Relationship Id="rId724" Type="http://schemas.openxmlformats.org/officeDocument/2006/relationships/oleObject" Target="embeddings/oleObject365.bin"/><Relationship Id="rId60" Type="http://schemas.openxmlformats.org/officeDocument/2006/relationships/image" Target="media/image27.wmf"/><Relationship Id="rId156" Type="http://schemas.openxmlformats.org/officeDocument/2006/relationships/image" Target="media/image75.wmf"/><Relationship Id="rId198" Type="http://schemas.openxmlformats.org/officeDocument/2006/relationships/image" Target="media/image96.wmf"/><Relationship Id="rId321" Type="http://schemas.openxmlformats.org/officeDocument/2006/relationships/image" Target="media/image157.wmf"/><Relationship Id="rId363" Type="http://schemas.openxmlformats.org/officeDocument/2006/relationships/oleObject" Target="embeddings/oleObject180.bin"/><Relationship Id="rId419" Type="http://schemas.openxmlformats.org/officeDocument/2006/relationships/oleObject" Target="embeddings/oleObject209.bin"/><Relationship Id="rId570" Type="http://schemas.openxmlformats.org/officeDocument/2006/relationships/oleObject" Target="embeddings/oleObject286.bin"/><Relationship Id="rId626" Type="http://schemas.openxmlformats.org/officeDocument/2006/relationships/image" Target="media/image305.wmf"/><Relationship Id="rId223" Type="http://schemas.openxmlformats.org/officeDocument/2006/relationships/oleObject" Target="embeddings/oleObject108.bin"/><Relationship Id="rId430" Type="http://schemas.openxmlformats.org/officeDocument/2006/relationships/image" Target="media/image209.wmf"/><Relationship Id="rId668" Type="http://schemas.openxmlformats.org/officeDocument/2006/relationships/oleObject" Target="embeddings/oleObject335.bin"/><Relationship Id="rId18" Type="http://schemas.openxmlformats.org/officeDocument/2006/relationships/image" Target="media/image6.wmf"/><Relationship Id="rId265" Type="http://schemas.openxmlformats.org/officeDocument/2006/relationships/oleObject" Target="embeddings/oleObject129.bin"/><Relationship Id="rId472" Type="http://schemas.openxmlformats.org/officeDocument/2006/relationships/image" Target="media/image230.wmf"/><Relationship Id="rId528" Type="http://schemas.openxmlformats.org/officeDocument/2006/relationships/image" Target="media/image257.wmf"/><Relationship Id="rId735" Type="http://schemas.openxmlformats.org/officeDocument/2006/relationships/image" Target="media/image358.png"/><Relationship Id="rId125" Type="http://schemas.openxmlformats.org/officeDocument/2006/relationships/oleObject" Target="embeddings/oleObject59.bin"/><Relationship Id="rId167" Type="http://schemas.openxmlformats.org/officeDocument/2006/relationships/oleObject" Target="embeddings/oleObject80.bin"/><Relationship Id="rId332" Type="http://schemas.openxmlformats.org/officeDocument/2006/relationships/oleObject" Target="embeddings/oleObject163.bin"/><Relationship Id="rId374" Type="http://schemas.openxmlformats.org/officeDocument/2006/relationships/oleObject" Target="embeddings/oleObject186.bin"/><Relationship Id="rId581" Type="http://schemas.openxmlformats.org/officeDocument/2006/relationships/image" Target="media/image283.wmf"/><Relationship Id="rId71" Type="http://schemas.openxmlformats.org/officeDocument/2006/relationships/oleObject" Target="embeddings/oleObject32.bin"/><Relationship Id="rId234" Type="http://schemas.openxmlformats.org/officeDocument/2006/relationships/image" Target="media/image114.wmf"/><Relationship Id="rId637" Type="http://schemas.openxmlformats.org/officeDocument/2006/relationships/oleObject" Target="embeddings/oleObject320.bin"/><Relationship Id="rId679" Type="http://schemas.openxmlformats.org/officeDocument/2006/relationships/image" Target="media/image331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76" Type="http://schemas.openxmlformats.org/officeDocument/2006/relationships/oleObject" Target="embeddings/oleObject135.bin"/><Relationship Id="rId441" Type="http://schemas.openxmlformats.org/officeDocument/2006/relationships/oleObject" Target="embeddings/oleObject220.bin"/><Relationship Id="rId483" Type="http://schemas.openxmlformats.org/officeDocument/2006/relationships/oleObject" Target="embeddings/oleObject242.bin"/><Relationship Id="rId539" Type="http://schemas.openxmlformats.org/officeDocument/2006/relationships/image" Target="media/image262.wmf"/><Relationship Id="rId690" Type="http://schemas.openxmlformats.org/officeDocument/2006/relationships/image" Target="media/image336.wmf"/><Relationship Id="rId704" Type="http://schemas.openxmlformats.org/officeDocument/2006/relationships/image" Target="media/image343.wmf"/><Relationship Id="rId40" Type="http://schemas.openxmlformats.org/officeDocument/2006/relationships/image" Target="media/image17.wmf"/><Relationship Id="rId136" Type="http://schemas.openxmlformats.org/officeDocument/2006/relationships/image" Target="media/image65.wmf"/><Relationship Id="rId178" Type="http://schemas.openxmlformats.org/officeDocument/2006/relationships/image" Target="media/image86.wmf"/><Relationship Id="rId301" Type="http://schemas.openxmlformats.org/officeDocument/2006/relationships/image" Target="media/image147.wmf"/><Relationship Id="rId343" Type="http://schemas.openxmlformats.org/officeDocument/2006/relationships/oleObject" Target="embeddings/oleObject169.bin"/><Relationship Id="rId550" Type="http://schemas.openxmlformats.org/officeDocument/2006/relationships/oleObject" Target="embeddings/oleObject276.bin"/><Relationship Id="rId82" Type="http://schemas.openxmlformats.org/officeDocument/2006/relationships/image" Target="media/image38.wmf"/><Relationship Id="rId203" Type="http://schemas.openxmlformats.org/officeDocument/2006/relationships/oleObject" Target="embeddings/oleObject98.bin"/><Relationship Id="rId385" Type="http://schemas.openxmlformats.org/officeDocument/2006/relationships/image" Target="media/image187.wmf"/><Relationship Id="rId592" Type="http://schemas.openxmlformats.org/officeDocument/2006/relationships/oleObject" Target="embeddings/oleObject297.bin"/><Relationship Id="rId606" Type="http://schemas.openxmlformats.org/officeDocument/2006/relationships/oleObject" Target="embeddings/oleObject304.bin"/><Relationship Id="rId648" Type="http://schemas.openxmlformats.org/officeDocument/2006/relationships/oleObject" Target="embeddings/oleObject326.bin"/><Relationship Id="rId245" Type="http://schemas.openxmlformats.org/officeDocument/2006/relationships/oleObject" Target="embeddings/oleObject119.bin"/><Relationship Id="rId287" Type="http://schemas.openxmlformats.org/officeDocument/2006/relationships/image" Target="media/image140.wmf"/><Relationship Id="rId410" Type="http://schemas.openxmlformats.org/officeDocument/2006/relationships/image" Target="media/image199.wmf"/><Relationship Id="rId452" Type="http://schemas.openxmlformats.org/officeDocument/2006/relationships/image" Target="media/image220.wmf"/><Relationship Id="rId494" Type="http://schemas.openxmlformats.org/officeDocument/2006/relationships/image" Target="media/image240.wmf"/><Relationship Id="rId508" Type="http://schemas.openxmlformats.org/officeDocument/2006/relationships/image" Target="media/image247.wmf"/><Relationship Id="rId715" Type="http://schemas.openxmlformats.org/officeDocument/2006/relationships/oleObject" Target="embeddings/oleObject360.bin"/><Relationship Id="rId105" Type="http://schemas.openxmlformats.org/officeDocument/2006/relationships/oleObject" Target="embeddings/oleObject49.bin"/><Relationship Id="rId147" Type="http://schemas.openxmlformats.org/officeDocument/2006/relationships/oleObject" Target="embeddings/oleObject70.bin"/><Relationship Id="rId312" Type="http://schemas.openxmlformats.org/officeDocument/2006/relationships/oleObject" Target="embeddings/oleObject153.bin"/><Relationship Id="rId354" Type="http://schemas.openxmlformats.org/officeDocument/2006/relationships/oleObject" Target="embeddings/oleObject175.bin"/><Relationship Id="rId51" Type="http://schemas.openxmlformats.org/officeDocument/2006/relationships/oleObject" Target="embeddings/oleObject22.bin"/><Relationship Id="rId93" Type="http://schemas.openxmlformats.org/officeDocument/2006/relationships/oleObject" Target="embeddings/oleObject43.bin"/><Relationship Id="rId189" Type="http://schemas.openxmlformats.org/officeDocument/2006/relationships/oleObject" Target="embeddings/oleObject91.bin"/><Relationship Id="rId396" Type="http://schemas.openxmlformats.org/officeDocument/2006/relationships/oleObject" Target="embeddings/oleObject197.bin"/><Relationship Id="rId561" Type="http://schemas.openxmlformats.org/officeDocument/2006/relationships/image" Target="media/image273.wmf"/><Relationship Id="rId617" Type="http://schemas.openxmlformats.org/officeDocument/2006/relationships/image" Target="media/image301.wmf"/><Relationship Id="rId659" Type="http://schemas.openxmlformats.org/officeDocument/2006/relationships/image" Target="media/image321.wmf"/><Relationship Id="rId214" Type="http://schemas.openxmlformats.org/officeDocument/2006/relationships/image" Target="media/image104.wmf"/><Relationship Id="rId256" Type="http://schemas.openxmlformats.org/officeDocument/2006/relationships/image" Target="media/image125.wmf"/><Relationship Id="rId298" Type="http://schemas.openxmlformats.org/officeDocument/2006/relationships/oleObject" Target="embeddings/oleObject146.bin"/><Relationship Id="rId421" Type="http://schemas.openxmlformats.org/officeDocument/2006/relationships/oleObject" Target="embeddings/oleObject210.bin"/><Relationship Id="rId463" Type="http://schemas.openxmlformats.org/officeDocument/2006/relationships/oleObject" Target="embeddings/oleObject231.bin"/><Relationship Id="rId519" Type="http://schemas.openxmlformats.org/officeDocument/2006/relationships/oleObject" Target="embeddings/oleObject260.bin"/><Relationship Id="rId670" Type="http://schemas.openxmlformats.org/officeDocument/2006/relationships/oleObject" Target="embeddings/oleObject336.bin"/><Relationship Id="rId116" Type="http://schemas.openxmlformats.org/officeDocument/2006/relationships/image" Target="media/image55.wmf"/><Relationship Id="rId158" Type="http://schemas.openxmlformats.org/officeDocument/2006/relationships/image" Target="media/image76.wmf"/><Relationship Id="rId323" Type="http://schemas.openxmlformats.org/officeDocument/2006/relationships/image" Target="media/image158.wmf"/><Relationship Id="rId530" Type="http://schemas.openxmlformats.org/officeDocument/2006/relationships/image" Target="media/image258.wmf"/><Relationship Id="rId726" Type="http://schemas.openxmlformats.org/officeDocument/2006/relationships/image" Target="media/image353.wmf"/><Relationship Id="rId20" Type="http://schemas.openxmlformats.org/officeDocument/2006/relationships/image" Target="media/image7.wmf"/><Relationship Id="rId62" Type="http://schemas.openxmlformats.org/officeDocument/2006/relationships/image" Target="media/image28.wmf"/><Relationship Id="rId365" Type="http://schemas.openxmlformats.org/officeDocument/2006/relationships/oleObject" Target="embeddings/oleObject181.bin"/><Relationship Id="rId572" Type="http://schemas.openxmlformats.org/officeDocument/2006/relationships/oleObject" Target="embeddings/oleObject287.bin"/><Relationship Id="rId628" Type="http://schemas.openxmlformats.org/officeDocument/2006/relationships/image" Target="media/image306.wmf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5" Type="http://schemas.openxmlformats.org/officeDocument/2006/relationships/oleObject" Target="embeddings/oleObject109.bin"/><Relationship Id="rId246" Type="http://schemas.openxmlformats.org/officeDocument/2006/relationships/image" Target="media/image120.wmf"/><Relationship Id="rId267" Type="http://schemas.openxmlformats.org/officeDocument/2006/relationships/image" Target="media/image130.wmf"/><Relationship Id="rId288" Type="http://schemas.openxmlformats.org/officeDocument/2006/relationships/oleObject" Target="embeddings/oleObject141.bin"/><Relationship Id="rId411" Type="http://schemas.openxmlformats.org/officeDocument/2006/relationships/oleObject" Target="embeddings/oleObject205.bin"/><Relationship Id="rId432" Type="http://schemas.openxmlformats.org/officeDocument/2006/relationships/image" Target="media/image210.wmf"/><Relationship Id="rId453" Type="http://schemas.openxmlformats.org/officeDocument/2006/relationships/oleObject" Target="embeddings/oleObject226.bin"/><Relationship Id="rId474" Type="http://schemas.openxmlformats.org/officeDocument/2006/relationships/oleObject" Target="embeddings/oleObject237.bin"/><Relationship Id="rId509" Type="http://schemas.openxmlformats.org/officeDocument/2006/relationships/oleObject" Target="embeddings/oleObject255.bin"/><Relationship Id="rId660" Type="http://schemas.openxmlformats.org/officeDocument/2006/relationships/oleObject" Target="embeddings/oleObject332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0.bin"/><Relationship Id="rId313" Type="http://schemas.openxmlformats.org/officeDocument/2006/relationships/image" Target="media/image153.wmf"/><Relationship Id="rId495" Type="http://schemas.openxmlformats.org/officeDocument/2006/relationships/oleObject" Target="embeddings/oleObject248.bin"/><Relationship Id="rId681" Type="http://schemas.openxmlformats.org/officeDocument/2006/relationships/image" Target="media/image332.wmf"/><Relationship Id="rId716" Type="http://schemas.openxmlformats.org/officeDocument/2006/relationships/image" Target="media/image349.wmf"/><Relationship Id="rId737" Type="http://schemas.openxmlformats.org/officeDocument/2006/relationships/footer" Target="footer2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4.wmf"/><Relationship Id="rId148" Type="http://schemas.openxmlformats.org/officeDocument/2006/relationships/image" Target="media/image71.wmf"/><Relationship Id="rId169" Type="http://schemas.openxmlformats.org/officeDocument/2006/relationships/oleObject" Target="embeddings/oleObject81.bin"/><Relationship Id="rId334" Type="http://schemas.openxmlformats.org/officeDocument/2006/relationships/oleObject" Target="embeddings/oleObject164.bin"/><Relationship Id="rId355" Type="http://schemas.openxmlformats.org/officeDocument/2006/relationships/image" Target="media/image173.wmf"/><Relationship Id="rId376" Type="http://schemas.openxmlformats.org/officeDocument/2006/relationships/oleObject" Target="embeddings/oleObject187.bin"/><Relationship Id="rId397" Type="http://schemas.openxmlformats.org/officeDocument/2006/relationships/oleObject" Target="embeddings/oleObject198.bin"/><Relationship Id="rId520" Type="http://schemas.openxmlformats.org/officeDocument/2006/relationships/image" Target="media/image253.wmf"/><Relationship Id="rId541" Type="http://schemas.openxmlformats.org/officeDocument/2006/relationships/image" Target="media/image263.wmf"/><Relationship Id="rId562" Type="http://schemas.openxmlformats.org/officeDocument/2006/relationships/oleObject" Target="embeddings/oleObject282.bin"/><Relationship Id="rId583" Type="http://schemas.openxmlformats.org/officeDocument/2006/relationships/image" Target="media/image284.wmf"/><Relationship Id="rId618" Type="http://schemas.openxmlformats.org/officeDocument/2006/relationships/oleObject" Target="embeddings/oleObject310.bin"/><Relationship Id="rId639" Type="http://schemas.openxmlformats.org/officeDocument/2006/relationships/oleObject" Target="embeddings/oleObject321.bin"/><Relationship Id="rId4" Type="http://schemas.openxmlformats.org/officeDocument/2006/relationships/settings" Target="settings.xml"/><Relationship Id="rId180" Type="http://schemas.openxmlformats.org/officeDocument/2006/relationships/image" Target="media/image87.wmf"/><Relationship Id="rId215" Type="http://schemas.openxmlformats.org/officeDocument/2006/relationships/oleObject" Target="embeddings/oleObject104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5.bin"/><Relationship Id="rId278" Type="http://schemas.openxmlformats.org/officeDocument/2006/relationships/oleObject" Target="embeddings/oleObject136.bin"/><Relationship Id="rId401" Type="http://schemas.openxmlformats.org/officeDocument/2006/relationships/oleObject" Target="embeddings/oleObject200.bin"/><Relationship Id="rId422" Type="http://schemas.openxmlformats.org/officeDocument/2006/relationships/image" Target="media/image205.wmf"/><Relationship Id="rId443" Type="http://schemas.openxmlformats.org/officeDocument/2006/relationships/oleObject" Target="embeddings/oleObject221.bin"/><Relationship Id="rId464" Type="http://schemas.openxmlformats.org/officeDocument/2006/relationships/image" Target="media/image226.wmf"/><Relationship Id="rId650" Type="http://schemas.openxmlformats.org/officeDocument/2006/relationships/oleObject" Target="embeddings/oleObject327.bin"/><Relationship Id="rId303" Type="http://schemas.openxmlformats.org/officeDocument/2006/relationships/image" Target="media/image148.wmf"/><Relationship Id="rId485" Type="http://schemas.openxmlformats.org/officeDocument/2006/relationships/oleObject" Target="embeddings/oleObject243.bin"/><Relationship Id="rId692" Type="http://schemas.openxmlformats.org/officeDocument/2006/relationships/image" Target="media/image337.png"/><Relationship Id="rId706" Type="http://schemas.openxmlformats.org/officeDocument/2006/relationships/image" Target="media/image344.wmf"/><Relationship Id="rId42" Type="http://schemas.openxmlformats.org/officeDocument/2006/relationships/image" Target="media/image18.wmf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345" Type="http://schemas.openxmlformats.org/officeDocument/2006/relationships/oleObject" Target="embeddings/oleObject170.bin"/><Relationship Id="rId387" Type="http://schemas.openxmlformats.org/officeDocument/2006/relationships/image" Target="media/image188.wmf"/><Relationship Id="rId510" Type="http://schemas.openxmlformats.org/officeDocument/2006/relationships/image" Target="media/image248.wmf"/><Relationship Id="rId552" Type="http://schemas.openxmlformats.org/officeDocument/2006/relationships/oleObject" Target="embeddings/oleObject277.bin"/><Relationship Id="rId594" Type="http://schemas.openxmlformats.org/officeDocument/2006/relationships/oleObject" Target="embeddings/oleObject298.bin"/><Relationship Id="rId608" Type="http://schemas.openxmlformats.org/officeDocument/2006/relationships/oleObject" Target="embeddings/oleObject305.bin"/><Relationship Id="rId191" Type="http://schemas.openxmlformats.org/officeDocument/2006/relationships/oleObject" Target="embeddings/oleObject92.bin"/><Relationship Id="rId205" Type="http://schemas.openxmlformats.org/officeDocument/2006/relationships/oleObject" Target="embeddings/oleObject99.bin"/><Relationship Id="rId247" Type="http://schemas.openxmlformats.org/officeDocument/2006/relationships/oleObject" Target="embeddings/oleObject120.bin"/><Relationship Id="rId412" Type="http://schemas.openxmlformats.org/officeDocument/2006/relationships/image" Target="media/image200.wmf"/><Relationship Id="rId107" Type="http://schemas.openxmlformats.org/officeDocument/2006/relationships/oleObject" Target="embeddings/oleObject50.bin"/><Relationship Id="rId289" Type="http://schemas.openxmlformats.org/officeDocument/2006/relationships/image" Target="media/image141.wmf"/><Relationship Id="rId454" Type="http://schemas.openxmlformats.org/officeDocument/2006/relationships/image" Target="media/image221.wmf"/><Relationship Id="rId496" Type="http://schemas.openxmlformats.org/officeDocument/2006/relationships/image" Target="media/image241.wmf"/><Relationship Id="rId661" Type="http://schemas.openxmlformats.org/officeDocument/2006/relationships/image" Target="media/image322.png"/><Relationship Id="rId717" Type="http://schemas.openxmlformats.org/officeDocument/2006/relationships/oleObject" Target="embeddings/oleObject361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3.bin"/><Relationship Id="rId149" Type="http://schemas.openxmlformats.org/officeDocument/2006/relationships/oleObject" Target="embeddings/oleObject71.bin"/><Relationship Id="rId314" Type="http://schemas.openxmlformats.org/officeDocument/2006/relationships/oleObject" Target="embeddings/oleObject154.bin"/><Relationship Id="rId356" Type="http://schemas.openxmlformats.org/officeDocument/2006/relationships/oleObject" Target="embeddings/oleObject176.bin"/><Relationship Id="rId398" Type="http://schemas.openxmlformats.org/officeDocument/2006/relationships/image" Target="media/image193.wmf"/><Relationship Id="rId521" Type="http://schemas.openxmlformats.org/officeDocument/2006/relationships/oleObject" Target="embeddings/oleObject261.bin"/><Relationship Id="rId563" Type="http://schemas.openxmlformats.org/officeDocument/2006/relationships/image" Target="media/image274.wmf"/><Relationship Id="rId619" Type="http://schemas.openxmlformats.org/officeDocument/2006/relationships/image" Target="media/image302.wmf"/><Relationship Id="rId95" Type="http://schemas.openxmlformats.org/officeDocument/2006/relationships/oleObject" Target="embeddings/oleObject44.bin"/><Relationship Id="rId160" Type="http://schemas.openxmlformats.org/officeDocument/2006/relationships/image" Target="media/image77.wmf"/><Relationship Id="rId216" Type="http://schemas.openxmlformats.org/officeDocument/2006/relationships/image" Target="media/image105.wmf"/><Relationship Id="rId423" Type="http://schemas.openxmlformats.org/officeDocument/2006/relationships/oleObject" Target="embeddings/oleObject211.bin"/><Relationship Id="rId258" Type="http://schemas.openxmlformats.org/officeDocument/2006/relationships/image" Target="media/image126.wmf"/><Relationship Id="rId465" Type="http://schemas.openxmlformats.org/officeDocument/2006/relationships/oleObject" Target="embeddings/oleObject232.bin"/><Relationship Id="rId630" Type="http://schemas.openxmlformats.org/officeDocument/2006/relationships/image" Target="media/image307.wmf"/><Relationship Id="rId672" Type="http://schemas.openxmlformats.org/officeDocument/2006/relationships/oleObject" Target="embeddings/oleObject337.bin"/><Relationship Id="rId728" Type="http://schemas.openxmlformats.org/officeDocument/2006/relationships/image" Target="media/image354.wmf"/><Relationship Id="rId22" Type="http://schemas.openxmlformats.org/officeDocument/2006/relationships/image" Target="media/image8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325" Type="http://schemas.openxmlformats.org/officeDocument/2006/relationships/image" Target="media/image159.wmf"/><Relationship Id="rId367" Type="http://schemas.openxmlformats.org/officeDocument/2006/relationships/oleObject" Target="embeddings/oleObject182.bin"/><Relationship Id="rId532" Type="http://schemas.openxmlformats.org/officeDocument/2006/relationships/image" Target="media/image259.wmf"/><Relationship Id="rId574" Type="http://schemas.openxmlformats.org/officeDocument/2006/relationships/oleObject" Target="embeddings/oleObject288.bin"/><Relationship Id="rId171" Type="http://schemas.openxmlformats.org/officeDocument/2006/relationships/oleObject" Target="embeddings/oleObject82.bin"/><Relationship Id="rId227" Type="http://schemas.openxmlformats.org/officeDocument/2006/relationships/oleObject" Target="embeddings/oleObject110.bin"/><Relationship Id="rId269" Type="http://schemas.openxmlformats.org/officeDocument/2006/relationships/image" Target="media/image131.wmf"/><Relationship Id="rId434" Type="http://schemas.openxmlformats.org/officeDocument/2006/relationships/image" Target="media/image211.wmf"/><Relationship Id="rId476" Type="http://schemas.openxmlformats.org/officeDocument/2006/relationships/oleObject" Target="embeddings/oleObject238.bin"/><Relationship Id="rId641" Type="http://schemas.openxmlformats.org/officeDocument/2006/relationships/oleObject" Target="embeddings/oleObject322.bin"/><Relationship Id="rId683" Type="http://schemas.openxmlformats.org/officeDocument/2006/relationships/image" Target="media/image333.wmf"/><Relationship Id="rId739" Type="http://schemas.openxmlformats.org/officeDocument/2006/relationships/theme" Target="theme/theme1.xml"/><Relationship Id="rId33" Type="http://schemas.openxmlformats.org/officeDocument/2006/relationships/oleObject" Target="embeddings/oleObject13.bin"/><Relationship Id="rId129" Type="http://schemas.openxmlformats.org/officeDocument/2006/relationships/oleObject" Target="embeddings/oleObject61.bin"/><Relationship Id="rId280" Type="http://schemas.openxmlformats.org/officeDocument/2006/relationships/oleObject" Target="embeddings/oleObject137.bin"/><Relationship Id="rId336" Type="http://schemas.openxmlformats.org/officeDocument/2006/relationships/oleObject" Target="embeddings/oleObject165.bin"/><Relationship Id="rId501" Type="http://schemas.openxmlformats.org/officeDocument/2006/relationships/oleObject" Target="embeddings/oleObject251.bin"/><Relationship Id="rId543" Type="http://schemas.openxmlformats.org/officeDocument/2006/relationships/image" Target="media/image264.wmf"/><Relationship Id="rId75" Type="http://schemas.openxmlformats.org/officeDocument/2006/relationships/oleObject" Target="embeddings/oleObject34.bin"/><Relationship Id="rId140" Type="http://schemas.openxmlformats.org/officeDocument/2006/relationships/image" Target="media/image67.wmf"/><Relationship Id="rId182" Type="http://schemas.openxmlformats.org/officeDocument/2006/relationships/image" Target="media/image88.wmf"/><Relationship Id="rId378" Type="http://schemas.openxmlformats.org/officeDocument/2006/relationships/oleObject" Target="embeddings/oleObject188.bin"/><Relationship Id="rId403" Type="http://schemas.openxmlformats.org/officeDocument/2006/relationships/oleObject" Target="embeddings/oleObject201.bin"/><Relationship Id="rId585" Type="http://schemas.openxmlformats.org/officeDocument/2006/relationships/image" Target="media/image285.wmf"/><Relationship Id="rId6" Type="http://schemas.openxmlformats.org/officeDocument/2006/relationships/footnotes" Target="footnotes.xml"/><Relationship Id="rId238" Type="http://schemas.openxmlformats.org/officeDocument/2006/relationships/image" Target="media/image116.wmf"/><Relationship Id="rId445" Type="http://schemas.openxmlformats.org/officeDocument/2006/relationships/oleObject" Target="embeddings/oleObject222.bin"/><Relationship Id="rId487" Type="http://schemas.openxmlformats.org/officeDocument/2006/relationships/oleObject" Target="embeddings/oleObject244.bin"/><Relationship Id="rId610" Type="http://schemas.openxmlformats.org/officeDocument/2006/relationships/oleObject" Target="embeddings/oleObject306.bin"/><Relationship Id="rId652" Type="http://schemas.openxmlformats.org/officeDocument/2006/relationships/oleObject" Target="embeddings/oleObject328.bin"/><Relationship Id="rId694" Type="http://schemas.openxmlformats.org/officeDocument/2006/relationships/image" Target="media/image339.wmf"/><Relationship Id="rId708" Type="http://schemas.openxmlformats.org/officeDocument/2006/relationships/image" Target="media/image345.wmf"/><Relationship Id="rId291" Type="http://schemas.openxmlformats.org/officeDocument/2006/relationships/image" Target="media/image142.wmf"/><Relationship Id="rId305" Type="http://schemas.openxmlformats.org/officeDocument/2006/relationships/image" Target="media/image149.wmf"/><Relationship Id="rId347" Type="http://schemas.openxmlformats.org/officeDocument/2006/relationships/oleObject" Target="embeddings/oleObject171.bin"/><Relationship Id="rId512" Type="http://schemas.openxmlformats.org/officeDocument/2006/relationships/image" Target="media/image249.wmf"/><Relationship Id="rId44" Type="http://schemas.openxmlformats.org/officeDocument/2006/relationships/image" Target="media/image19.wmf"/><Relationship Id="rId86" Type="http://schemas.openxmlformats.org/officeDocument/2006/relationships/image" Target="media/image40.wmf"/><Relationship Id="rId151" Type="http://schemas.openxmlformats.org/officeDocument/2006/relationships/oleObject" Target="embeddings/oleObject72.bin"/><Relationship Id="rId389" Type="http://schemas.openxmlformats.org/officeDocument/2006/relationships/image" Target="media/image189.wmf"/><Relationship Id="rId554" Type="http://schemas.openxmlformats.org/officeDocument/2006/relationships/oleObject" Target="embeddings/oleObject278.bin"/><Relationship Id="rId596" Type="http://schemas.openxmlformats.org/officeDocument/2006/relationships/oleObject" Target="embeddings/oleObject299.bin"/><Relationship Id="rId193" Type="http://schemas.openxmlformats.org/officeDocument/2006/relationships/oleObject" Target="embeddings/oleObject93.bin"/><Relationship Id="rId207" Type="http://schemas.openxmlformats.org/officeDocument/2006/relationships/oleObject" Target="embeddings/oleObject100.bin"/><Relationship Id="rId249" Type="http://schemas.openxmlformats.org/officeDocument/2006/relationships/oleObject" Target="embeddings/oleObject121.bin"/><Relationship Id="rId414" Type="http://schemas.openxmlformats.org/officeDocument/2006/relationships/image" Target="media/image201.wmf"/><Relationship Id="rId456" Type="http://schemas.openxmlformats.org/officeDocument/2006/relationships/image" Target="media/image222.wmf"/><Relationship Id="rId498" Type="http://schemas.openxmlformats.org/officeDocument/2006/relationships/image" Target="media/image242.wmf"/><Relationship Id="rId621" Type="http://schemas.openxmlformats.org/officeDocument/2006/relationships/oleObject" Target="embeddings/oleObject312.bin"/><Relationship Id="rId663" Type="http://schemas.openxmlformats.org/officeDocument/2006/relationships/image" Target="media/image324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260" Type="http://schemas.openxmlformats.org/officeDocument/2006/relationships/image" Target="media/image127.wmf"/><Relationship Id="rId316" Type="http://schemas.openxmlformats.org/officeDocument/2006/relationships/oleObject" Target="embeddings/oleObject155.bin"/><Relationship Id="rId523" Type="http://schemas.openxmlformats.org/officeDocument/2006/relationships/oleObject" Target="embeddings/oleObject262.bin"/><Relationship Id="rId719" Type="http://schemas.openxmlformats.org/officeDocument/2006/relationships/oleObject" Target="embeddings/oleObject362.bin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45.bin"/><Relationship Id="rId120" Type="http://schemas.openxmlformats.org/officeDocument/2006/relationships/image" Target="media/image57.wmf"/><Relationship Id="rId358" Type="http://schemas.openxmlformats.org/officeDocument/2006/relationships/oleObject" Target="embeddings/oleObject177.bin"/><Relationship Id="rId565" Type="http://schemas.openxmlformats.org/officeDocument/2006/relationships/image" Target="media/image275.wmf"/><Relationship Id="rId730" Type="http://schemas.openxmlformats.org/officeDocument/2006/relationships/image" Target="media/image355.wmf"/><Relationship Id="rId162" Type="http://schemas.openxmlformats.org/officeDocument/2006/relationships/image" Target="media/image78.wmf"/><Relationship Id="rId218" Type="http://schemas.openxmlformats.org/officeDocument/2006/relationships/image" Target="media/image106.wmf"/><Relationship Id="rId425" Type="http://schemas.openxmlformats.org/officeDocument/2006/relationships/oleObject" Target="embeddings/oleObject212.bin"/><Relationship Id="rId467" Type="http://schemas.openxmlformats.org/officeDocument/2006/relationships/oleObject" Target="embeddings/oleObject233.bin"/><Relationship Id="rId632" Type="http://schemas.openxmlformats.org/officeDocument/2006/relationships/image" Target="media/image308.wmf"/><Relationship Id="rId271" Type="http://schemas.openxmlformats.org/officeDocument/2006/relationships/image" Target="media/image132.wmf"/><Relationship Id="rId674" Type="http://schemas.openxmlformats.org/officeDocument/2006/relationships/oleObject" Target="embeddings/oleObject338.bin"/><Relationship Id="rId24" Type="http://schemas.openxmlformats.org/officeDocument/2006/relationships/image" Target="media/image9.wmf"/><Relationship Id="rId66" Type="http://schemas.openxmlformats.org/officeDocument/2006/relationships/image" Target="media/image30.wmf"/><Relationship Id="rId131" Type="http://schemas.openxmlformats.org/officeDocument/2006/relationships/oleObject" Target="embeddings/oleObject62.bin"/><Relationship Id="rId327" Type="http://schemas.openxmlformats.org/officeDocument/2006/relationships/image" Target="media/image160.wmf"/><Relationship Id="rId369" Type="http://schemas.openxmlformats.org/officeDocument/2006/relationships/oleObject" Target="embeddings/oleObject183.bin"/><Relationship Id="rId534" Type="http://schemas.openxmlformats.org/officeDocument/2006/relationships/image" Target="media/image260.wmf"/><Relationship Id="rId576" Type="http://schemas.openxmlformats.org/officeDocument/2006/relationships/oleObject" Target="embeddings/oleObject289.bin"/><Relationship Id="rId173" Type="http://schemas.openxmlformats.org/officeDocument/2006/relationships/oleObject" Target="embeddings/oleObject83.bin"/><Relationship Id="rId229" Type="http://schemas.openxmlformats.org/officeDocument/2006/relationships/oleObject" Target="embeddings/oleObject111.bin"/><Relationship Id="rId380" Type="http://schemas.openxmlformats.org/officeDocument/2006/relationships/oleObject" Target="embeddings/oleObject189.bin"/><Relationship Id="rId436" Type="http://schemas.openxmlformats.org/officeDocument/2006/relationships/image" Target="media/image212.wmf"/><Relationship Id="rId601" Type="http://schemas.openxmlformats.org/officeDocument/2006/relationships/image" Target="media/image293.wmf"/><Relationship Id="rId643" Type="http://schemas.openxmlformats.org/officeDocument/2006/relationships/image" Target="media/image313.wmf"/><Relationship Id="rId240" Type="http://schemas.openxmlformats.org/officeDocument/2006/relationships/image" Target="media/image117.wmf"/><Relationship Id="rId478" Type="http://schemas.openxmlformats.org/officeDocument/2006/relationships/oleObject" Target="embeddings/oleObject239.bin"/><Relationship Id="rId685" Type="http://schemas.openxmlformats.org/officeDocument/2006/relationships/oleObject" Target="embeddings/oleObject345.bin"/><Relationship Id="rId35" Type="http://schemas.openxmlformats.org/officeDocument/2006/relationships/oleObject" Target="embeddings/oleObject14.bin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8.bin"/><Relationship Id="rId338" Type="http://schemas.openxmlformats.org/officeDocument/2006/relationships/oleObject" Target="embeddings/oleObject166.bin"/><Relationship Id="rId503" Type="http://schemas.openxmlformats.org/officeDocument/2006/relationships/oleObject" Target="embeddings/oleObject252.bin"/><Relationship Id="rId545" Type="http://schemas.openxmlformats.org/officeDocument/2006/relationships/image" Target="media/image265.wmf"/><Relationship Id="rId587" Type="http://schemas.openxmlformats.org/officeDocument/2006/relationships/image" Target="media/image286.wmf"/><Relationship Id="rId710" Type="http://schemas.openxmlformats.org/officeDocument/2006/relationships/image" Target="media/image346.wmf"/><Relationship Id="rId8" Type="http://schemas.openxmlformats.org/officeDocument/2006/relationships/image" Target="media/image1.wmf"/><Relationship Id="rId142" Type="http://schemas.openxmlformats.org/officeDocument/2006/relationships/image" Target="media/image68.wmf"/><Relationship Id="rId184" Type="http://schemas.openxmlformats.org/officeDocument/2006/relationships/image" Target="media/image89.wmf"/><Relationship Id="rId391" Type="http://schemas.openxmlformats.org/officeDocument/2006/relationships/image" Target="media/image190.wmf"/><Relationship Id="rId405" Type="http://schemas.openxmlformats.org/officeDocument/2006/relationships/oleObject" Target="embeddings/oleObject202.bin"/><Relationship Id="rId447" Type="http://schemas.openxmlformats.org/officeDocument/2006/relationships/oleObject" Target="embeddings/oleObject223.bin"/><Relationship Id="rId612" Type="http://schemas.openxmlformats.org/officeDocument/2006/relationships/oleObject" Target="embeddings/oleObject307.bin"/><Relationship Id="rId251" Type="http://schemas.openxmlformats.org/officeDocument/2006/relationships/oleObject" Target="embeddings/oleObject122.bin"/><Relationship Id="rId489" Type="http://schemas.openxmlformats.org/officeDocument/2006/relationships/oleObject" Target="embeddings/oleObject245.bin"/><Relationship Id="rId654" Type="http://schemas.openxmlformats.org/officeDocument/2006/relationships/oleObject" Target="embeddings/oleObject329.bin"/><Relationship Id="rId696" Type="http://schemas.openxmlformats.org/officeDocument/2006/relationships/image" Target="media/image340.wmf"/><Relationship Id="rId46" Type="http://schemas.openxmlformats.org/officeDocument/2006/relationships/image" Target="media/image20.wmf"/><Relationship Id="rId293" Type="http://schemas.openxmlformats.org/officeDocument/2006/relationships/image" Target="media/image143.wmf"/><Relationship Id="rId307" Type="http://schemas.openxmlformats.org/officeDocument/2006/relationships/image" Target="media/image150.wmf"/><Relationship Id="rId349" Type="http://schemas.openxmlformats.org/officeDocument/2006/relationships/image" Target="media/image170.wmf"/><Relationship Id="rId514" Type="http://schemas.openxmlformats.org/officeDocument/2006/relationships/image" Target="media/image250.wmf"/><Relationship Id="rId556" Type="http://schemas.openxmlformats.org/officeDocument/2006/relationships/oleObject" Target="embeddings/oleObject279.bin"/><Relationship Id="rId721" Type="http://schemas.openxmlformats.org/officeDocument/2006/relationships/oleObject" Target="embeddings/oleObject363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2.bin"/><Relationship Id="rId153" Type="http://schemas.openxmlformats.org/officeDocument/2006/relationships/oleObject" Target="embeddings/oleObject73.bin"/><Relationship Id="rId195" Type="http://schemas.openxmlformats.org/officeDocument/2006/relationships/oleObject" Target="embeddings/oleObject94.bin"/><Relationship Id="rId209" Type="http://schemas.openxmlformats.org/officeDocument/2006/relationships/oleObject" Target="embeddings/oleObject101.bin"/><Relationship Id="rId360" Type="http://schemas.openxmlformats.org/officeDocument/2006/relationships/oleObject" Target="embeddings/oleObject178.bin"/><Relationship Id="rId416" Type="http://schemas.openxmlformats.org/officeDocument/2006/relationships/image" Target="media/image202.wmf"/><Relationship Id="rId598" Type="http://schemas.openxmlformats.org/officeDocument/2006/relationships/oleObject" Target="embeddings/oleObject300.bin"/><Relationship Id="rId220" Type="http://schemas.openxmlformats.org/officeDocument/2006/relationships/image" Target="media/image107.wmf"/><Relationship Id="rId458" Type="http://schemas.openxmlformats.org/officeDocument/2006/relationships/image" Target="media/image223.wmf"/><Relationship Id="rId623" Type="http://schemas.openxmlformats.org/officeDocument/2006/relationships/oleObject" Target="embeddings/oleObject313.bin"/><Relationship Id="rId665" Type="http://schemas.openxmlformats.org/officeDocument/2006/relationships/image" Target="media/image325.wmf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5.bin"/><Relationship Id="rId262" Type="http://schemas.openxmlformats.org/officeDocument/2006/relationships/image" Target="media/image128.wmf"/><Relationship Id="rId318" Type="http://schemas.openxmlformats.org/officeDocument/2006/relationships/oleObject" Target="embeddings/oleObject156.bin"/><Relationship Id="rId525" Type="http://schemas.openxmlformats.org/officeDocument/2006/relationships/oleObject" Target="embeddings/oleObject263.bin"/><Relationship Id="rId567" Type="http://schemas.openxmlformats.org/officeDocument/2006/relationships/image" Target="media/image276.wmf"/><Relationship Id="rId732" Type="http://schemas.openxmlformats.org/officeDocument/2006/relationships/oleObject" Target="embeddings/oleObject370.bin"/><Relationship Id="rId99" Type="http://schemas.openxmlformats.org/officeDocument/2006/relationships/oleObject" Target="embeddings/oleObject46.bin"/><Relationship Id="rId122" Type="http://schemas.openxmlformats.org/officeDocument/2006/relationships/image" Target="media/image58.wmf"/><Relationship Id="rId164" Type="http://schemas.openxmlformats.org/officeDocument/2006/relationships/image" Target="media/image79.wmf"/><Relationship Id="rId371" Type="http://schemas.openxmlformats.org/officeDocument/2006/relationships/image" Target="media/image180.wmf"/><Relationship Id="rId427" Type="http://schemas.openxmlformats.org/officeDocument/2006/relationships/oleObject" Target="embeddings/oleObject213.bin"/><Relationship Id="rId469" Type="http://schemas.openxmlformats.org/officeDocument/2006/relationships/oleObject" Target="embeddings/oleObject234.bin"/><Relationship Id="rId634" Type="http://schemas.openxmlformats.org/officeDocument/2006/relationships/image" Target="media/image309.wmf"/><Relationship Id="rId676" Type="http://schemas.openxmlformats.org/officeDocument/2006/relationships/oleObject" Target="embeddings/oleObject340.bin"/><Relationship Id="rId26" Type="http://schemas.openxmlformats.org/officeDocument/2006/relationships/image" Target="media/image10.wmf"/><Relationship Id="rId231" Type="http://schemas.openxmlformats.org/officeDocument/2006/relationships/oleObject" Target="embeddings/oleObject112.bin"/><Relationship Id="rId273" Type="http://schemas.openxmlformats.org/officeDocument/2006/relationships/image" Target="media/image133.wmf"/><Relationship Id="rId329" Type="http://schemas.openxmlformats.org/officeDocument/2006/relationships/image" Target="media/image161.wmf"/><Relationship Id="rId480" Type="http://schemas.openxmlformats.org/officeDocument/2006/relationships/image" Target="media/image233.wmf"/><Relationship Id="rId536" Type="http://schemas.openxmlformats.org/officeDocument/2006/relationships/oleObject" Target="embeddings/oleObject269.bin"/><Relationship Id="rId701" Type="http://schemas.openxmlformats.org/officeDocument/2006/relationships/oleObject" Target="embeddings/oleObject353.bin"/><Relationship Id="rId68" Type="http://schemas.openxmlformats.org/officeDocument/2006/relationships/image" Target="media/image31.wmf"/><Relationship Id="rId133" Type="http://schemas.openxmlformats.org/officeDocument/2006/relationships/oleObject" Target="embeddings/oleObject63.bin"/><Relationship Id="rId175" Type="http://schemas.openxmlformats.org/officeDocument/2006/relationships/oleObject" Target="embeddings/oleObject84.bin"/><Relationship Id="rId340" Type="http://schemas.openxmlformats.org/officeDocument/2006/relationships/oleObject" Target="embeddings/oleObject167.bin"/><Relationship Id="rId578" Type="http://schemas.openxmlformats.org/officeDocument/2006/relationships/oleObject" Target="embeddings/oleObject290.bin"/><Relationship Id="rId200" Type="http://schemas.openxmlformats.org/officeDocument/2006/relationships/image" Target="media/image97.wmf"/><Relationship Id="rId382" Type="http://schemas.openxmlformats.org/officeDocument/2006/relationships/oleObject" Target="embeddings/oleObject190.bin"/><Relationship Id="rId438" Type="http://schemas.openxmlformats.org/officeDocument/2006/relationships/image" Target="media/image213.wmf"/><Relationship Id="rId603" Type="http://schemas.openxmlformats.org/officeDocument/2006/relationships/image" Target="media/image294.wmf"/><Relationship Id="rId645" Type="http://schemas.openxmlformats.org/officeDocument/2006/relationships/image" Target="media/image314.wmf"/><Relationship Id="rId687" Type="http://schemas.openxmlformats.org/officeDocument/2006/relationships/oleObject" Target="embeddings/oleObject346.bin"/><Relationship Id="rId242" Type="http://schemas.openxmlformats.org/officeDocument/2006/relationships/image" Target="media/image118.wmf"/><Relationship Id="rId284" Type="http://schemas.openxmlformats.org/officeDocument/2006/relationships/oleObject" Target="embeddings/oleObject139.bin"/><Relationship Id="rId491" Type="http://schemas.openxmlformats.org/officeDocument/2006/relationships/oleObject" Target="embeddings/oleObject246.bin"/><Relationship Id="rId505" Type="http://schemas.openxmlformats.org/officeDocument/2006/relationships/oleObject" Target="embeddings/oleObject253.bin"/><Relationship Id="rId712" Type="http://schemas.openxmlformats.org/officeDocument/2006/relationships/image" Target="media/image347.wmf"/><Relationship Id="rId37" Type="http://schemas.openxmlformats.org/officeDocument/2006/relationships/oleObject" Target="embeddings/oleObject15.bin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44" Type="http://schemas.openxmlformats.org/officeDocument/2006/relationships/image" Target="media/image69.wmf"/><Relationship Id="rId547" Type="http://schemas.openxmlformats.org/officeDocument/2006/relationships/image" Target="media/image266.wmf"/><Relationship Id="rId589" Type="http://schemas.openxmlformats.org/officeDocument/2006/relationships/image" Target="media/image287.wmf"/><Relationship Id="rId90" Type="http://schemas.openxmlformats.org/officeDocument/2006/relationships/image" Target="media/image42.wmf"/><Relationship Id="rId186" Type="http://schemas.openxmlformats.org/officeDocument/2006/relationships/image" Target="media/image90.wmf"/><Relationship Id="rId351" Type="http://schemas.openxmlformats.org/officeDocument/2006/relationships/image" Target="media/image171.wmf"/><Relationship Id="rId393" Type="http://schemas.openxmlformats.org/officeDocument/2006/relationships/image" Target="media/image191.wmf"/><Relationship Id="rId407" Type="http://schemas.openxmlformats.org/officeDocument/2006/relationships/oleObject" Target="embeddings/oleObject203.bin"/><Relationship Id="rId449" Type="http://schemas.openxmlformats.org/officeDocument/2006/relationships/oleObject" Target="embeddings/oleObject224.bin"/><Relationship Id="rId614" Type="http://schemas.openxmlformats.org/officeDocument/2006/relationships/oleObject" Target="embeddings/oleObject308.bin"/><Relationship Id="rId656" Type="http://schemas.openxmlformats.org/officeDocument/2006/relationships/oleObject" Target="embeddings/oleObject330.bin"/><Relationship Id="rId211" Type="http://schemas.openxmlformats.org/officeDocument/2006/relationships/oleObject" Target="embeddings/oleObject102.bin"/><Relationship Id="rId253" Type="http://schemas.openxmlformats.org/officeDocument/2006/relationships/oleObject" Target="embeddings/oleObject123.bin"/><Relationship Id="rId295" Type="http://schemas.openxmlformats.org/officeDocument/2006/relationships/image" Target="media/image144.wmf"/><Relationship Id="rId309" Type="http://schemas.openxmlformats.org/officeDocument/2006/relationships/image" Target="media/image151.wmf"/><Relationship Id="rId460" Type="http://schemas.openxmlformats.org/officeDocument/2006/relationships/image" Target="media/image224.wmf"/><Relationship Id="rId516" Type="http://schemas.openxmlformats.org/officeDocument/2006/relationships/image" Target="media/image251.wmf"/><Relationship Id="rId698" Type="http://schemas.openxmlformats.org/officeDocument/2006/relationships/oleObject" Target="embeddings/oleObject351.bin"/><Relationship Id="rId48" Type="http://schemas.openxmlformats.org/officeDocument/2006/relationships/image" Target="media/image21.wmf"/><Relationship Id="rId113" Type="http://schemas.openxmlformats.org/officeDocument/2006/relationships/oleObject" Target="embeddings/oleObject53.bin"/><Relationship Id="rId320" Type="http://schemas.openxmlformats.org/officeDocument/2006/relationships/oleObject" Target="embeddings/oleObject157.bin"/><Relationship Id="rId558" Type="http://schemas.openxmlformats.org/officeDocument/2006/relationships/oleObject" Target="embeddings/oleObject280.bin"/><Relationship Id="rId723" Type="http://schemas.openxmlformats.org/officeDocument/2006/relationships/oleObject" Target="embeddings/oleObject364.bin"/><Relationship Id="rId155" Type="http://schemas.openxmlformats.org/officeDocument/2006/relationships/oleObject" Target="embeddings/oleObject74.bin"/><Relationship Id="rId197" Type="http://schemas.openxmlformats.org/officeDocument/2006/relationships/oleObject" Target="embeddings/oleObject95.bin"/><Relationship Id="rId362" Type="http://schemas.openxmlformats.org/officeDocument/2006/relationships/image" Target="media/image176.wmf"/><Relationship Id="rId418" Type="http://schemas.openxmlformats.org/officeDocument/2006/relationships/image" Target="media/image203.wmf"/><Relationship Id="rId625" Type="http://schemas.openxmlformats.org/officeDocument/2006/relationships/oleObject" Target="embeddings/oleObject314.bin"/><Relationship Id="rId222" Type="http://schemas.openxmlformats.org/officeDocument/2006/relationships/image" Target="media/image108.wmf"/><Relationship Id="rId264" Type="http://schemas.openxmlformats.org/officeDocument/2006/relationships/image" Target="media/image129.wmf"/><Relationship Id="rId471" Type="http://schemas.openxmlformats.org/officeDocument/2006/relationships/oleObject" Target="embeddings/oleObject235.bin"/><Relationship Id="rId667" Type="http://schemas.openxmlformats.org/officeDocument/2006/relationships/image" Target="media/image326.wmf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6.bin"/><Relationship Id="rId124" Type="http://schemas.openxmlformats.org/officeDocument/2006/relationships/image" Target="media/image59.wmf"/><Relationship Id="rId527" Type="http://schemas.openxmlformats.org/officeDocument/2006/relationships/oleObject" Target="embeddings/oleObject264.bin"/><Relationship Id="rId569" Type="http://schemas.openxmlformats.org/officeDocument/2006/relationships/image" Target="media/image277.wmf"/><Relationship Id="rId734" Type="http://schemas.openxmlformats.org/officeDocument/2006/relationships/image" Target="media/image357.png"/><Relationship Id="rId70" Type="http://schemas.openxmlformats.org/officeDocument/2006/relationships/image" Target="media/image32.wmf"/><Relationship Id="rId166" Type="http://schemas.openxmlformats.org/officeDocument/2006/relationships/image" Target="media/image80.wmf"/><Relationship Id="rId331" Type="http://schemas.openxmlformats.org/officeDocument/2006/relationships/image" Target="media/image162.wmf"/><Relationship Id="rId373" Type="http://schemas.openxmlformats.org/officeDocument/2006/relationships/image" Target="media/image181.wmf"/><Relationship Id="rId429" Type="http://schemas.openxmlformats.org/officeDocument/2006/relationships/oleObject" Target="embeddings/oleObject214.bin"/><Relationship Id="rId580" Type="http://schemas.openxmlformats.org/officeDocument/2006/relationships/oleObject" Target="embeddings/oleObject291.bin"/><Relationship Id="rId636" Type="http://schemas.openxmlformats.org/officeDocument/2006/relationships/image" Target="media/image310.wmf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13.bin"/><Relationship Id="rId440" Type="http://schemas.openxmlformats.org/officeDocument/2006/relationships/image" Target="media/image214.wmf"/><Relationship Id="rId678" Type="http://schemas.openxmlformats.org/officeDocument/2006/relationships/oleObject" Target="embeddings/oleObject341.bin"/><Relationship Id="rId28" Type="http://schemas.openxmlformats.org/officeDocument/2006/relationships/image" Target="media/image11.wmf"/><Relationship Id="rId275" Type="http://schemas.openxmlformats.org/officeDocument/2006/relationships/image" Target="media/image134.wmf"/><Relationship Id="rId300" Type="http://schemas.openxmlformats.org/officeDocument/2006/relationships/oleObject" Target="embeddings/oleObject147.bin"/><Relationship Id="rId482" Type="http://schemas.openxmlformats.org/officeDocument/2006/relationships/image" Target="media/image234.wmf"/><Relationship Id="rId538" Type="http://schemas.openxmlformats.org/officeDocument/2006/relationships/oleObject" Target="embeddings/oleObject270.bin"/><Relationship Id="rId703" Type="http://schemas.openxmlformats.org/officeDocument/2006/relationships/oleObject" Target="embeddings/oleObject354.bin"/><Relationship Id="rId81" Type="http://schemas.openxmlformats.org/officeDocument/2006/relationships/oleObject" Target="embeddings/oleObject37.bin"/><Relationship Id="rId135" Type="http://schemas.openxmlformats.org/officeDocument/2006/relationships/oleObject" Target="embeddings/oleObject64.bin"/><Relationship Id="rId177" Type="http://schemas.openxmlformats.org/officeDocument/2006/relationships/oleObject" Target="embeddings/oleObject85.bin"/><Relationship Id="rId342" Type="http://schemas.openxmlformats.org/officeDocument/2006/relationships/oleObject" Target="embeddings/oleObject168.bin"/><Relationship Id="rId384" Type="http://schemas.openxmlformats.org/officeDocument/2006/relationships/oleObject" Target="embeddings/oleObject191.bin"/><Relationship Id="rId591" Type="http://schemas.openxmlformats.org/officeDocument/2006/relationships/image" Target="media/image288.wmf"/><Relationship Id="rId605" Type="http://schemas.openxmlformats.org/officeDocument/2006/relationships/image" Target="media/image295.wmf"/><Relationship Id="rId202" Type="http://schemas.openxmlformats.org/officeDocument/2006/relationships/image" Target="media/image98.wmf"/><Relationship Id="rId244" Type="http://schemas.openxmlformats.org/officeDocument/2006/relationships/image" Target="media/image119.wmf"/><Relationship Id="rId647" Type="http://schemas.openxmlformats.org/officeDocument/2006/relationships/image" Target="media/image315.wmf"/><Relationship Id="rId689" Type="http://schemas.openxmlformats.org/officeDocument/2006/relationships/oleObject" Target="embeddings/oleObject347.bin"/><Relationship Id="rId39" Type="http://schemas.openxmlformats.org/officeDocument/2006/relationships/oleObject" Target="embeddings/oleObject16.bin"/><Relationship Id="rId286" Type="http://schemas.openxmlformats.org/officeDocument/2006/relationships/oleObject" Target="embeddings/oleObject140.bin"/><Relationship Id="rId451" Type="http://schemas.openxmlformats.org/officeDocument/2006/relationships/oleObject" Target="embeddings/oleObject225.bin"/><Relationship Id="rId493" Type="http://schemas.openxmlformats.org/officeDocument/2006/relationships/oleObject" Target="embeddings/oleObject247.bin"/><Relationship Id="rId507" Type="http://schemas.openxmlformats.org/officeDocument/2006/relationships/oleObject" Target="embeddings/oleObject254.bin"/><Relationship Id="rId549" Type="http://schemas.openxmlformats.org/officeDocument/2006/relationships/image" Target="media/image267.wmf"/><Relationship Id="rId714" Type="http://schemas.openxmlformats.org/officeDocument/2006/relationships/image" Target="media/image348.wmf"/><Relationship Id="rId50" Type="http://schemas.openxmlformats.org/officeDocument/2006/relationships/image" Target="media/image22.wmf"/><Relationship Id="rId104" Type="http://schemas.openxmlformats.org/officeDocument/2006/relationships/image" Target="media/image49.wmf"/><Relationship Id="rId146" Type="http://schemas.openxmlformats.org/officeDocument/2006/relationships/image" Target="media/image70.wmf"/><Relationship Id="rId188" Type="http://schemas.openxmlformats.org/officeDocument/2006/relationships/image" Target="media/image91.wmf"/><Relationship Id="rId311" Type="http://schemas.openxmlformats.org/officeDocument/2006/relationships/image" Target="media/image152.wmf"/><Relationship Id="rId353" Type="http://schemas.openxmlformats.org/officeDocument/2006/relationships/image" Target="media/image172.wmf"/><Relationship Id="rId395" Type="http://schemas.openxmlformats.org/officeDocument/2006/relationships/image" Target="media/image192.wmf"/><Relationship Id="rId409" Type="http://schemas.openxmlformats.org/officeDocument/2006/relationships/oleObject" Target="embeddings/oleObject204.bin"/><Relationship Id="rId560" Type="http://schemas.openxmlformats.org/officeDocument/2006/relationships/oleObject" Target="embeddings/oleObject281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3.bin"/><Relationship Id="rId420" Type="http://schemas.openxmlformats.org/officeDocument/2006/relationships/image" Target="media/image204.wmf"/><Relationship Id="rId616" Type="http://schemas.openxmlformats.org/officeDocument/2006/relationships/oleObject" Target="embeddings/oleObject309.bin"/><Relationship Id="rId658" Type="http://schemas.openxmlformats.org/officeDocument/2006/relationships/oleObject" Target="embeddings/oleObject331.bin"/><Relationship Id="rId255" Type="http://schemas.openxmlformats.org/officeDocument/2006/relationships/oleObject" Target="embeddings/oleObject124.bin"/><Relationship Id="rId297" Type="http://schemas.openxmlformats.org/officeDocument/2006/relationships/image" Target="media/image145.wmf"/><Relationship Id="rId462" Type="http://schemas.openxmlformats.org/officeDocument/2006/relationships/image" Target="media/image225.wmf"/><Relationship Id="rId518" Type="http://schemas.openxmlformats.org/officeDocument/2006/relationships/image" Target="media/image252.wmf"/><Relationship Id="rId725" Type="http://schemas.openxmlformats.org/officeDocument/2006/relationships/oleObject" Target="embeddings/oleObject366.bin"/><Relationship Id="rId115" Type="http://schemas.openxmlformats.org/officeDocument/2006/relationships/oleObject" Target="embeddings/oleObject54.bin"/><Relationship Id="rId157" Type="http://schemas.openxmlformats.org/officeDocument/2006/relationships/oleObject" Target="embeddings/oleObject75.bin"/><Relationship Id="rId322" Type="http://schemas.openxmlformats.org/officeDocument/2006/relationships/oleObject" Target="embeddings/oleObject158.bin"/><Relationship Id="rId364" Type="http://schemas.openxmlformats.org/officeDocument/2006/relationships/image" Target="media/image177.wmf"/><Relationship Id="rId61" Type="http://schemas.openxmlformats.org/officeDocument/2006/relationships/oleObject" Target="embeddings/oleObject27.bin"/><Relationship Id="rId199" Type="http://schemas.openxmlformats.org/officeDocument/2006/relationships/oleObject" Target="embeddings/oleObject96.bin"/><Relationship Id="rId571" Type="http://schemas.openxmlformats.org/officeDocument/2006/relationships/image" Target="media/image278.wmf"/><Relationship Id="rId627" Type="http://schemas.openxmlformats.org/officeDocument/2006/relationships/oleObject" Target="embeddings/oleObject315.bin"/><Relationship Id="rId669" Type="http://schemas.openxmlformats.org/officeDocument/2006/relationships/image" Target="media/image327.wmf"/><Relationship Id="rId19" Type="http://schemas.openxmlformats.org/officeDocument/2006/relationships/oleObject" Target="embeddings/oleObject6.bin"/><Relationship Id="rId224" Type="http://schemas.openxmlformats.org/officeDocument/2006/relationships/image" Target="media/image109.wmf"/><Relationship Id="rId266" Type="http://schemas.openxmlformats.org/officeDocument/2006/relationships/oleObject" Target="embeddings/oleObject130.bin"/><Relationship Id="rId431" Type="http://schemas.openxmlformats.org/officeDocument/2006/relationships/oleObject" Target="embeddings/oleObject215.bin"/><Relationship Id="rId473" Type="http://schemas.openxmlformats.org/officeDocument/2006/relationships/oleObject" Target="embeddings/oleObject236.bin"/><Relationship Id="rId529" Type="http://schemas.openxmlformats.org/officeDocument/2006/relationships/oleObject" Target="embeddings/oleObject265.bin"/><Relationship Id="rId680" Type="http://schemas.openxmlformats.org/officeDocument/2006/relationships/oleObject" Target="embeddings/oleObject342.bin"/><Relationship Id="rId736" Type="http://schemas.openxmlformats.org/officeDocument/2006/relationships/footer" Target="footer1.xml"/><Relationship Id="rId30" Type="http://schemas.openxmlformats.org/officeDocument/2006/relationships/image" Target="media/image12.wmf"/><Relationship Id="rId126" Type="http://schemas.openxmlformats.org/officeDocument/2006/relationships/image" Target="media/image60.wmf"/><Relationship Id="rId168" Type="http://schemas.openxmlformats.org/officeDocument/2006/relationships/image" Target="media/image81.wmf"/><Relationship Id="rId333" Type="http://schemas.openxmlformats.org/officeDocument/2006/relationships/image" Target="media/image163.wmf"/><Relationship Id="rId540" Type="http://schemas.openxmlformats.org/officeDocument/2006/relationships/oleObject" Target="embeddings/oleObject271.bin"/><Relationship Id="rId72" Type="http://schemas.openxmlformats.org/officeDocument/2006/relationships/image" Target="media/image33.wmf"/><Relationship Id="rId375" Type="http://schemas.openxmlformats.org/officeDocument/2006/relationships/image" Target="media/image182.wmf"/><Relationship Id="rId582" Type="http://schemas.openxmlformats.org/officeDocument/2006/relationships/oleObject" Target="embeddings/oleObject292.bin"/><Relationship Id="rId638" Type="http://schemas.openxmlformats.org/officeDocument/2006/relationships/image" Target="media/image311.wmf"/><Relationship Id="rId3" Type="http://schemas.openxmlformats.org/officeDocument/2006/relationships/styles" Target="styles.xml"/><Relationship Id="rId235" Type="http://schemas.openxmlformats.org/officeDocument/2006/relationships/oleObject" Target="embeddings/oleObject114.bin"/><Relationship Id="rId277" Type="http://schemas.openxmlformats.org/officeDocument/2006/relationships/image" Target="media/image135.wmf"/><Relationship Id="rId400" Type="http://schemas.openxmlformats.org/officeDocument/2006/relationships/image" Target="media/image194.wmf"/><Relationship Id="rId442" Type="http://schemas.openxmlformats.org/officeDocument/2006/relationships/image" Target="media/image215.wmf"/><Relationship Id="rId484" Type="http://schemas.openxmlformats.org/officeDocument/2006/relationships/image" Target="media/image235.wmf"/><Relationship Id="rId705" Type="http://schemas.openxmlformats.org/officeDocument/2006/relationships/oleObject" Target="embeddings/oleObject355.bin"/><Relationship Id="rId137" Type="http://schemas.openxmlformats.org/officeDocument/2006/relationships/oleObject" Target="embeddings/oleObject65.bin"/><Relationship Id="rId302" Type="http://schemas.openxmlformats.org/officeDocument/2006/relationships/oleObject" Target="embeddings/oleObject148.bin"/><Relationship Id="rId344" Type="http://schemas.openxmlformats.org/officeDocument/2006/relationships/image" Target="media/image168.wmf"/><Relationship Id="rId691" Type="http://schemas.openxmlformats.org/officeDocument/2006/relationships/oleObject" Target="embeddings/oleObject348.bin"/><Relationship Id="rId41" Type="http://schemas.openxmlformats.org/officeDocument/2006/relationships/oleObject" Target="embeddings/oleObject17.bin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6.bin"/><Relationship Id="rId386" Type="http://schemas.openxmlformats.org/officeDocument/2006/relationships/oleObject" Target="embeddings/oleObject192.bin"/><Relationship Id="rId551" Type="http://schemas.openxmlformats.org/officeDocument/2006/relationships/image" Target="media/image268.wmf"/><Relationship Id="rId593" Type="http://schemas.openxmlformats.org/officeDocument/2006/relationships/image" Target="media/image289.wmf"/><Relationship Id="rId607" Type="http://schemas.openxmlformats.org/officeDocument/2006/relationships/image" Target="media/image296.wmf"/><Relationship Id="rId649" Type="http://schemas.openxmlformats.org/officeDocument/2006/relationships/image" Target="media/image3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FUKUI\MYBOOK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2B0F0-3487-4359-B021-332E0726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MYBOOK.DOT</Template>
  <TotalTime>173</TotalTime>
  <Pages>28</Pages>
  <Words>2277</Words>
  <Characters>12980</Characters>
  <Application>Microsoft Office Word</Application>
  <DocSecurity>0</DocSecurity>
  <Lines>108</Lines>
  <Paragraphs>30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Ｃ言語 ホームワーク}</vt:lpstr>
      <vt:lpstr>Ｃ言語 ホームワーク}</vt:lpstr>
    </vt:vector>
  </TitlesOfParts>
  <Company>福山平成大学</Company>
  <LinksUpToDate>false</LinksUpToDate>
  <CharactersWithSpaces>15227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Ｃ言語 ホームワーク}</dc:title>
  <dc:creator>経営情報学科</dc:creator>
  <cp:lastModifiedBy>福井 正康</cp:lastModifiedBy>
  <cp:revision>20</cp:revision>
  <cp:lastPrinted>2022-05-18T01:33:00Z</cp:lastPrinted>
  <dcterms:created xsi:type="dcterms:W3CDTF">2019-04-12T01:12:00Z</dcterms:created>
  <dcterms:modified xsi:type="dcterms:W3CDTF">2022-05-18T02:26:00Z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